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0541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5805C2" w:rsidTr="00417D9C">
        <w:trPr>
          <w:trHeight w:val="428"/>
        </w:trPr>
        <w:tc>
          <w:tcPr>
            <w:tcW w:w="10114" w:type="dxa"/>
          </w:tcPr>
          <w:p w:rsidR="00BC2F0E" w:rsidRPr="005805C2" w:rsidRDefault="00BC2F0E" w:rsidP="00A023A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5805C2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5805C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5805C2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5805C2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C31A1" w:rsidRPr="005805C2" w:rsidRDefault="00F4106A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5805C2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 w:rsidRPr="005805C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CC31A1" w:rsidRPr="005805C2" w:rsidTr="002332CD">
        <w:trPr>
          <w:trHeight w:val="176"/>
        </w:trPr>
        <w:tc>
          <w:tcPr>
            <w:tcW w:w="10114" w:type="dxa"/>
          </w:tcPr>
          <w:p w:rsidR="00CC31A1" w:rsidRPr="005805C2" w:rsidRDefault="00CC31A1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5805C2" w:rsidRDefault="005E11F3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5E11F3">
              <w:rPr>
                <w:rFonts w:ascii="Times New Roman" w:hAnsi="Times New Roman"/>
                <w:sz w:val="28"/>
                <w:szCs w:val="28"/>
              </w:rPr>
              <w:t>от 27.04.2021 № 106</w:t>
            </w:r>
            <w:bookmarkStart w:id="0" w:name="_GoBack"/>
            <w:bookmarkEnd w:id="0"/>
          </w:p>
        </w:tc>
      </w:tr>
      <w:tr w:rsidR="002332CD" w:rsidRPr="005805C2" w:rsidTr="002332CD">
        <w:trPr>
          <w:trHeight w:val="176"/>
        </w:trPr>
        <w:tc>
          <w:tcPr>
            <w:tcW w:w="10114" w:type="dxa"/>
          </w:tcPr>
          <w:p w:rsidR="002332CD" w:rsidRPr="005805C2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5805C2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32CD" w:rsidRPr="005805C2" w:rsidTr="002332CD">
        <w:trPr>
          <w:trHeight w:val="176"/>
        </w:trPr>
        <w:tc>
          <w:tcPr>
            <w:tcW w:w="10114" w:type="dxa"/>
          </w:tcPr>
          <w:p w:rsidR="002332CD" w:rsidRPr="005805C2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5805C2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0B00" w:rsidRPr="005805C2" w:rsidRDefault="00FC0B00" w:rsidP="00FC0B00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 w:rsidRPr="005805C2"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FC0B00" w:rsidRPr="005805C2" w:rsidRDefault="00FC0B00" w:rsidP="00FC0B00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 w:rsidRPr="005805C2">
        <w:rPr>
          <w:rFonts w:ascii="Times New Roman" w:hAnsi="Times New Roman"/>
          <w:sz w:val="28"/>
          <w:szCs w:val="24"/>
        </w:rPr>
        <w:t>подпрограммы 4 «Дорожное хозяйство»</w:t>
      </w:r>
    </w:p>
    <w:p w:rsidR="00FC0B00" w:rsidRPr="005805C2" w:rsidRDefault="00FC0B00" w:rsidP="00FC0B00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16"/>
          <w:szCs w:val="16"/>
        </w:rPr>
      </w:pPr>
    </w:p>
    <w:p w:rsidR="00FC0B00" w:rsidRPr="005805C2" w:rsidRDefault="00FC0B00" w:rsidP="00FC0B00">
      <w:pPr>
        <w:autoSpaceDE w:val="0"/>
        <w:autoSpaceDN w:val="0"/>
        <w:adjustRightInd w:val="0"/>
        <w:spacing w:after="80" w:line="192" w:lineRule="auto"/>
        <w:ind w:right="142" w:firstLine="709"/>
        <w:rPr>
          <w:rFonts w:ascii="Times New Roman" w:hAnsi="Times New Roman"/>
          <w:sz w:val="28"/>
          <w:szCs w:val="24"/>
        </w:rPr>
      </w:pPr>
      <w:r w:rsidRPr="005805C2">
        <w:rPr>
          <w:rFonts w:ascii="Times New Roman" w:hAnsi="Times New Roman"/>
          <w:sz w:val="28"/>
          <w:szCs w:val="24"/>
        </w:rPr>
        <w:t>1. Таблицы № 1, 2.1 изложить в следующей редакции</w:t>
      </w:r>
      <w:r w:rsidR="0042264D" w:rsidRPr="005805C2">
        <w:rPr>
          <w:rFonts w:ascii="Times New Roman" w:hAnsi="Times New Roman"/>
          <w:sz w:val="28"/>
          <w:szCs w:val="24"/>
        </w:rPr>
        <w:t>:</w:t>
      </w:r>
    </w:p>
    <w:p w:rsidR="00FC0B00" w:rsidRPr="005805C2" w:rsidRDefault="00FC0B00" w:rsidP="00A023A3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8"/>
          <w:szCs w:val="24"/>
        </w:rPr>
      </w:pPr>
    </w:p>
    <w:p w:rsidR="00BC2F0E" w:rsidRPr="00E87BED" w:rsidRDefault="00BC2F0E" w:rsidP="00A023A3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4"/>
          <w:szCs w:val="24"/>
        </w:rPr>
      </w:pPr>
      <w:r w:rsidRPr="00E87BED">
        <w:rPr>
          <w:rFonts w:ascii="Times New Roman" w:hAnsi="Times New Roman"/>
          <w:sz w:val="24"/>
          <w:szCs w:val="24"/>
        </w:rPr>
        <w:t>«</w:t>
      </w:r>
      <w:r w:rsidR="002B0C6F" w:rsidRPr="00E87BED">
        <w:rPr>
          <w:rFonts w:ascii="Times New Roman" w:hAnsi="Times New Roman"/>
          <w:sz w:val="24"/>
          <w:szCs w:val="24"/>
        </w:rPr>
        <w:t xml:space="preserve">Таблица № </w:t>
      </w:r>
      <w:r w:rsidR="007E4534" w:rsidRPr="00E87BED">
        <w:rPr>
          <w:rFonts w:ascii="Times New Roman" w:hAnsi="Times New Roman"/>
          <w:sz w:val="24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5805C2" w:rsidTr="001D20FB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5805C2" w:rsidRDefault="00BC2F0E" w:rsidP="00A023A3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5805C2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8B429E" w:rsidP="00A023A3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5805C2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proofErr w:type="spellStart"/>
            <w:proofErr w:type="gramStart"/>
            <w:r w:rsidR="00BC2F0E" w:rsidRPr="005805C2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5805C2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5805C2" w:rsidTr="001D20FB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5805C2" w:rsidRDefault="009960AC" w:rsidP="00A023A3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 w:rsidRPr="005805C2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C2F0E" w:rsidRPr="005805C2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5805C2" w:rsidTr="001D20FB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5805C2" w:rsidRDefault="00BC2F0E" w:rsidP="00A023A3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132"/>
        <w:gridCol w:w="993"/>
        <w:gridCol w:w="1275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3"/>
      </w:tblGrid>
      <w:tr w:rsidR="00991D48" w:rsidRPr="005805C2" w:rsidTr="00544265">
        <w:trPr>
          <w:cantSplit/>
          <w:trHeight w:val="11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AD7" w:rsidRPr="005805C2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991D48" w:rsidRPr="005805C2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  <w:bCs/>
                <w:color w:val="000000"/>
              </w:rPr>
            </w:pPr>
            <w:r w:rsidRPr="005805C2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5805C2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</w:p>
          <w:p w:rsidR="00DA77C9" w:rsidRPr="005805C2" w:rsidRDefault="00DA77C9" w:rsidP="00A023A3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5805C2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DA77C9" w:rsidRPr="005805C2" w:rsidRDefault="00DA77C9" w:rsidP="00A023A3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числе</w:t>
            </w:r>
            <w:proofErr w:type="gramEnd"/>
            <w:r w:rsidR="002352B1" w:rsidRPr="005805C2">
              <w:rPr>
                <w:rFonts w:ascii="Times New Roman" w:hAnsi="Times New Roman"/>
              </w:rPr>
              <w:t>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3F65AA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21223289,0039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5C45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8A4D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2016 года: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5805C2">
              <w:rPr>
                <w:rFonts w:ascii="Times New Roman" w:hAnsi="Times New Roman"/>
              </w:rPr>
              <w:t>метрах</w:t>
            </w:r>
            <w:proofErr w:type="gramEnd"/>
            <w:r w:rsidRPr="005805C2">
              <w:rPr>
                <w:rFonts w:ascii="Times New Roman" w:hAnsi="Times New Roman"/>
              </w:rPr>
              <w:t>;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2024 года: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5805C2">
              <w:rPr>
                <w:rFonts w:ascii="Times New Roman" w:hAnsi="Times New Roman"/>
              </w:rPr>
              <w:t>круглогодичного</w:t>
            </w:r>
            <w:proofErr w:type="gramEnd"/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содержания сети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автомобильных дорог общего пользования</w:t>
            </w:r>
          </w:p>
          <w:p w:rsidR="00DA77C9" w:rsidRPr="005805C2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регионального или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 и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искусственных сооружений на них  в соответствии с нормативными требованиями </w:t>
            </w:r>
            <w:proofErr w:type="gramStart"/>
            <w:r w:rsidRPr="005805C2">
              <w:rPr>
                <w:rFonts w:ascii="Times New Roman" w:hAnsi="Times New Roman"/>
              </w:rPr>
              <w:t>к</w:t>
            </w:r>
            <w:proofErr w:type="gramEnd"/>
          </w:p>
          <w:p w:rsidR="00DA77C9" w:rsidRPr="005805C2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транспортно-</w:t>
            </w:r>
            <w:proofErr w:type="spellStart"/>
            <w:r w:rsidRPr="005805C2">
              <w:rPr>
                <w:rFonts w:ascii="Times New Roman" w:hAnsi="Times New Roman"/>
              </w:rPr>
              <w:t>эксплуатацион</w:t>
            </w:r>
            <w:proofErr w:type="spellEnd"/>
            <w:r w:rsidRPr="005805C2">
              <w:rPr>
                <w:rFonts w:ascii="Times New Roman" w:hAnsi="Times New Roman"/>
              </w:rPr>
              <w:t>-ному состоянию и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DA77C9" w:rsidRPr="005805C2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      </w:t>
            </w:r>
            <w:r w:rsidR="00186D26" w:rsidRPr="005805C2">
              <w:rPr>
                <w:rFonts w:ascii="Times New Roman" w:hAnsi="Times New Roman"/>
              </w:rPr>
              <w:t>325</w:t>
            </w:r>
            <w:r w:rsidR="007102F2" w:rsidRPr="005805C2">
              <w:rPr>
                <w:rFonts w:ascii="Times New Roman" w:hAnsi="Times New Roman"/>
              </w:rPr>
              <w:t>6,0</w:t>
            </w:r>
            <w:r w:rsidRPr="005805C2">
              <w:rPr>
                <w:rFonts w:ascii="Times New Roman" w:hAnsi="Times New Roman"/>
              </w:rPr>
              <w:t xml:space="preserve"> км общей протяженности</w:t>
            </w:r>
          </w:p>
          <w:p w:rsidR="00DA77C9" w:rsidRPr="005805C2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5805C2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DA77C9" w:rsidRPr="005805C2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5805C2">
              <w:rPr>
                <w:rFonts w:ascii="Times New Roman" w:hAnsi="Times New Roman"/>
              </w:rPr>
              <w:t>к</w:t>
            </w:r>
            <w:proofErr w:type="gramEnd"/>
            <w:r w:rsidRPr="005805C2">
              <w:rPr>
                <w:rFonts w:ascii="Times New Roman" w:hAnsi="Times New Roman"/>
              </w:rPr>
              <w:t xml:space="preserve"> транспортно-</w:t>
            </w:r>
          </w:p>
          <w:p w:rsidR="00DA77C9" w:rsidRPr="005805C2" w:rsidRDefault="00DA77C9" w:rsidP="00A023A3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эксплуатационным показателям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31 декабря отчетного года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01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федеральный бюджет 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бюджет,                        из них: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3F65AA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20243044,0039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8A4D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D098F" w:rsidRPr="005805C2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3F65AA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20243044,0039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8A4D0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50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5805C2">
              <w:rPr>
                <w:rFonts w:ascii="Times New Roman" w:hAnsi="Times New Roman"/>
                <w:spacing w:val="-2"/>
              </w:rPr>
              <w:t>межмуниципального</w:t>
            </w:r>
            <w:r w:rsidRPr="005805C2">
              <w:rPr>
                <w:rFonts w:ascii="Times New Roman" w:hAnsi="Times New Roman"/>
              </w:rPr>
              <w:t xml:space="preserve"> значения и </w:t>
            </w:r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них</w:t>
            </w:r>
            <w:proofErr w:type="gramStart"/>
            <w:r w:rsidRPr="005805C2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   в том числе: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7041088,83726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F0A4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76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400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405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nil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463585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5805C2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5805C2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5805C2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F0A49" w:rsidRPr="005805C2" w:rsidRDefault="004F0A49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3F65AA" w:rsidP="00C2404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14182200,16664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686C84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8A4D0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5D098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D098F" w:rsidRPr="005805C2" w:rsidTr="00FC0B00">
        <w:trPr>
          <w:cantSplit/>
          <w:trHeight w:val="142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098F" w:rsidRPr="005805C2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3F65AA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14182200,16664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8A4D0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5805C2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98F" w:rsidRPr="005805C2" w:rsidRDefault="005D098F" w:rsidP="005D09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8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2.</w:t>
            </w:r>
          </w:p>
          <w:p w:rsidR="005601C4" w:rsidRPr="005805C2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5805C2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5805C2" w:rsidRDefault="005601C4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Задача 2. Увеличение протяженности автомобильных дорог общего пользования регионального или </w:t>
            </w:r>
            <w:r w:rsidRPr="005805C2">
              <w:rPr>
                <w:rFonts w:ascii="Times New Roman" w:hAnsi="Times New Roman"/>
                <w:spacing w:val="-4"/>
              </w:rPr>
              <w:t xml:space="preserve">межмуниципального  </w:t>
            </w:r>
            <w:r w:rsidRPr="005805C2">
              <w:rPr>
                <w:rFonts w:ascii="Times New Roman" w:hAnsi="Times New Roman"/>
              </w:rPr>
              <w:t>значения и искусственных сооружений на них, соответствующих нормативным требованиям,</w:t>
            </w:r>
          </w:p>
          <w:p w:rsidR="00F2417F" w:rsidRPr="005805C2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 xml:space="preserve">увеличение </w:t>
            </w:r>
            <w:proofErr w:type="gramStart"/>
            <w:r w:rsidRPr="005805C2">
              <w:rPr>
                <w:rFonts w:ascii="Times New Roman" w:hAnsi="Times New Roman"/>
                <w:bCs/>
              </w:rPr>
              <w:t>пропускной</w:t>
            </w:r>
            <w:proofErr w:type="gramEnd"/>
          </w:p>
          <w:p w:rsidR="00F2417F" w:rsidRPr="005805C2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 xml:space="preserve">способности, 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профилактика</w:t>
            </w:r>
          </w:p>
          <w:p w:rsidR="005601C4" w:rsidRPr="005805C2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возникновения опасных участков на сети автомобильных </w:t>
            </w:r>
            <w:r w:rsidRPr="005805C2">
              <w:rPr>
                <w:rFonts w:ascii="Times New Roman" w:hAnsi="Times New Roman"/>
              </w:rPr>
              <w:lastRenderedPageBreak/>
              <w:t xml:space="preserve">дорог общего </w:t>
            </w:r>
          </w:p>
          <w:p w:rsidR="00F2417F" w:rsidRPr="005805C2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         регионального или межмуниципального</w:t>
            </w:r>
            <w:r w:rsidR="00E13567" w:rsidRPr="005805C2"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значения, повышение  их технических </w:t>
            </w: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характеристик, 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       в том числе:</w:t>
            </w:r>
          </w:p>
          <w:p w:rsidR="00464920" w:rsidRPr="005805C2" w:rsidRDefault="00464920" w:rsidP="00A023A3">
            <w:pPr>
              <w:rPr>
                <w:rFonts w:ascii="Times New Roman" w:hAnsi="Times New Roman"/>
              </w:rPr>
            </w:pPr>
          </w:p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3F65AA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5942405,61249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593E2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8A4D0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2024 года</w:t>
            </w:r>
            <w:r w:rsidR="0032251E" w:rsidRPr="005805C2">
              <w:rPr>
                <w:rFonts w:ascii="Times New Roman" w:hAnsi="Times New Roman"/>
              </w:rPr>
              <w:t>:</w:t>
            </w:r>
          </w:p>
          <w:p w:rsidR="00B15E6A" w:rsidRPr="005805C2" w:rsidRDefault="0032251E" w:rsidP="0032251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доведение количества и протяженности уникальных искусственных сооружений, капитальный ремонт (ремонт) которых завершен, до </w:t>
            </w:r>
            <w:r w:rsidR="00186D26" w:rsidRPr="005805C2">
              <w:rPr>
                <w:rFonts w:ascii="Times New Roman" w:hAnsi="Times New Roman"/>
              </w:rPr>
              <w:t>5</w:t>
            </w:r>
            <w:r w:rsidR="00B15E6A" w:rsidRPr="005805C2">
              <w:rPr>
                <w:rFonts w:ascii="Times New Roman" w:hAnsi="Times New Roman"/>
              </w:rPr>
              <w:t xml:space="preserve"> шт./762,16 погонных метров;</w:t>
            </w:r>
            <w:r w:rsidRPr="005805C2">
              <w:rPr>
                <w:rFonts w:ascii="Times New Roman" w:hAnsi="Times New Roman"/>
              </w:rPr>
              <w:t xml:space="preserve"> доведение доли </w:t>
            </w:r>
            <w:r w:rsidR="00B15E6A" w:rsidRPr="005805C2">
              <w:rPr>
                <w:rFonts w:ascii="Times New Roman" w:hAnsi="Times New Roman"/>
              </w:rPr>
              <w:t>уникальных</w:t>
            </w:r>
          </w:p>
          <w:p w:rsidR="00B15E6A" w:rsidRPr="005805C2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B15E6A" w:rsidRPr="005805C2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находящихся в </w:t>
            </w:r>
          </w:p>
          <w:p w:rsidR="0032251E" w:rsidRPr="005805C2" w:rsidRDefault="00B15E6A" w:rsidP="00A023A3">
            <w:pPr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5805C2">
              <w:rPr>
                <w:rFonts w:ascii="Times New Roman" w:hAnsi="Times New Roman"/>
              </w:rPr>
              <w:t>состоянии</w:t>
            </w:r>
            <w:proofErr w:type="gramEnd"/>
            <w:r w:rsidRPr="005805C2">
              <w:rPr>
                <w:rFonts w:ascii="Times New Roman" w:hAnsi="Times New Roman"/>
              </w:rPr>
              <w:t xml:space="preserve">, </w:t>
            </w:r>
            <w:r w:rsidR="0032251E" w:rsidRPr="005805C2">
              <w:rPr>
                <w:rFonts w:ascii="Times New Roman" w:hAnsi="Times New Roman"/>
              </w:rPr>
              <w:t xml:space="preserve">до </w:t>
            </w:r>
            <w:r w:rsidR="00860A4D" w:rsidRPr="005805C2">
              <w:rPr>
                <w:rFonts w:ascii="Times New Roman" w:hAnsi="Times New Roman"/>
              </w:rPr>
              <w:lastRenderedPageBreak/>
              <w:t>3,4</w:t>
            </w:r>
            <w:r w:rsidRPr="005805C2">
              <w:rPr>
                <w:rFonts w:ascii="Times New Roman" w:hAnsi="Times New Roman"/>
              </w:rPr>
              <w:t>%;</w:t>
            </w:r>
          </w:p>
          <w:p w:rsidR="00F2417F" w:rsidRPr="005805C2" w:rsidRDefault="00F2417F" w:rsidP="00A023A3">
            <w:pPr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выполнение:</w:t>
            </w:r>
          </w:p>
          <w:p w:rsidR="005601C4" w:rsidRPr="005805C2" w:rsidRDefault="00F2417F" w:rsidP="00A023A3">
            <w:pPr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- капитального </w:t>
            </w:r>
          </w:p>
          <w:p w:rsidR="00F2417F" w:rsidRPr="005805C2" w:rsidRDefault="00F2417F" w:rsidP="00A023A3">
            <w:pPr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ремонта      </w:t>
            </w:r>
            <w:r w:rsidR="00186D26" w:rsidRPr="005805C2">
              <w:rPr>
                <w:rFonts w:ascii="Times New Roman" w:hAnsi="Times New Roman"/>
              </w:rPr>
              <w:t>455,30758</w:t>
            </w:r>
            <w:r w:rsidRPr="005805C2">
              <w:rPr>
                <w:rFonts w:ascii="Times New Roman" w:hAnsi="Times New Roman"/>
              </w:rPr>
              <w:t xml:space="preserve"> км </w:t>
            </w:r>
          </w:p>
          <w:p w:rsidR="00F2417F" w:rsidRPr="005805C2" w:rsidRDefault="00F2417F" w:rsidP="00A023A3">
            <w:pPr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</w:t>
            </w:r>
          </w:p>
          <w:p w:rsidR="00F2417F" w:rsidRPr="005805C2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 и </w:t>
            </w:r>
          </w:p>
          <w:p w:rsidR="00F2417F" w:rsidRPr="005805C2" w:rsidRDefault="00186D26" w:rsidP="00A023A3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510,24</w:t>
            </w:r>
            <w:r w:rsidR="00F2417F" w:rsidRPr="005805C2">
              <w:rPr>
                <w:rFonts w:ascii="Times New Roman" w:hAnsi="Times New Roman"/>
              </w:rPr>
              <w:t xml:space="preserve"> погонных метров искусственных</w:t>
            </w:r>
          </w:p>
          <w:p w:rsidR="00F2417F" w:rsidRPr="005805C2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F2417F" w:rsidRPr="005805C2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них; </w:t>
            </w:r>
          </w:p>
          <w:p w:rsidR="005601C4" w:rsidRPr="005805C2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5805C2">
              <w:rPr>
                <w:rFonts w:ascii="Times New Roman" w:hAnsi="Times New Roman"/>
                <w:spacing w:val="-2"/>
              </w:rPr>
              <w:br/>
            </w:r>
            <w:r w:rsidR="00186D26" w:rsidRPr="005805C2">
              <w:rPr>
                <w:rFonts w:ascii="Times New Roman" w:hAnsi="Times New Roman"/>
                <w:spacing w:val="-2"/>
              </w:rPr>
              <w:t>1537,043</w:t>
            </w:r>
            <w:r w:rsidRPr="005805C2">
              <w:rPr>
                <w:rFonts w:ascii="Times New Roman" w:hAnsi="Times New Roman"/>
                <w:spacing w:val="-2"/>
              </w:rPr>
              <w:t xml:space="preserve"> км</w:t>
            </w:r>
            <w:r w:rsidRPr="005805C2">
              <w:rPr>
                <w:rFonts w:ascii="Times New Roman" w:hAnsi="Times New Roman"/>
              </w:rPr>
              <w:t xml:space="preserve"> автомобильных</w:t>
            </w:r>
          </w:p>
          <w:p w:rsidR="005601C4" w:rsidRPr="005805C2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5601C4" w:rsidRPr="005805C2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 и</w:t>
            </w:r>
          </w:p>
          <w:p w:rsidR="005601C4" w:rsidRPr="005805C2" w:rsidRDefault="00186D26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3800,62</w:t>
            </w:r>
            <w:r w:rsidR="005601C4" w:rsidRPr="005805C2">
              <w:rPr>
                <w:rFonts w:ascii="Times New Roman" w:hAnsi="Times New Roman"/>
              </w:rPr>
              <w:t xml:space="preserve"> погонных</w:t>
            </w:r>
          </w:p>
          <w:p w:rsidR="005601C4" w:rsidRPr="005805C2" w:rsidRDefault="005601C4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метров искусственных сооружений на них</w:t>
            </w:r>
          </w:p>
        </w:tc>
      </w:tr>
      <w:tr w:rsidR="00991D48" w:rsidRPr="005805C2" w:rsidTr="00544265">
        <w:trPr>
          <w:cantSplit/>
          <w:trHeight w:val="132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1832274,151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77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3F65AA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4110131,46149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3E3F82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6B6DDD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8A4D0F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16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5805C2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5805C2" w:rsidRDefault="009468C4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5805C2" w:rsidRDefault="003F65AA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4110131,46149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5805C2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5805C2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5805C2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5805C2" w:rsidRDefault="003E3F82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5805C2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5805C2" w:rsidRDefault="008A4D0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5805C2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5805C2" w:rsidRDefault="00DA13B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5805C2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85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F2417F" w:rsidRPr="005805C2" w:rsidRDefault="00F2417F" w:rsidP="00A023A3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5805C2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="005601C4" w:rsidRPr="005805C2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5805C2" w:rsidRDefault="005601C4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1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5601C4" w:rsidRPr="005805C2" w:rsidRDefault="005601C4" w:rsidP="00A023A3">
            <w:pPr>
              <w:rPr>
                <w:rFonts w:ascii="Times New Roman" w:hAnsi="Times New Roman"/>
              </w:rPr>
            </w:pP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8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143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</w:t>
            </w:r>
            <w:r w:rsidRPr="005805C2">
              <w:rPr>
                <w:rFonts w:ascii="Times New Roman" w:hAnsi="Times New Roman"/>
              </w:rPr>
              <w:t xml:space="preserve">ия дорожного фонда </w:t>
            </w:r>
          </w:p>
          <w:p w:rsidR="00417D9C" w:rsidRPr="005805C2" w:rsidRDefault="00417D9C" w:rsidP="00A023A3">
            <w:pPr>
              <w:rPr>
                <w:rFonts w:ascii="Times New Roman" w:hAnsi="Times New Roman"/>
              </w:rPr>
            </w:pP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8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5805C2" w:rsidRDefault="00F2417F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417D9C" w:rsidRPr="005805C2" w:rsidRDefault="00417D9C" w:rsidP="00A023A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5805C2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FC0B00">
        <w:trPr>
          <w:cantSplit/>
          <w:trHeight w:val="14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5805C2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C24049" w:rsidRPr="005805C2" w:rsidRDefault="00C24049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3F65AA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1990602,74713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2377DA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8A4D0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544265">
        <w:trPr>
          <w:cantSplit/>
          <w:trHeight w:val="11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5805C2" w:rsidTr="00DC54DC">
        <w:trPr>
          <w:cantSplit/>
          <w:trHeight w:val="15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2417F" w:rsidRPr="005805C2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F2417F" w:rsidRPr="005805C2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3F65AA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1310602,74713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5805C2" w:rsidRDefault="002377DA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C91A5D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8A4D0F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EE76D1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5805C2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2417F" w:rsidRPr="005805C2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5805C2" w:rsidTr="00FC0B00">
        <w:trPr>
          <w:cantSplit/>
          <w:trHeight w:val="8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5805C2" w:rsidRDefault="004F0A49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  <w:p w:rsidR="004F0A49" w:rsidRPr="005805C2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3F65AA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1310602,74713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5805C2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6B6DDD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8A4D0F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120621,53206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501FEB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5805C2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5805C2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54DC" w:rsidRPr="005805C2" w:rsidTr="00FC0B00">
        <w:trPr>
          <w:cantSplit/>
          <w:trHeight w:val="8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DC54DC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>Задача 3. П</w:t>
            </w:r>
            <w:r w:rsidRPr="005805C2">
              <w:rPr>
                <w:rFonts w:ascii="Times New Roman" w:hAnsi="Times New Roman"/>
                <w:bCs/>
              </w:rPr>
              <w:t>рирост протяженности автомобильных дорог общего пользования регионального или</w:t>
            </w:r>
          </w:p>
          <w:p w:rsidR="00DC54DC" w:rsidRPr="005805C2" w:rsidRDefault="00DC54DC" w:rsidP="00DC54DC">
            <w:pPr>
              <w:ind w:right="-108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 xml:space="preserve">межмуниципального значения за счет строительства </w:t>
            </w:r>
          </w:p>
          <w:p w:rsidR="00DC54DC" w:rsidRPr="005805C2" w:rsidRDefault="00DC54DC" w:rsidP="00DC54DC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новых</w:t>
            </w:r>
          </w:p>
          <w:p w:rsidR="00DC54DC" w:rsidRPr="005805C2" w:rsidRDefault="00DC54DC" w:rsidP="00DC54DC">
            <w:pPr>
              <w:ind w:right="-36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 xml:space="preserve">и реконструкции </w:t>
            </w:r>
          </w:p>
          <w:p w:rsidR="00DC54DC" w:rsidRPr="005805C2" w:rsidRDefault="00DC54DC" w:rsidP="00DC54DC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существующих</w:t>
            </w: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DC54DC" w:rsidRPr="005805C2" w:rsidRDefault="00DC54DC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C54DC" w:rsidRPr="005805C2" w:rsidRDefault="00DC54DC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8229D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DC54DC" w:rsidRPr="005805C2" w:rsidRDefault="00DC54DC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16289797,80908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474908,50206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776816,91306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2397133,5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8754235,58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4DC" w:rsidRPr="005805C2" w:rsidRDefault="00DC54DC" w:rsidP="00DC54D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C54DC" w:rsidRPr="005805C2" w:rsidRDefault="00DC54DC" w:rsidP="00DC54D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DC54DC" w:rsidRPr="005805C2" w:rsidRDefault="00DC54DC" w:rsidP="00DC54D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6485,1 км;</w:t>
            </w:r>
          </w:p>
          <w:p w:rsidR="00DC54DC" w:rsidRPr="005805C2" w:rsidRDefault="00DC54DC" w:rsidP="00DC54D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ввод </w:t>
            </w:r>
            <w:proofErr w:type="gramStart"/>
            <w:r w:rsidRPr="005805C2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DC54DC" w:rsidRPr="005805C2" w:rsidTr="00184B5A">
        <w:trPr>
          <w:cantSplit/>
          <w:trHeight w:val="142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C54DC" w:rsidRPr="005805C2" w:rsidRDefault="00DC54DC" w:rsidP="00DC54DC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автомобильных</w:t>
            </w:r>
          </w:p>
          <w:p w:rsidR="00DC54DC" w:rsidRPr="005805C2" w:rsidRDefault="00DC54DC" w:rsidP="00DC54DC">
            <w:pPr>
              <w:ind w:right="-36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 xml:space="preserve">дорог общего пользования </w:t>
            </w:r>
          </w:p>
          <w:p w:rsidR="00DC54DC" w:rsidRPr="005805C2" w:rsidRDefault="00DC54DC" w:rsidP="00DC54DC">
            <w:pPr>
              <w:ind w:right="-36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DC54DC" w:rsidRPr="005805C2" w:rsidRDefault="00DC54DC" w:rsidP="00DC54DC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DC54DC" w:rsidRPr="005805C2" w:rsidRDefault="00DC54DC" w:rsidP="00CE1F4D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9072604,199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112995,3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1608420,0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6667568,91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эксплуатацию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после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строительства и 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  125,6663 км и 225,65 погонных метров искусственных 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сооружений на них;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ввод в эксплуатацию после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5805C2">
              <w:rPr>
                <w:rFonts w:ascii="Times New Roman" w:hAnsi="Times New Roman"/>
              </w:rPr>
              <w:t>реконструкции</w:t>
            </w:r>
            <w:proofErr w:type="gramEnd"/>
            <w:r w:rsidRPr="005805C2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DC54DC" w:rsidRPr="005805C2" w:rsidRDefault="00DC54DC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ввод в эксплуатацию уникальных </w:t>
            </w:r>
            <w:r w:rsidRPr="005805C2">
              <w:rPr>
                <w:rFonts w:ascii="Times New Roman" w:hAnsi="Times New Roman"/>
              </w:rPr>
              <w:lastRenderedPageBreak/>
              <w:t xml:space="preserve">искусственных сооружений, строительство (реконструкция) которых </w:t>
            </w:r>
          </w:p>
          <w:p w:rsidR="00DC54DC" w:rsidRPr="005805C2" w:rsidRDefault="00DC54DC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завершено</w:t>
            </w:r>
            <w:r>
              <w:rPr>
                <w:rFonts w:ascii="Times New Roman" w:hAnsi="Times New Roman"/>
              </w:rPr>
              <w:t>,</w:t>
            </w:r>
          </w:p>
          <w:p w:rsidR="00DC54DC" w:rsidRPr="005805C2" w:rsidRDefault="00DC54DC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 шт./- погонных метров;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сети автомобильных дорог общего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дорог на 50,2563 км  и  186,35 погонных метров искусственных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них; 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</w:t>
            </w:r>
            <w:r w:rsidRPr="005805C2">
              <w:rPr>
                <w:rFonts w:ascii="Times New Roman" w:hAnsi="Times New Roman"/>
              </w:rPr>
              <w:lastRenderedPageBreak/>
              <w:t xml:space="preserve">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территории Рязанской области, 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соответствующих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5805C2">
              <w:rPr>
                <w:rFonts w:ascii="Times New Roman" w:hAnsi="Times New Roman"/>
              </w:rPr>
              <w:t>к</w:t>
            </w:r>
            <w:proofErr w:type="gramEnd"/>
            <w:r w:rsidRPr="005805C2">
              <w:rPr>
                <w:rFonts w:ascii="Times New Roman" w:hAnsi="Times New Roman"/>
              </w:rPr>
              <w:t xml:space="preserve"> транспортно-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5805C2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DC54DC" w:rsidRPr="005805C2" w:rsidRDefault="00DC54DC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автомобильных дорог,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DC54DC" w:rsidRPr="005805C2" w:rsidRDefault="00DC54DC" w:rsidP="00A023A3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75,41  км и </w:t>
            </w:r>
          </w:p>
          <w:p w:rsidR="00DC54DC" w:rsidRPr="005805C2" w:rsidRDefault="00DC54DC" w:rsidP="00A023A3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39,3 погонных метров искусственных сооружений</w:t>
            </w:r>
          </w:p>
          <w:p w:rsidR="00DC54DC" w:rsidRPr="005805C2" w:rsidRDefault="00DC54DC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них</w:t>
            </w:r>
          </w:p>
        </w:tc>
      </w:tr>
      <w:tr w:rsidR="00DC54DC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  <w:p w:rsidR="00DC54DC" w:rsidRPr="005805C2" w:rsidRDefault="00DC54D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7217193,61008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663821,61306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54DC" w:rsidRPr="005805C2" w:rsidRDefault="00DC54D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4DC" w:rsidRPr="005805C2" w:rsidRDefault="00DC54D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A4D0F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3F65AA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7217193,61008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663821,61306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0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3.1.</w:t>
            </w:r>
          </w:p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left="-113"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5805C2">
              <w:rPr>
                <w:rFonts w:ascii="Times New Roman" w:hAnsi="Times New Roman"/>
                <w:bCs/>
              </w:rPr>
              <w:t>регионального или</w:t>
            </w:r>
          </w:p>
          <w:p w:rsidR="00717CFC" w:rsidRPr="005805C2" w:rsidRDefault="00717CFC" w:rsidP="00A023A3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</w:rPr>
              <w:t xml:space="preserve">межмуниципального </w:t>
            </w:r>
            <w:r w:rsidRPr="005805C2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717CFC" w:rsidRPr="005805C2" w:rsidRDefault="00717CFC" w:rsidP="00A023A3">
            <w:pPr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>них</w:t>
            </w:r>
            <w:proofErr w:type="gramStart"/>
            <w:r w:rsidRPr="005805C2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Pr="005805C2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1059801,70224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18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2F2A37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2F2A37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2F2A37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из них: </w:t>
            </w:r>
            <w:r w:rsidRPr="005805C2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1F6D5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15229996,10684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471363,00206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8A4D0F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776816,91306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1F6D5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2397133,5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8A4D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8754235,58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8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1F6D5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8728672,75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501F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112995,3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1F6D5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1608420,0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501F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6667568,91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A4D0F" w:rsidRPr="005805C2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3F65AA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6501323,35684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663821,61306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A4D0F" w:rsidRPr="005805C2" w:rsidTr="00605E64">
        <w:trPr>
          <w:cantSplit/>
          <w:trHeight w:val="149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D0F" w:rsidRPr="005805C2" w:rsidRDefault="008A4D0F" w:rsidP="00DC54DC">
            <w:pPr>
              <w:ind w:right="-85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DC54DC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 </w:t>
            </w:r>
          </w:p>
          <w:p w:rsidR="008A4D0F" w:rsidRPr="005805C2" w:rsidRDefault="008A4D0F" w:rsidP="008A4D0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3F65AA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6501323,35684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663821,61306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2086666,67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4D0F" w:rsidRPr="005805C2" w:rsidRDefault="008A4D0F" w:rsidP="008A4D0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D0F" w:rsidRPr="005805C2" w:rsidRDefault="008A4D0F" w:rsidP="008A4D0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24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pacing w:val="-20"/>
              </w:rPr>
              <w:lastRenderedPageBreak/>
              <w:t>3.1.1.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501FEB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339688,54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152000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187688,54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501FE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5805C2" w:rsidTr="00605E64">
        <w:trPr>
          <w:cantSplit/>
          <w:trHeight w:val="160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  <w:p w:rsidR="00717CFC" w:rsidRPr="005805C2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339688,54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152000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187688,54</w:t>
            </w:r>
            <w:r w:rsidRPr="005805C2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5805C2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FC" w:rsidRPr="005805C2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0A36C5">
        <w:trPr>
          <w:cantSplit/>
          <w:trHeight w:val="1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3.12.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57"/>
              <w:rPr>
                <w:rStyle w:val="fontstyle01"/>
                <w:sz w:val="20"/>
                <w:szCs w:val="20"/>
              </w:rPr>
            </w:pPr>
            <w:r w:rsidRPr="005805C2">
              <w:rPr>
                <w:rStyle w:val="fontstyle01"/>
                <w:sz w:val="20"/>
                <w:szCs w:val="20"/>
              </w:rPr>
              <w:t>Финансовое обеспечение дорожной деятельности в целях достижения целевых показателей региональных программ, предусматривающих мероприятия, по строительству, реконструкции,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8388984,21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112995,3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1608420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6667568,91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0A36C5">
        <w:trPr>
          <w:cantSplit/>
          <w:trHeight w:val="1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2938B8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57"/>
              <w:rPr>
                <w:rStyle w:val="fontstyle01"/>
                <w:sz w:val="20"/>
                <w:szCs w:val="20"/>
              </w:rPr>
            </w:pPr>
            <w:r w:rsidRPr="005805C2">
              <w:rPr>
                <w:rStyle w:val="fontstyle01"/>
                <w:sz w:val="20"/>
                <w:szCs w:val="20"/>
              </w:rPr>
              <w:t>капитальному ремонту и ремонту уникальных искусственных дорожных сооружений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8388984,21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112995,3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1608420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6667568,91</w:t>
            </w:r>
            <w:r w:rsidRPr="005805C2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2D369E">
        <w:trPr>
          <w:cantSplit/>
          <w:trHeight w:val="1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E11959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 w:rsidRPr="005805C2"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E11959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5805C2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0A119E" w:rsidRPr="005805C2" w:rsidRDefault="000A119E" w:rsidP="00E11959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требованиям,</w:t>
            </w:r>
          </w:p>
          <w:p w:rsidR="000A119E" w:rsidRPr="005805C2" w:rsidRDefault="000A119E" w:rsidP="00E11959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  <w:p w:rsidR="000A119E" w:rsidRPr="005805C2" w:rsidRDefault="000A119E" w:rsidP="00E1195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E11959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E1195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E11959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E11959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E11959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CA09D1" w:rsidP="00B0041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D2401F">
              <w:rPr>
                <w:rFonts w:ascii="Times New Roman" w:hAnsi="Times New Roman"/>
              </w:rPr>
              <w:t>7277916,17717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1198043,222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975773,76262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9</w:t>
            </w:r>
            <w:r w:rsidR="000A119E" w:rsidRPr="00114DB3">
              <w:rPr>
                <w:rFonts w:ascii="Times New Roman" w:hAnsi="Times New Roman"/>
              </w:rPr>
              <w:t>65689,61906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378148,2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119E" w:rsidRPr="005805C2" w:rsidRDefault="000A119E" w:rsidP="00E1195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E11959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2016 года:</w:t>
            </w:r>
          </w:p>
          <w:p w:rsidR="000A119E" w:rsidRPr="005805C2" w:rsidRDefault="000A119E" w:rsidP="00E11959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выполнение неотложных работ</w:t>
            </w:r>
          </w:p>
          <w:p w:rsidR="000A119E" w:rsidRPr="005805C2" w:rsidRDefault="000A119E" w:rsidP="00E11959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 ремонту и содержанию автомобильных дорог местного значения г. Рязани</w:t>
            </w:r>
          </w:p>
          <w:p w:rsidR="000A119E" w:rsidRPr="005805C2" w:rsidRDefault="000A119E" w:rsidP="00E11959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 целях ликвидации дефектов дорожного покрытия на </w:t>
            </w:r>
            <w:r w:rsidRPr="005805C2">
              <w:rPr>
                <w:rFonts w:ascii="Times New Roman" w:hAnsi="Times New Roman"/>
                <w:spacing w:val="-4"/>
              </w:rPr>
              <w:t>317869  кв. метрах;</w:t>
            </w:r>
          </w:p>
        </w:tc>
      </w:tr>
      <w:tr w:rsidR="000A119E" w:rsidRPr="005805C2" w:rsidTr="002D369E">
        <w:trPr>
          <w:cantSplit/>
          <w:trHeight w:val="2316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119E" w:rsidRPr="005805C2" w:rsidRDefault="000A119E" w:rsidP="002938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949932,49717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500DAD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2024 года:</w:t>
            </w:r>
          </w:p>
          <w:p w:rsidR="000A119E" w:rsidRPr="005805C2" w:rsidRDefault="000A119E" w:rsidP="00500DAD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0A119E" w:rsidRPr="005805C2" w:rsidRDefault="000A119E" w:rsidP="00500DAD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местного значения </w:t>
            </w:r>
          </w:p>
          <w:p w:rsidR="000A119E" w:rsidRPr="005805C2" w:rsidRDefault="000A119E" w:rsidP="00500DAD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9016,9 км; введение </w:t>
            </w:r>
            <w:proofErr w:type="gramStart"/>
            <w:r w:rsidRPr="005805C2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0A119E" w:rsidRPr="005805C2" w:rsidTr="002D369E">
        <w:trPr>
          <w:cantSplit/>
          <w:trHeight w:val="199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9E" w:rsidRPr="005805C2" w:rsidRDefault="000A119E" w:rsidP="002938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BC5CD3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эксплуатацию после строительства и реконструкция автомобильных дорог общего пользования местного значения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55,86301 км;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прироста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5805C2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дорог общего пользования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местного</w:t>
            </w:r>
          </w:p>
          <w:p w:rsidR="000A119E" w:rsidRPr="005805C2" w:rsidRDefault="000A119E" w:rsidP="00FC12DF">
            <w:pPr>
              <w:tabs>
                <w:tab w:val="left" w:pos="709"/>
              </w:tabs>
              <w:spacing w:line="228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0A119E" w:rsidRPr="005805C2" w:rsidRDefault="000A119E" w:rsidP="00FC12DF">
            <w:pPr>
              <w:ind w:right="-57"/>
              <w:jc w:val="both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территории</w:t>
            </w:r>
          </w:p>
          <w:p w:rsidR="000A119E" w:rsidRPr="005805C2" w:rsidRDefault="000A119E" w:rsidP="00FC12D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Рязанской области   в результате</w:t>
            </w:r>
          </w:p>
          <w:p w:rsidR="000A119E" w:rsidRPr="005805C2" w:rsidRDefault="000A119E" w:rsidP="00FC12DF">
            <w:pPr>
              <w:tabs>
                <w:tab w:val="left" w:pos="709"/>
              </w:tabs>
              <w:spacing w:line="228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5805C2">
              <w:rPr>
                <w:rFonts w:ascii="Times New Roman" w:hAnsi="Times New Roman"/>
              </w:rPr>
              <w:t>новых</w:t>
            </w:r>
            <w:proofErr w:type="gramEnd"/>
            <w:r w:rsidRPr="005805C2">
              <w:rPr>
                <w:rFonts w:ascii="Times New Roman" w:hAnsi="Times New Roman"/>
              </w:rPr>
              <w:t xml:space="preserve"> автомобильных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дорог на                   46,89431 км;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         3368,4 км </w:t>
            </w:r>
          </w:p>
          <w:p w:rsidR="000A119E" w:rsidRPr="005805C2" w:rsidRDefault="000A119E" w:rsidP="00FC12D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местного значения,</w:t>
            </w:r>
          </w:p>
          <w:p w:rsidR="000A119E" w:rsidRPr="005805C2" w:rsidRDefault="000A119E" w:rsidP="00FC12D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соответствующих</w:t>
            </w:r>
            <w:proofErr w:type="gramEnd"/>
            <w:r w:rsidRPr="005805C2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0A119E" w:rsidRPr="005805C2" w:rsidRDefault="000A119E" w:rsidP="00FC12DF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pacing w:val="-2"/>
              </w:rPr>
              <w:t>эксплуатационны</w:t>
            </w:r>
            <w:r w:rsidRPr="005805C2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0A119E" w:rsidRPr="005805C2" w:rsidRDefault="000A119E" w:rsidP="00500DAD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ввод в эксплуатацию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</w:p>
        </w:tc>
      </w:tr>
      <w:tr w:rsidR="000A119E" w:rsidRPr="005805C2" w:rsidTr="002D369E">
        <w:trPr>
          <w:cantSplit/>
          <w:trHeight w:val="167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6</w:t>
            </w:r>
            <w:r w:rsidR="00B0041C" w:rsidRPr="00114DB3">
              <w:rPr>
                <w:rFonts w:ascii="Times New Roman" w:hAnsi="Times New Roman"/>
              </w:rPr>
              <w:t>3</w:t>
            </w:r>
            <w:r w:rsidRPr="00114DB3">
              <w:rPr>
                <w:rFonts w:ascii="Times New Roman" w:hAnsi="Times New Roman"/>
              </w:rPr>
              <w:t>27983,68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9</w:t>
            </w:r>
            <w:r w:rsidR="000A119E" w:rsidRPr="00114DB3">
              <w:rPr>
                <w:rFonts w:ascii="Times New Roman" w:hAnsi="Times New Roman"/>
              </w:rPr>
              <w:t>03221,41906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2D369E">
        <w:trPr>
          <w:cantSplit/>
          <w:trHeight w:val="20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A4D0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8A4D0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19E" w:rsidRPr="005805C2" w:rsidRDefault="000A119E" w:rsidP="008A4D0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A4D0F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A119E" w:rsidRPr="005805C2" w:rsidRDefault="000A119E" w:rsidP="008A4D0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6</w:t>
            </w:r>
            <w:r w:rsidR="00B0041C" w:rsidRPr="00114DB3">
              <w:rPr>
                <w:rFonts w:ascii="Times New Roman" w:hAnsi="Times New Roman"/>
              </w:rPr>
              <w:t>3</w:t>
            </w:r>
            <w:r w:rsidRPr="00114DB3">
              <w:rPr>
                <w:rFonts w:ascii="Times New Roman" w:hAnsi="Times New Roman"/>
              </w:rPr>
              <w:t>27983,68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9</w:t>
            </w:r>
            <w:r w:rsidR="000A119E" w:rsidRPr="00114DB3">
              <w:rPr>
                <w:rFonts w:ascii="Times New Roman" w:hAnsi="Times New Roman"/>
              </w:rPr>
              <w:t>03221,41906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A4D0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8A4D0F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2D369E">
        <w:trPr>
          <w:cantSplit/>
          <w:trHeight w:val="1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на проектирование и строительство (реконструкцию) автомобильных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5805C2">
              <w:rPr>
                <w:rFonts w:ascii="Times New Roman" w:hAnsi="Times New Roman"/>
              </w:rPr>
              <w:t>с</w:t>
            </w:r>
            <w:proofErr w:type="gramEnd"/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твердым покрытием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 сельских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населенных пунктов, не имеющих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круглогодичной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связи с сетью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 пользования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2938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23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0A119E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450941" w:rsidRDefault="000A119E" w:rsidP="008229D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бюджетам муниципальных образований Рязанской области</w:t>
            </w:r>
          </w:p>
          <w:p w:rsidR="000A119E" w:rsidRPr="00450941" w:rsidRDefault="000A119E" w:rsidP="008229D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 строительство (реконструкцию),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</w:t>
            </w:r>
          </w:p>
          <w:p w:rsidR="000A119E" w:rsidRDefault="000A119E" w:rsidP="008229D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поручений Президента </w:t>
            </w:r>
          </w:p>
          <w:p w:rsidR="000A119E" w:rsidRPr="00450941" w:rsidRDefault="000A119E" w:rsidP="008229D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Российской</w:t>
            </w:r>
          </w:p>
          <w:p w:rsidR="000A119E" w:rsidRPr="00450941" w:rsidRDefault="000A119E" w:rsidP="008229D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Федерации,</w:t>
            </w:r>
          </w:p>
          <w:p w:rsidR="000A119E" w:rsidRPr="00450941" w:rsidRDefault="000A119E" w:rsidP="008229D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450941">
              <w:rPr>
                <w:rFonts w:ascii="Times New Roman" w:hAnsi="Times New Roman"/>
              </w:rPr>
              <w:t>содержащих</w:t>
            </w:r>
            <w:proofErr w:type="gramEnd"/>
            <w:r w:rsidRPr="00450941">
              <w:rPr>
                <w:rFonts w:ascii="Times New Roman" w:hAnsi="Times New Roman"/>
              </w:rPr>
              <w:t xml:space="preserve"> указание на их</w:t>
            </w:r>
          </w:p>
          <w:p w:rsidR="000A119E" w:rsidRPr="00450941" w:rsidRDefault="000A119E" w:rsidP="008229D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450941" w:rsidRDefault="000A119E" w:rsidP="008229D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450941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0A119E" w:rsidRPr="00450941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450941" w:rsidRDefault="000A119E" w:rsidP="008229D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450941" w:rsidRDefault="000A119E" w:rsidP="008229D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2780410,82875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36,72555 км после строительства 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местного значения с твердым покрытием, ведущих от сети автомобильных 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дорог общего пользования </w:t>
            </w:r>
            <w:proofErr w:type="gramStart"/>
            <w:r w:rsidRPr="005805C2">
              <w:rPr>
                <w:rFonts w:ascii="Times New Roman" w:hAnsi="Times New Roman"/>
              </w:rPr>
              <w:t>к</w:t>
            </w:r>
            <w:proofErr w:type="gramEnd"/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bookmarkStart w:id="1" w:name="_Hlk66350736"/>
            <w:r w:rsidRPr="005805C2">
              <w:rPr>
                <w:rFonts w:ascii="Times New Roman" w:hAnsi="Times New Roman"/>
              </w:rPr>
              <w:t>ближайшим общественно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значимым объектам сельских    населенных пунктов, а также к объектам производства и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сельскохозяйст</w:t>
            </w:r>
            <w:proofErr w:type="spellEnd"/>
            <w:r w:rsidRPr="005805C2">
              <w:rPr>
                <w:rFonts w:ascii="Times New Roman" w:hAnsi="Times New Roman"/>
              </w:rPr>
              <w:t>-венной</w:t>
            </w:r>
            <w:proofErr w:type="gramEnd"/>
            <w:r w:rsidRPr="005805C2">
              <w:rPr>
                <w:rFonts w:ascii="Times New Roman" w:hAnsi="Times New Roman"/>
              </w:rPr>
              <w:t xml:space="preserve"> продукции</w:t>
            </w:r>
            <w:bookmarkEnd w:id="1"/>
            <w:r w:rsidRPr="005805C2">
              <w:rPr>
                <w:rFonts w:ascii="Times New Roman" w:hAnsi="Times New Roman"/>
              </w:rPr>
              <w:t>;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8,271 км автомобильных 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дорог общего пользования местного значения    с твердым покрытием, ведущих от сети автомобильных 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дорог общего 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93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0A119E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450941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2780410,82875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450941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8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0A119E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A119E" w:rsidRPr="005805C2" w:rsidRDefault="000A119E" w:rsidP="008229D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9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0A119E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</w:t>
            </w:r>
            <w:r>
              <w:rPr>
                <w:rFonts w:ascii="Times New Roman" w:hAnsi="Times New Roman"/>
              </w:rPr>
              <w:t>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муниципальным образованиям на строительство (реконструкцию) автомобильных дорог общего пользования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местного значения </w:t>
            </w:r>
            <w:proofErr w:type="gramStart"/>
            <w:r w:rsidRPr="005805C2">
              <w:rPr>
                <w:rFonts w:ascii="Times New Roman" w:hAnsi="Times New Roman"/>
              </w:rPr>
              <w:t>с</w:t>
            </w:r>
            <w:proofErr w:type="gramEnd"/>
            <w:r w:rsidRPr="005805C2">
              <w:rPr>
                <w:rFonts w:ascii="Times New Roman" w:hAnsi="Times New Roman"/>
              </w:rPr>
              <w:t xml:space="preserve"> твердым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покрытием, ведущих от сети автомобильных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дорог общего пользования к ближайшим общественно значимым объектам сельских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населенных пунктов, а также к объектам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производства и переработки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5805C2">
              <w:rPr>
                <w:rFonts w:ascii="Times New Roman" w:hAnsi="Times New Roman"/>
              </w:rPr>
              <w:t>-ной</w:t>
            </w:r>
            <w:proofErr w:type="gramEnd"/>
            <w:r w:rsidRPr="005805C2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пользования </w:t>
            </w:r>
            <w:proofErr w:type="gramStart"/>
            <w:r w:rsidRPr="005805C2">
              <w:rPr>
                <w:rFonts w:ascii="Times New Roman" w:hAnsi="Times New Roman"/>
              </w:rPr>
              <w:t>к</w:t>
            </w:r>
            <w:proofErr w:type="gramEnd"/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общественно значимым объектам населенных пунктов, расположенных на сельских территориях,</w:t>
            </w:r>
          </w:p>
          <w:p w:rsidR="000A119E" w:rsidRPr="005805C2" w:rsidRDefault="000A119E" w:rsidP="000A119E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объектам производства и переработки продукции;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протяженность на </w:t>
            </w:r>
            <w:proofErr w:type="gramStart"/>
            <w:r w:rsidRPr="005805C2">
              <w:rPr>
                <w:rFonts w:ascii="Times New Roman" w:hAnsi="Times New Roman"/>
              </w:rPr>
              <w:t>сельских</w:t>
            </w:r>
            <w:proofErr w:type="gramEnd"/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 xml:space="preserve">территориях вновь построенных и приведенных в соответствие с нормативными требованиями 3 км автомобильных дорог общего пользования местного значения, введенных (переданных) в эксплуатацию, при </w:t>
            </w:r>
            <w:proofErr w:type="spellStart"/>
            <w:r w:rsidRPr="005805C2">
              <w:rPr>
                <w:rFonts w:ascii="Times New Roman" w:hAnsi="Times New Roman"/>
              </w:rPr>
              <w:t>софинансирова-нии</w:t>
            </w:r>
            <w:proofErr w:type="spellEnd"/>
            <w:r w:rsidRPr="005805C2">
              <w:rPr>
                <w:rFonts w:ascii="Times New Roman" w:hAnsi="Times New Roman"/>
              </w:rPr>
              <w:t xml:space="preserve"> работ по их строительству, реконструкции,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капитальному ремонту и ремонту,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разработана проектная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документация на строительство</w:t>
            </w:r>
            <w:proofErr w:type="gramEnd"/>
          </w:p>
        </w:tc>
      </w:tr>
      <w:tr w:rsidR="000A119E" w:rsidRPr="005805C2" w:rsidTr="000A119E">
        <w:trPr>
          <w:cantSplit/>
          <w:trHeight w:val="204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8229D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94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8229D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4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26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4.4.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образования –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городской округ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8229D3">
            <w:pPr>
              <w:spacing w:line="22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(реконструкцию) автомобильных дорог общего пользования местного значения в количестве 3 шт.</w:t>
            </w:r>
          </w:p>
        </w:tc>
      </w:tr>
      <w:tr w:rsidR="000A119E" w:rsidRPr="005805C2" w:rsidTr="000A119E">
        <w:trPr>
          <w:cantSplit/>
          <w:trHeight w:val="26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2791213,33484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750949,65706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776578,64692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45452D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2202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2202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2202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A119E" w:rsidRPr="005805C2" w:rsidRDefault="000A119E" w:rsidP="00C2202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2202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2791213,33484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750949,65706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776578,64692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2202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2202B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45452D">
        <w:trPr>
          <w:cantSplit/>
          <w:trHeight w:val="15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4.6.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строительство и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реконструкцию </w:t>
            </w:r>
            <w:proofErr w:type="gramStart"/>
            <w:r w:rsidRPr="005805C2">
              <w:rPr>
                <w:rFonts w:ascii="Times New Roman" w:hAnsi="Times New Roman"/>
              </w:rPr>
              <w:t>автомобильных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0A119E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45452D">
        <w:trPr>
          <w:cantSplit/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дорог общего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45452D">
        <w:trPr>
          <w:cantSplit/>
          <w:trHeight w:val="2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33" w:lineRule="auto"/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45452D">
        <w:trPr>
          <w:cantSplit/>
          <w:trHeight w:val="12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B318E7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строительство (реконструкцию), капитальный ремонт и ремонт автомобильных дорог общего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местного значения, ведущих от сети 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0A119E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64739,962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64739,962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 пользования к объектам, расположенным (планируемым к созданию) в сельских населенных пунктах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FF1CD5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FF1CD5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4.8.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на реализацию мероприятий по развитию транспортной инфраструктуры на сельских территориях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FF1CD5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FF1CD5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FF1CD5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FF1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FF1CD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FF1CD5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29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4.9.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</w:t>
            </w:r>
          </w:p>
          <w:p w:rsidR="000A119E" w:rsidRPr="005805C2" w:rsidRDefault="000A119E" w:rsidP="000A119E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реконструкцию, капитальный ремонт, ремонт и содержание социально значимых объектов - автомобильных дорог общего пользования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местного значения и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5A2A3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5A2A31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B0041C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</w:t>
            </w:r>
            <w:r w:rsidR="000A119E" w:rsidRPr="00114DB3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B0041C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</w:t>
            </w:r>
            <w:r w:rsidR="000A119E" w:rsidRPr="00114DB3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5A2A3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5A2A31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искусственных сооружений на них во исполнение правовых актов и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поручений Президента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Российской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Федерации,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5805C2">
              <w:rPr>
                <w:rFonts w:ascii="Times New Roman" w:hAnsi="Times New Roman"/>
              </w:rPr>
              <w:t>содержащих</w:t>
            </w:r>
            <w:proofErr w:type="gramEnd"/>
            <w:r w:rsidRPr="005805C2">
              <w:rPr>
                <w:rFonts w:ascii="Times New Roman" w:hAnsi="Times New Roman"/>
              </w:rPr>
              <w:t xml:space="preserve"> указание на их</w:t>
            </w:r>
          </w:p>
          <w:p w:rsidR="000A119E" w:rsidRPr="005805C2" w:rsidRDefault="000A119E" w:rsidP="000A119E">
            <w:pPr>
              <w:ind w:right="-6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B0041C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</w:t>
            </w:r>
            <w:r w:rsidR="000A119E" w:rsidRPr="00114DB3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B0041C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</w:t>
            </w:r>
            <w:r w:rsidR="000A119E" w:rsidRPr="00114DB3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DC54DC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6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0A119E" w:rsidRPr="005805C2" w:rsidRDefault="000A119E" w:rsidP="008229D3">
            <w:pPr>
              <w:ind w:right="-60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1049637,45944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145144,75379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136972,9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DC54DC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0A119E" w:rsidRPr="005805C2" w:rsidRDefault="000A119E" w:rsidP="00DC54DC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реализации</w:t>
            </w:r>
          </w:p>
        </w:tc>
      </w:tr>
      <w:tr w:rsidR="000A119E" w:rsidRPr="005805C2" w:rsidTr="000A119E">
        <w:trPr>
          <w:cantSplit/>
          <w:trHeight w:val="129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5805C2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493702,91698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40,311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мероприятий в области дорожного хозяйства, в том числе уплаты налогов и сборов</w:t>
            </w:r>
          </w:p>
        </w:tc>
      </w:tr>
      <w:tr w:rsidR="000A119E" w:rsidRPr="005805C2" w:rsidTr="00544265">
        <w:trPr>
          <w:cantSplit/>
          <w:trHeight w:val="129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555934,54246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145104,44279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136972,9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</w:tr>
      <w:tr w:rsidR="000A119E" w:rsidRPr="005805C2" w:rsidTr="00544265">
        <w:trPr>
          <w:cantSplit/>
          <w:trHeight w:val="9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комплексной схемы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5805C2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5805C2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транспортом Рязанской агломерации</w:t>
            </w:r>
          </w:p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8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6.1.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населения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spacing w:line="228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 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Задача 7.</w:t>
            </w:r>
          </w:p>
          <w:p w:rsidR="000A119E" w:rsidRPr="005805C2" w:rsidRDefault="000A119E" w:rsidP="000A119E">
            <w:pPr>
              <w:spacing w:line="216" w:lineRule="auto"/>
              <w:ind w:right="-4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Реализация регионального проекта «Дорожная сеть (Рязанская область)»,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направленного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достижение</w:t>
            </w:r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результатов реализации </w:t>
            </w:r>
            <w:proofErr w:type="gramStart"/>
            <w:r w:rsidRPr="005805C2">
              <w:rPr>
                <w:rFonts w:ascii="Times New Roman" w:hAnsi="Times New Roman"/>
              </w:rPr>
              <w:t>федерального</w:t>
            </w:r>
            <w:proofErr w:type="gramEnd"/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проекта «Дорожная сеть» в рамках</w:t>
            </w:r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национального </w:t>
            </w:r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21</w:t>
            </w:r>
            <w:r w:rsidR="00B0041C" w:rsidRPr="00114DB3">
              <w:rPr>
                <w:rFonts w:ascii="Times New Roman" w:hAnsi="Times New Roman"/>
              </w:rPr>
              <w:t>5</w:t>
            </w:r>
            <w:r w:rsidRPr="00114DB3">
              <w:rPr>
                <w:rFonts w:ascii="Times New Roman" w:hAnsi="Times New Roman"/>
              </w:rPr>
              <w:t>46884,37952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3153190,9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4600976,55449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B0041C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4921250,97401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2024 года: обеспечение доли автомобильных дорог регионального значения,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соответствующих</w:t>
            </w:r>
            <w:proofErr w:type="gramEnd"/>
            <w:r w:rsidRPr="005805C2">
              <w:rPr>
                <w:rFonts w:ascii="Times New Roman" w:hAnsi="Times New Roman"/>
              </w:rPr>
              <w:t xml:space="preserve"> нормативным требованиям до 26,51%;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доли автомобильных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дорог регионального и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значения, соответствующих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нормативным требованиям</w:t>
            </w:r>
            <w:r>
              <w:rPr>
                <w:rFonts w:ascii="Times New Roman" w:hAnsi="Times New Roman"/>
              </w:rPr>
              <w:t>,</w:t>
            </w:r>
            <w:r w:rsidRPr="005805C2">
              <w:rPr>
                <w:rFonts w:ascii="Times New Roman" w:hAnsi="Times New Roman"/>
              </w:rPr>
              <w:t xml:space="preserve"> до 47,35%;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обеспечение доли дорожной сети</w:t>
            </w: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5244690,9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2423190,9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1701500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737D75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50541D">
              <w:rPr>
                <w:rFonts w:ascii="Times New Roman" w:hAnsi="Times New Roman"/>
              </w:rPr>
              <w:t>16</w:t>
            </w:r>
            <w:r w:rsidR="00737D75" w:rsidRPr="0050541D">
              <w:rPr>
                <w:rFonts w:ascii="Times New Roman" w:hAnsi="Times New Roman"/>
              </w:rPr>
              <w:t>3</w:t>
            </w:r>
            <w:r w:rsidRPr="0050541D">
              <w:rPr>
                <w:rFonts w:ascii="Times New Roman" w:hAnsi="Times New Roman"/>
              </w:rPr>
              <w:t>02193,47952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3801</w:t>
            </w:r>
            <w:r w:rsidR="000A119E" w:rsidRPr="00114DB3">
              <w:rPr>
                <w:rFonts w:ascii="Times New Roman" w:hAnsi="Times New Roman"/>
              </w:rPr>
              <w:t>250,97401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7A2EF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16</w:t>
            </w:r>
            <w:r w:rsidR="00B0041C" w:rsidRPr="00114DB3">
              <w:rPr>
                <w:rFonts w:ascii="Times New Roman" w:hAnsi="Times New Roman"/>
              </w:rPr>
              <w:t>3</w:t>
            </w:r>
            <w:r w:rsidRPr="00114DB3">
              <w:rPr>
                <w:rFonts w:ascii="Times New Roman" w:hAnsi="Times New Roman"/>
              </w:rPr>
              <w:t>02193,47952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38</w:t>
            </w:r>
            <w:r w:rsidR="000A119E" w:rsidRPr="00114DB3">
              <w:rPr>
                <w:rFonts w:ascii="Times New Roman" w:hAnsi="Times New Roman"/>
              </w:rPr>
              <w:t>01250,97401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городских агломераций, </w:t>
            </w:r>
            <w:proofErr w:type="gramStart"/>
            <w:r w:rsidRPr="005805C2">
              <w:rPr>
                <w:rFonts w:ascii="Times New Roman" w:hAnsi="Times New Roman"/>
              </w:rPr>
              <w:t>находящейся</w:t>
            </w:r>
            <w:proofErr w:type="gramEnd"/>
            <w:r w:rsidRPr="005805C2">
              <w:rPr>
                <w:rFonts w:ascii="Times New Roman" w:hAnsi="Times New Roman"/>
              </w:rPr>
              <w:t xml:space="preserve"> в нормативном состоянии, до 92%;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доли отечественного оборудования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(товаров, работ, услуг) в общем объеме закупок до 70%;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доли автомобильных дорог федерального и регионального значения, работающих в режиме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перегрузки, до 3,36%;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сокращение количества мест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концентрации дорожно-транспортных происшествий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(аварийно-опасных участков) на дорожной сети до 80%;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сокращение количества мест концентрации дорожно-транспортных</w:t>
            </w:r>
            <w:r>
              <w:rPr>
                <w:rFonts w:ascii="Times New Roman" w:hAnsi="Times New Roman"/>
              </w:rPr>
              <w:t xml:space="preserve">  </w:t>
            </w:r>
            <w:r w:rsidRPr="005805C2">
              <w:rPr>
                <w:rFonts w:ascii="Times New Roman" w:hAnsi="Times New Roman"/>
              </w:rPr>
              <w:t>происшествий</w:t>
            </w:r>
          </w:p>
        </w:tc>
      </w:tr>
      <w:tr w:rsidR="000A119E" w:rsidRPr="005805C2" w:rsidTr="007A2EFE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5805C2">
              <w:rPr>
                <w:rFonts w:ascii="Times New Roman" w:hAnsi="Times New Roman"/>
                <w:spacing w:val="-2"/>
              </w:rPr>
              <w:t>межмуниципального</w:t>
            </w:r>
            <w:r w:rsidRPr="005805C2">
              <w:rPr>
                <w:rFonts w:ascii="Times New Roman" w:hAnsi="Times New Roman"/>
              </w:rPr>
              <w:t xml:space="preserve"> значения и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0A119E" w:rsidRPr="005805C2" w:rsidRDefault="000A119E" w:rsidP="000A119E">
            <w:pPr>
              <w:rPr>
                <w:rFonts w:ascii="Times New Roman" w:hAnsi="Times New Roman"/>
                <w:bCs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них</w:t>
            </w:r>
            <w:proofErr w:type="gramStart"/>
            <w:r w:rsidRPr="005805C2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154822,95055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32005C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0A119E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0A119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C03FF8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0A119E" w:rsidRPr="005805C2" w:rsidRDefault="000A119E" w:rsidP="008229D3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  <w:p w:rsidR="000A119E" w:rsidRPr="005805C2" w:rsidRDefault="000A119E" w:rsidP="000A119E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искусственных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Pr="005805C2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8229D3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15226408,06307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2824835,88778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3398893,81661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(аварийно-опасных участков) на дорожной сети Рязанской городской агломерации до 80%;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доли контрактов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осуществление дорожной деятельности в рамках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национального проекта, </w:t>
            </w:r>
            <w:proofErr w:type="gramStart"/>
            <w:r w:rsidRPr="005805C2">
              <w:rPr>
                <w:rFonts w:ascii="Times New Roman" w:hAnsi="Times New Roman"/>
              </w:rPr>
              <w:t>предусматриваю-</w:t>
            </w:r>
            <w:proofErr w:type="spellStart"/>
            <w:r w:rsidRPr="005805C2">
              <w:rPr>
                <w:rFonts w:ascii="Times New Roman" w:hAnsi="Times New Roman"/>
              </w:rPr>
              <w:t>щих</w:t>
            </w:r>
            <w:proofErr w:type="spellEnd"/>
            <w:proofErr w:type="gramEnd"/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использование новых технологий и материалов, включенных </w:t>
            </w:r>
            <w:proofErr w:type="gramStart"/>
            <w:r w:rsidRPr="005805C2">
              <w:rPr>
                <w:rFonts w:ascii="Times New Roman" w:hAnsi="Times New Roman"/>
              </w:rPr>
              <w:t>в</w:t>
            </w:r>
            <w:proofErr w:type="gramEnd"/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Реестр новых и наилучших технологий, материалов и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 xml:space="preserve">технологических решений повторного применения, % </w:t>
            </w:r>
            <w:proofErr w:type="gramStart"/>
            <w:r w:rsidRPr="005805C2">
              <w:rPr>
                <w:rFonts w:ascii="Times New Roman" w:hAnsi="Times New Roman"/>
              </w:rPr>
              <w:t>в</w:t>
            </w:r>
            <w:proofErr w:type="gramEnd"/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общем</w:t>
            </w:r>
            <w:proofErr w:type="gramEnd"/>
            <w:r w:rsidRPr="005805C2">
              <w:rPr>
                <w:rFonts w:ascii="Times New Roman" w:hAnsi="Times New Roman"/>
              </w:rPr>
              <w:t xml:space="preserve"> объеме новых государственных контрактов на выполнение работ по капитальному ремонту, ремонту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и содержанию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автомобильных дорог, до 20%;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доли</w:t>
            </w:r>
          </w:p>
        </w:tc>
      </w:tr>
      <w:tr w:rsidR="000A119E" w:rsidRPr="005805C2" w:rsidTr="00C03FF8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бюджет,      из них: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3395600,238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C03FF8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509511,52101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446608,61098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92725D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11830807,82507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2668893,81661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11830807,82507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2668893,81661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3865732,97551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1109680,62728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294302,91167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283884,84561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531492,87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контрактов на осуществление дорожной деятельности в рамках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национального проекта,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предусматриваю-</w:t>
            </w:r>
            <w:proofErr w:type="spellStart"/>
            <w:r w:rsidRPr="005805C2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выполнение работ на принципах контракта жизненного цикла, предусматриваю-</w:t>
            </w:r>
            <w:proofErr w:type="spellStart"/>
            <w:r w:rsidRPr="005805C2">
              <w:rPr>
                <w:rFonts w:ascii="Times New Roman" w:hAnsi="Times New Roman"/>
              </w:rPr>
              <w:t>щего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объединение в один контракт различных видов</w:t>
            </w:r>
          </w:p>
          <w:p w:rsidR="000A119E" w:rsidRPr="005805C2" w:rsidRDefault="000A119E" w:rsidP="000A119E">
            <w:pPr>
              <w:pStyle w:val="af3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дорожных работ, % в общем объеме новых государственных контрактов на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выполнение работ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по капитальному ремонту, ремонту и содержанию автомобильных дорог, до 20%; обеспечение доли объектов, на которых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предусматривае</w:t>
            </w:r>
            <w:proofErr w:type="gramStart"/>
            <w:r w:rsidRPr="005805C2">
              <w:rPr>
                <w:rFonts w:ascii="Times New Roman" w:hAnsi="Times New Roman"/>
              </w:rPr>
              <w:t>т-</w:t>
            </w:r>
            <w:proofErr w:type="gramEnd"/>
            <w:r w:rsidRPr="005805C2">
              <w:rPr>
                <w:rFonts w:ascii="Times New Roman" w:hAnsi="Times New Roman"/>
              </w:rPr>
              <w:t xml:space="preserve"> </w:t>
            </w:r>
            <w:proofErr w:type="spellStart"/>
            <w:r w:rsidRPr="005805C2">
              <w:rPr>
                <w:rFonts w:ascii="Times New Roman" w:hAnsi="Times New Roman"/>
              </w:rPr>
              <w:t>ся</w:t>
            </w:r>
            <w:proofErr w:type="spellEnd"/>
            <w:r w:rsidRPr="005805C2">
              <w:rPr>
                <w:rFonts w:ascii="Times New Roman" w:hAnsi="Times New Roman"/>
              </w:rPr>
              <w:t xml:space="preserve"> использование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новых и наилучших технологий, включенных в Реестр</w:t>
            </w:r>
            <w:r w:rsidRPr="005805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05C2">
              <w:rPr>
                <w:rFonts w:ascii="Times New Roman" w:hAnsi="Times New Roman"/>
              </w:rPr>
              <w:t>новых и наилучших технологий,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материалов и технологических решений</w:t>
            </w: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7.3.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 на реконструкцию, капитальный ремонт,</w:t>
            </w:r>
          </w:p>
          <w:p w:rsidR="000A119E" w:rsidRPr="005805C2" w:rsidRDefault="000A119E" w:rsidP="000A119E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ремонт и содержание социально </w:t>
            </w:r>
            <w:proofErr w:type="gramStart"/>
            <w:r w:rsidRPr="005805C2">
              <w:rPr>
                <w:rFonts w:ascii="Times New Roman" w:hAnsi="Times New Roman"/>
              </w:rPr>
              <w:t>значимых</w:t>
            </w:r>
            <w:proofErr w:type="gramEnd"/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объектов –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автомобильных дорог общего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пользования местного значения и искусственных сооружений на них во исполнение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правовых актов и поручений Президента Российской Федерации,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5805C2">
              <w:rPr>
                <w:rFonts w:ascii="Times New Roman" w:hAnsi="Times New Roman"/>
              </w:rPr>
              <w:t>содержащих</w:t>
            </w:r>
            <w:proofErr w:type="gramEnd"/>
            <w:r w:rsidRPr="005805C2">
              <w:rPr>
                <w:rFonts w:ascii="Times New Roman" w:hAnsi="Times New Roman"/>
              </w:rPr>
              <w:t xml:space="preserve"> указание на их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8229D3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8229D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1724869,09191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335169,09191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0A119E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1724869,09191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335169,09191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7.4.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108"/>
              <w:rPr>
                <w:rFonts w:ascii="Times New Roman" w:eastAsia="MS Mincho" w:hAnsi="Times New Roman"/>
              </w:rPr>
            </w:pPr>
            <w:r w:rsidRPr="005805C2">
              <w:rPr>
                <w:rFonts w:ascii="Times New Roman" w:eastAsia="MS Mincho" w:hAnsi="Times New Roman"/>
              </w:rPr>
              <w:t>Субсидии бюджетам муниципальных образований Рязанской области</w:t>
            </w:r>
          </w:p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eastAsia="MS Mincho" w:hAnsi="Times New Roman"/>
              </w:rPr>
              <w:t xml:space="preserve">на отдельные мероприятия по модернизации дорожной инфраструктуры в городских агломерациях, </w:t>
            </w:r>
            <w:proofErr w:type="gramStart"/>
            <w:r w:rsidRPr="005805C2">
              <w:rPr>
                <w:rFonts w:ascii="Times New Roman" w:eastAsia="MS Mincho" w:hAnsi="Times New Roman"/>
              </w:rPr>
              <w:t>осуществляемые</w:t>
            </w:r>
            <w:proofErr w:type="gramEnd"/>
            <w:r w:rsidRPr="005805C2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2938B8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2938B8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1147105,906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180605,906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90150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повторного применения, до 40%;</w:t>
            </w:r>
          </w:p>
          <w:p w:rsidR="000A119E" w:rsidRPr="005805C2" w:rsidRDefault="000A119E" w:rsidP="00901500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обеспечение доли контрактов жизненного цикла, предусматриваю-</w:t>
            </w:r>
          </w:p>
          <w:p w:rsidR="000A119E" w:rsidRPr="005805C2" w:rsidRDefault="000A119E" w:rsidP="00D22FB3">
            <w:pPr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5805C2">
              <w:rPr>
                <w:rFonts w:ascii="Times New Roman" w:hAnsi="Times New Roman"/>
              </w:rPr>
              <w:t>щих</w:t>
            </w:r>
            <w:proofErr w:type="spellEnd"/>
            <w:r w:rsidRPr="005805C2">
              <w:rPr>
                <w:rFonts w:ascii="Times New Roman" w:hAnsi="Times New Roman"/>
              </w:rPr>
              <w:t xml:space="preserve"> выполнение работ по строительству, реконструкции, капитальному</w:t>
            </w:r>
          </w:p>
        </w:tc>
      </w:tr>
      <w:tr w:rsidR="000A119E" w:rsidRPr="005805C2" w:rsidTr="000A119E">
        <w:trPr>
          <w:cantSplit/>
          <w:trHeight w:val="2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2938B8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2938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2938B8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2938B8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2938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D22FB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ремонту автомобильных дорог регионального (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межмуниципаль</w:t>
            </w:r>
            <w:r>
              <w:rPr>
                <w:rFonts w:ascii="Times New Roman" w:hAnsi="Times New Roman"/>
              </w:rPr>
              <w:t>-</w:t>
            </w:r>
            <w:r w:rsidRPr="005805C2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>) значения, до 25%;</w:t>
            </w:r>
          </w:p>
          <w:p w:rsidR="000A119E" w:rsidRPr="005805C2" w:rsidRDefault="000A119E" w:rsidP="00D22FB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внедрение интеллектуальных транспортных систем, </w:t>
            </w:r>
            <w:proofErr w:type="gramStart"/>
            <w:r w:rsidRPr="005805C2">
              <w:rPr>
                <w:rFonts w:ascii="Times New Roman" w:hAnsi="Times New Roman"/>
              </w:rPr>
              <w:t>предусматриваю-</w:t>
            </w:r>
            <w:proofErr w:type="spellStart"/>
            <w:r w:rsidRPr="005805C2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автоматизацию процессов управления дорожным движением в городских агломерациях,</w:t>
            </w:r>
          </w:p>
        </w:tc>
      </w:tr>
      <w:tr w:rsidR="000A119E" w:rsidRPr="005805C2" w:rsidTr="000A119E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1147105,906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180605,906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  <w:r w:rsidRPr="005805C2">
              <w:rPr>
                <w:rFonts w:ascii="Times New Roman" w:eastAsia="MS Mincho" w:hAnsi="Times New Roman"/>
              </w:rPr>
              <w:t>Отдельные мероприятия по модернизации дорожной инфраструктуры в городских агломерациях,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8229D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всего, </w:t>
            </w: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1118251,2514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441751,2514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включающих города с населением свыше </w:t>
            </w:r>
            <w:r w:rsidRPr="005805C2">
              <w:rPr>
                <w:rFonts w:ascii="Times New Roman" w:hAnsi="Times New Roman"/>
                <w:spacing w:val="-4"/>
              </w:rPr>
              <w:t>300 тысяч человек -</w:t>
            </w:r>
            <w:r w:rsidRPr="005805C2">
              <w:rPr>
                <w:rFonts w:ascii="Times New Roman" w:hAnsi="Times New Roman"/>
              </w:rPr>
              <w:t xml:space="preserve"> 1 шт.; </w:t>
            </w:r>
          </w:p>
          <w:p w:rsidR="000A119E" w:rsidRPr="005805C2" w:rsidRDefault="000A119E" w:rsidP="008229D3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размещение автоматических</w:t>
            </w:r>
            <w:r>
              <w:rPr>
                <w:rFonts w:ascii="Times New Roman" w:hAnsi="Times New Roman"/>
              </w:rPr>
              <w:t xml:space="preserve"> пунктов</w:t>
            </w:r>
          </w:p>
        </w:tc>
      </w:tr>
      <w:tr w:rsidR="000A119E" w:rsidRPr="005805C2" w:rsidTr="000A119E">
        <w:trPr>
          <w:cantSplit/>
          <w:trHeight w:val="1425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  <w:r w:rsidRPr="005805C2">
              <w:rPr>
                <w:rFonts w:ascii="Times New Roman" w:eastAsia="MS Mincho" w:hAnsi="Times New Roman"/>
              </w:rPr>
              <w:t>осуществляемые в том числе во исполнение указаний, поручений или актов Президента Российской Федерации и (или) Правительства Российской Федерации</w:t>
            </w:r>
            <w:proofErr w:type="gramStart"/>
            <w:r w:rsidRPr="005805C2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695894,094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209394,094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весогабаритного контроля транспортных средств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  <w:r w:rsidRPr="005805C2">
              <w:rPr>
                <w:rFonts w:ascii="Times New Roman" w:hAnsi="Times New Roman"/>
              </w:rPr>
              <w:t xml:space="preserve"> автомобильных</w:t>
            </w: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дорогах</w:t>
            </w:r>
            <w:proofErr w:type="gramEnd"/>
            <w:r w:rsidRPr="005805C2">
              <w:rPr>
                <w:rFonts w:ascii="Times New Roman" w:hAnsi="Times New Roman"/>
              </w:rPr>
              <w:t xml:space="preserve">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межмуници-пального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 - 9 шт.;</w:t>
            </w: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установка</w:t>
            </w:r>
          </w:p>
          <w:p w:rsidR="000A119E" w:rsidRPr="005805C2" w:rsidRDefault="000A119E" w:rsidP="00C92153">
            <w:pPr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стационарных камер </w:t>
            </w:r>
            <w:proofErr w:type="spellStart"/>
            <w:r w:rsidRPr="005805C2">
              <w:rPr>
                <w:rFonts w:ascii="Times New Roman" w:hAnsi="Times New Roman"/>
              </w:rPr>
              <w:t>фотовидеофикса-ции</w:t>
            </w:r>
            <w:proofErr w:type="spellEnd"/>
            <w:r w:rsidRPr="005805C2">
              <w:rPr>
                <w:rFonts w:ascii="Times New Roman" w:hAnsi="Times New Roman"/>
              </w:rPr>
              <w:t xml:space="preserve"> нарушений правил </w:t>
            </w:r>
            <w:proofErr w:type="gramStart"/>
            <w:r w:rsidRPr="005805C2">
              <w:rPr>
                <w:rFonts w:ascii="Times New Roman" w:hAnsi="Times New Roman"/>
              </w:rPr>
              <w:t>дорожного</w:t>
            </w:r>
            <w:proofErr w:type="gramEnd"/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движения на автомобильных дорогах федерального,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</w:t>
            </w:r>
            <w:proofErr w:type="spellEnd"/>
            <w:r w:rsidRPr="005805C2">
              <w:rPr>
                <w:rFonts w:ascii="Times New Roman" w:hAnsi="Times New Roman"/>
              </w:rPr>
              <w:t>-</w:t>
            </w:r>
          </w:p>
          <w:p w:rsidR="000A119E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  <w:proofErr w:type="spellStart"/>
            <w:r w:rsidRPr="005805C2">
              <w:rPr>
                <w:rFonts w:ascii="Times New Roman" w:hAnsi="Times New Roman"/>
              </w:rPr>
              <w:t>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, местного значения </w:t>
            </w:r>
            <w:proofErr w:type="gramStart"/>
            <w:r w:rsidRPr="005805C2">
              <w:rPr>
                <w:rFonts w:ascii="Times New Roman" w:hAnsi="Times New Roman"/>
              </w:rPr>
              <w:t>до</w:t>
            </w:r>
            <w:proofErr w:type="gramEnd"/>
            <w:r w:rsidRPr="005805C2">
              <w:rPr>
                <w:rFonts w:ascii="Times New Roman" w:hAnsi="Times New Roman"/>
              </w:rPr>
              <w:t xml:space="preserve"> </w:t>
            </w: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243 шт./311,54%</w:t>
            </w:r>
          </w:p>
        </w:tc>
      </w:tr>
      <w:tr w:rsidR="000A119E" w:rsidRPr="005805C2" w:rsidTr="000A119E">
        <w:trPr>
          <w:cantSplit/>
          <w:trHeight w:val="144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бюджет,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3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2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7.6.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  <w:proofErr w:type="gramStart"/>
            <w:r w:rsidRPr="005805C2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21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A119E" w:rsidRPr="005805C2" w:rsidTr="00901500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Default="000A119E" w:rsidP="005805C2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5805C2">
              <w:rPr>
                <w:rFonts w:ascii="Times New Roman" w:hAnsi="Times New Roman"/>
                <w:spacing w:val="-4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901500">
        <w:trPr>
          <w:cantSplit/>
          <w:trHeight w:val="15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lastRenderedPageBreak/>
              <w:t>7.7.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B0041C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21</w:t>
            </w:r>
            <w:r w:rsidR="000A119E"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C92153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5</w:t>
            </w:r>
            <w:r w:rsidR="000A119E"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D22FB3">
        <w:trPr>
          <w:cantSplit/>
          <w:trHeight w:val="141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3A2791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3A27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</w:t>
            </w:r>
            <w:r w:rsidR="00B0041C" w:rsidRPr="00114DB3">
              <w:rPr>
                <w:rFonts w:ascii="Times New Roman" w:hAnsi="Times New Roman"/>
              </w:rPr>
              <w:t>1</w:t>
            </w:r>
            <w:r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5</w:t>
            </w:r>
            <w:r w:rsidR="000A119E"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ind w:right="-11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B0041C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2</w:t>
            </w:r>
            <w:r w:rsidR="00B0041C" w:rsidRPr="00114DB3">
              <w:rPr>
                <w:rFonts w:ascii="Times New Roman" w:hAnsi="Times New Roman"/>
              </w:rPr>
              <w:t>1</w:t>
            </w:r>
            <w:r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114DB3" w:rsidRDefault="00B0041C" w:rsidP="003A2791">
            <w:pPr>
              <w:jc w:val="center"/>
              <w:rPr>
                <w:rFonts w:ascii="Times New Roman" w:hAnsi="Times New Roman"/>
              </w:rPr>
            </w:pPr>
            <w:r w:rsidRPr="00114DB3">
              <w:rPr>
                <w:rFonts w:ascii="Times New Roman" w:hAnsi="Times New Roman"/>
              </w:rPr>
              <w:t>5</w:t>
            </w:r>
            <w:r w:rsidR="000A119E" w:rsidRPr="00114DB3">
              <w:rPr>
                <w:rFonts w:ascii="Times New Roman" w:hAnsi="Times New Roman"/>
              </w:rPr>
              <w:t>14830,90809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3A2791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3A279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A119E" w:rsidRPr="005805C2" w:rsidTr="00D51B9F">
        <w:trPr>
          <w:cantSplit/>
          <w:trHeight w:val="1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3A2791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A119E" w:rsidRPr="005805C2" w:rsidRDefault="000A119E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Задача 8.</w:t>
            </w:r>
          </w:p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Реализация регионального проекта «</w:t>
            </w:r>
            <w:proofErr w:type="gramStart"/>
            <w:r w:rsidRPr="005805C2">
              <w:rPr>
                <w:rFonts w:ascii="Times New Roman" w:hAnsi="Times New Roman"/>
              </w:rPr>
              <w:t>Общесистемные</w:t>
            </w:r>
            <w:proofErr w:type="gramEnd"/>
          </w:p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меры развития </w:t>
            </w:r>
          </w:p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дорожного хозяйства (Рязанская область)»,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направленного на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достижение реализации</w:t>
            </w:r>
          </w:p>
          <w:p w:rsidR="000A119E" w:rsidRPr="005805C2" w:rsidRDefault="000A119E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федерального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проекта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0A119E" w:rsidRPr="005805C2" w:rsidRDefault="000A119E" w:rsidP="000A119E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хозяйства»</w:t>
            </w:r>
          </w:p>
          <w:p w:rsidR="000A119E" w:rsidRPr="005805C2" w:rsidRDefault="000A119E" w:rsidP="000A119E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рамках</w:t>
            </w:r>
          </w:p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национального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проекта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3A27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788921,70079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162679,538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к концу 2024 года: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обеспечение </w:t>
            </w:r>
          </w:p>
          <w:p w:rsidR="000A119E" w:rsidRPr="005805C2" w:rsidRDefault="000A119E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доли контрактов на осуществление дорожной деятельности в рамках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националь-ного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проекта,</w:t>
            </w:r>
          </w:p>
          <w:p w:rsidR="000A119E" w:rsidRPr="005805C2" w:rsidRDefault="000A119E" w:rsidP="003A279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предусматриваю-</w:t>
            </w:r>
            <w:proofErr w:type="spellStart"/>
            <w:r w:rsidRPr="005805C2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</w:t>
            </w:r>
            <w:proofErr w:type="spellStart"/>
            <w:r w:rsidRPr="005805C2">
              <w:rPr>
                <w:rFonts w:ascii="Times New Roman" w:hAnsi="Times New Roman"/>
              </w:rPr>
              <w:t>использова-ние</w:t>
            </w:r>
            <w:proofErr w:type="spellEnd"/>
            <w:r w:rsidRPr="005805C2">
              <w:rPr>
                <w:rFonts w:ascii="Times New Roman" w:hAnsi="Times New Roman"/>
              </w:rPr>
              <w:t xml:space="preserve"> новых техно-логий и </w:t>
            </w:r>
            <w:proofErr w:type="spellStart"/>
            <w:r w:rsidRPr="005805C2">
              <w:rPr>
                <w:rFonts w:ascii="Times New Roman" w:hAnsi="Times New Roman"/>
              </w:rPr>
              <w:t>материа</w:t>
            </w:r>
            <w:proofErr w:type="spellEnd"/>
            <w:r w:rsidRPr="005805C2">
              <w:rPr>
                <w:rFonts w:ascii="Times New Roman" w:hAnsi="Times New Roman"/>
              </w:rPr>
              <w:t>-</w:t>
            </w:r>
          </w:p>
          <w:p w:rsidR="000A119E" w:rsidRPr="005805C2" w:rsidRDefault="00E87BED" w:rsidP="008229D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лов, включенных в Р</w:t>
            </w:r>
            <w:r w:rsidR="000A119E" w:rsidRPr="005805C2">
              <w:rPr>
                <w:rFonts w:ascii="Times New Roman" w:hAnsi="Times New Roman"/>
              </w:rPr>
              <w:t xml:space="preserve">еестр новых и наилучших технологий, материалов и технологических решений </w:t>
            </w:r>
            <w:proofErr w:type="gramStart"/>
            <w:r w:rsidR="000A119E" w:rsidRPr="005805C2">
              <w:rPr>
                <w:rFonts w:ascii="Times New Roman" w:hAnsi="Times New Roman"/>
              </w:rPr>
              <w:t>повтор-</w:t>
            </w:r>
            <w:proofErr w:type="spellStart"/>
            <w:r w:rsidR="000A119E" w:rsidRPr="005805C2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="000A119E" w:rsidRPr="005805C2">
              <w:rPr>
                <w:rFonts w:ascii="Times New Roman" w:hAnsi="Times New Roman"/>
              </w:rPr>
              <w:t xml:space="preserve"> применения,</w:t>
            </w:r>
            <w:r w:rsidR="000A119E">
              <w:rPr>
                <w:rFonts w:ascii="Times New Roman" w:hAnsi="Times New Roman"/>
              </w:rPr>
              <w:t xml:space="preserve"> </w:t>
            </w:r>
            <w:r w:rsidR="000A119E" w:rsidRPr="005805C2">
              <w:rPr>
                <w:rFonts w:ascii="Times New Roman" w:hAnsi="Times New Roman"/>
              </w:rPr>
              <w:t>до 80% в общем объеме новых</w:t>
            </w:r>
          </w:p>
        </w:tc>
      </w:tr>
      <w:tr w:rsidR="000A119E" w:rsidRPr="005805C2" w:rsidTr="000A119E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8229D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E87BED" w:rsidRPr="005805C2" w:rsidTr="000A119E">
        <w:trPr>
          <w:cantSplit/>
          <w:trHeight w:val="1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Default="00E87BED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«Безопасные и качественные автомобильные дороги», в том числе</w:t>
            </w:r>
            <w:r>
              <w:rPr>
                <w:rFonts w:ascii="Times New Roman" w:hAnsi="Times New Roman"/>
              </w:rPr>
              <w:t>:</w:t>
            </w:r>
          </w:p>
          <w:p w:rsidR="00E87BED" w:rsidRPr="000A119E" w:rsidRDefault="00E87BED" w:rsidP="000A119E">
            <w:pPr>
              <w:ind w:right="-103"/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      из них:</w:t>
            </w:r>
          </w:p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308921,70079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государственных контрактов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  <w:r w:rsidRPr="005805C2">
              <w:rPr>
                <w:rFonts w:ascii="Times New Roman" w:hAnsi="Times New Roman"/>
              </w:rPr>
              <w:t xml:space="preserve"> </w:t>
            </w:r>
          </w:p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выполнение работ по </w:t>
            </w:r>
            <w:proofErr w:type="gramStart"/>
            <w:r w:rsidRPr="005805C2">
              <w:rPr>
                <w:rFonts w:ascii="Times New Roman" w:hAnsi="Times New Roman"/>
              </w:rPr>
              <w:t>капитальному</w:t>
            </w:r>
            <w:proofErr w:type="gramEnd"/>
            <w:r w:rsidRPr="005805C2">
              <w:rPr>
                <w:rFonts w:ascii="Times New Roman" w:hAnsi="Times New Roman"/>
              </w:rPr>
              <w:t xml:space="preserve"> </w:t>
            </w:r>
          </w:p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доли контрактов</w:t>
            </w:r>
          </w:p>
          <w:p w:rsidR="00E87BED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на осуществление дорожной деятельности в рамках национального проекта,</w:t>
            </w:r>
          </w:p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>предусматрива</w:t>
            </w:r>
            <w:proofErr w:type="gramStart"/>
            <w:r w:rsidRPr="00B318E7">
              <w:rPr>
                <w:rFonts w:ascii="Times New Roman" w:hAnsi="Times New Roman"/>
              </w:rPr>
              <w:t>ю-</w:t>
            </w:r>
            <w:proofErr w:type="gramEnd"/>
            <w:r w:rsidRPr="00B318E7">
              <w:rPr>
                <w:rFonts w:ascii="Times New Roman" w:hAnsi="Times New Roman"/>
              </w:rPr>
              <w:t xml:space="preserve"> </w:t>
            </w:r>
            <w:proofErr w:type="spellStart"/>
            <w:r w:rsidRPr="00B318E7">
              <w:rPr>
                <w:rFonts w:ascii="Times New Roman" w:hAnsi="Times New Roman"/>
              </w:rPr>
              <w:t>щих</w:t>
            </w:r>
            <w:proofErr w:type="spellEnd"/>
            <w:r w:rsidRPr="00B318E7">
              <w:rPr>
                <w:rFonts w:ascii="Times New Roman" w:hAnsi="Times New Roman"/>
              </w:rPr>
              <w:t xml:space="preserve"> выполнение работ на </w:t>
            </w:r>
            <w:proofErr w:type="spellStart"/>
            <w:r w:rsidRPr="00B318E7">
              <w:rPr>
                <w:rFonts w:ascii="Times New Roman" w:hAnsi="Times New Roman"/>
              </w:rPr>
              <w:t>принци</w:t>
            </w:r>
            <w:proofErr w:type="spellEnd"/>
            <w:r w:rsidRPr="00B318E7">
              <w:rPr>
                <w:rFonts w:ascii="Times New Roman" w:hAnsi="Times New Roman"/>
              </w:rPr>
              <w:t>-пах контракта жизненного цикла,</w:t>
            </w:r>
          </w:p>
          <w:p w:rsidR="00E87BED" w:rsidRPr="00B318E7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>предусматриваю-</w:t>
            </w:r>
          </w:p>
          <w:p w:rsidR="00E87BED" w:rsidRPr="00B318E7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B318E7">
              <w:rPr>
                <w:rFonts w:ascii="Times New Roman" w:hAnsi="Times New Roman"/>
              </w:rPr>
              <w:t>щих</w:t>
            </w:r>
            <w:proofErr w:type="spellEnd"/>
            <w:r w:rsidRPr="00B318E7">
              <w:rPr>
                <w:rFonts w:ascii="Times New Roman" w:hAnsi="Times New Roman"/>
              </w:rPr>
              <w:t xml:space="preserve"> объединение</w:t>
            </w:r>
          </w:p>
          <w:p w:rsidR="00E87BED" w:rsidRPr="005805C2" w:rsidRDefault="00E87BED" w:rsidP="000A119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>в один контракт</w:t>
            </w:r>
          </w:p>
          <w:p w:rsidR="00E87BED" w:rsidRPr="00B318E7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 xml:space="preserve">различных видов </w:t>
            </w:r>
          </w:p>
          <w:p w:rsidR="00E87BED" w:rsidRPr="00B318E7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 xml:space="preserve">дорожных работ,         до 70% в общем объеме новых государственных контрактов на выполнение работ по </w:t>
            </w:r>
            <w:proofErr w:type="gramStart"/>
            <w:r w:rsidRPr="00B318E7">
              <w:rPr>
                <w:rFonts w:ascii="Times New Roman" w:hAnsi="Times New Roman"/>
              </w:rPr>
              <w:t>капитальному</w:t>
            </w:r>
            <w:proofErr w:type="gramEnd"/>
          </w:p>
          <w:p w:rsidR="00E87BED" w:rsidRPr="00B318E7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E87BED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внедрение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интел-лектуальных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транспортных систем на </w:t>
            </w:r>
            <w:proofErr w:type="spellStart"/>
            <w:r w:rsidRPr="005805C2">
              <w:rPr>
                <w:rFonts w:ascii="Times New Roman" w:hAnsi="Times New Roman"/>
              </w:rPr>
              <w:t>террито-рии</w:t>
            </w:r>
            <w:proofErr w:type="spellEnd"/>
            <w:r w:rsidRPr="005805C2">
              <w:rPr>
                <w:rFonts w:ascii="Times New Roman" w:hAnsi="Times New Roman"/>
              </w:rPr>
              <w:t xml:space="preserve"> Рязанской области - 1 шт.;</w:t>
            </w:r>
          </w:p>
          <w:p w:rsidR="00E82A09" w:rsidRPr="005805C2" w:rsidRDefault="00E82A09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размещение </w:t>
            </w:r>
            <w:proofErr w:type="gramStart"/>
            <w:r w:rsidRPr="005805C2">
              <w:rPr>
                <w:rFonts w:ascii="Times New Roman" w:hAnsi="Times New Roman"/>
              </w:rPr>
              <w:t>автоматических</w:t>
            </w:r>
            <w:proofErr w:type="gramEnd"/>
          </w:p>
        </w:tc>
      </w:tr>
      <w:tr w:rsidR="00E87BED" w:rsidRPr="005805C2" w:rsidTr="000A119E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0A119E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308921,70079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E87BED" w:rsidRPr="005805C2" w:rsidTr="009447A1">
        <w:trPr>
          <w:cantSplit/>
          <w:trHeight w:val="1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Субсидии бюджетам муниципальных образований Рязанской области на капитальный ремонт, ремонт и содержание социально значимых объектов -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местного значения и искусственных сооружений на них во исполнение </w:t>
            </w:r>
          </w:p>
          <w:p w:rsidR="00E87BED" w:rsidRPr="005805C2" w:rsidRDefault="00E87BED" w:rsidP="000A119E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правовых актов и</w:t>
            </w:r>
          </w:p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поручений</w:t>
            </w:r>
          </w:p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Президента Российской Федерации, Правительства 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Российской Федерации,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Губернатора Рязанской области и Правительства</w:t>
            </w:r>
            <w:r>
              <w:rPr>
                <w:rFonts w:ascii="Times New Roman" w:hAnsi="Times New Roman"/>
              </w:rPr>
              <w:t xml:space="preserve"> </w:t>
            </w:r>
            <w:r w:rsidRPr="005805C2">
              <w:rPr>
                <w:rFonts w:ascii="Times New Roman" w:hAnsi="Times New Roman"/>
              </w:rPr>
              <w:t>Рязанской области,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87BED" w:rsidRPr="005805C2" w:rsidRDefault="00E87BED" w:rsidP="008229D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E87BED" w:rsidRPr="005805C2" w:rsidTr="000A119E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Default="00E87BED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87BED" w:rsidRPr="005805C2" w:rsidRDefault="00E87BED" w:rsidP="008229D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E87BED" w:rsidRPr="005805C2" w:rsidTr="000A119E">
        <w:trPr>
          <w:cantSplit/>
          <w:trHeight w:val="5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87BED" w:rsidRDefault="00E87BED" w:rsidP="008229D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87BED" w:rsidRPr="005805C2" w:rsidRDefault="00E87BED" w:rsidP="000A119E">
            <w:pPr>
              <w:ind w:right="-108"/>
              <w:rPr>
                <w:rFonts w:ascii="Times New Roman" w:hAnsi="Times New Roman"/>
              </w:rPr>
            </w:pPr>
            <w:proofErr w:type="gramStart"/>
            <w:r w:rsidRPr="005805C2">
              <w:rPr>
                <w:rFonts w:ascii="Times New Roman" w:hAnsi="Times New Roman"/>
              </w:rPr>
              <w:t>содержащих</w:t>
            </w:r>
            <w:proofErr w:type="gramEnd"/>
            <w:r w:rsidRPr="005805C2">
              <w:rPr>
                <w:rFonts w:ascii="Times New Roman" w:hAnsi="Times New Roman"/>
              </w:rPr>
              <w:t xml:space="preserve"> указание на их 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87BED" w:rsidRPr="005805C2" w:rsidRDefault="00E87BED" w:rsidP="008229D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8229D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E87BED" w:rsidRPr="005805C2" w:rsidRDefault="00E87BED" w:rsidP="008229D3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87BED" w:rsidRPr="000A119E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</w:pPr>
            <w:r w:rsidRPr="005805C2">
              <w:rPr>
                <w:rFonts w:ascii="Times New Roman" w:hAnsi="Times New Roman"/>
              </w:rPr>
              <w:t xml:space="preserve">пунктов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весогаба-ритного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контроля транспортных</w:t>
            </w:r>
          </w:p>
        </w:tc>
      </w:tr>
      <w:tr w:rsidR="00E87BED" w:rsidRPr="005805C2" w:rsidTr="00843F67">
        <w:trPr>
          <w:cantSplit/>
          <w:trHeight w:val="9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5805C2">
              <w:rPr>
                <w:rFonts w:ascii="Times New Roman" w:hAnsi="Times New Roman"/>
                <w:spacing w:val="-2"/>
              </w:rPr>
              <w:t>межмуниципального</w:t>
            </w:r>
            <w:r w:rsidRPr="005805C2">
              <w:rPr>
                <w:rFonts w:ascii="Times New Roman" w:hAnsi="Times New Roman"/>
              </w:rPr>
              <w:t xml:space="preserve"> значения и </w:t>
            </w:r>
          </w:p>
          <w:p w:rsidR="00E87BED" w:rsidRPr="005805C2" w:rsidRDefault="00E87BED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5805C2">
              <w:rPr>
                <w:rFonts w:ascii="Times New Roman" w:hAnsi="Times New Roman"/>
              </w:rPr>
              <w:t>на</w:t>
            </w:r>
            <w:proofErr w:type="gramEnd"/>
          </w:p>
          <w:p w:rsidR="00E87BED" w:rsidRPr="005805C2" w:rsidRDefault="00E87BED" w:rsidP="00C92153">
            <w:pPr>
              <w:rPr>
                <w:rFonts w:ascii="Times New Roman" w:hAnsi="Times New Roman"/>
                <w:bCs/>
                <w:vertAlign w:val="superscript"/>
              </w:rPr>
            </w:pPr>
            <w:r w:rsidRPr="005805C2">
              <w:rPr>
                <w:rFonts w:ascii="Times New Roman" w:hAnsi="Times New Roman"/>
              </w:rPr>
              <w:t>них</w:t>
            </w:r>
            <w:proofErr w:type="gramStart"/>
            <w:r w:rsidRPr="005805C2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E87BED" w:rsidRPr="005805C2" w:rsidRDefault="00E87BED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87BED" w:rsidRPr="005805C2" w:rsidRDefault="00E87BED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E87BED" w:rsidRPr="005805C2" w:rsidRDefault="00E87BED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392512,3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188512,3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средств на </w:t>
            </w:r>
            <w:proofErr w:type="spellStart"/>
            <w:proofErr w:type="gramStart"/>
            <w:r w:rsidRPr="005805C2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5805C2">
              <w:rPr>
                <w:rFonts w:ascii="Times New Roman" w:hAnsi="Times New Roman"/>
              </w:rPr>
              <w:t xml:space="preserve"> дорогах</w:t>
            </w:r>
          </w:p>
          <w:p w:rsidR="00E87BED" w:rsidRPr="005805C2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межмуниципально</w:t>
            </w:r>
            <w:proofErr w:type="spellEnd"/>
            <w:r w:rsidRPr="005805C2">
              <w:rPr>
                <w:rFonts w:ascii="Times New Roman" w:hAnsi="Times New Roman"/>
              </w:rPr>
              <w:t>-</w:t>
            </w:r>
          </w:p>
          <w:p w:rsidR="00E87BED" w:rsidRDefault="00E87BED" w:rsidP="00E87BED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5805C2">
              <w:rPr>
                <w:rFonts w:ascii="Times New Roman" w:hAnsi="Times New Roman"/>
              </w:rPr>
              <w:t>го</w:t>
            </w:r>
            <w:proofErr w:type="spellEnd"/>
            <w:r w:rsidRPr="005805C2">
              <w:rPr>
                <w:rFonts w:ascii="Times New Roman" w:hAnsi="Times New Roman"/>
              </w:rPr>
              <w:t xml:space="preserve"> значения </w:t>
            </w:r>
            <w:r>
              <w:rPr>
                <w:rFonts w:ascii="Times New Roman" w:hAnsi="Times New Roman"/>
              </w:rPr>
              <w:t>–</w:t>
            </w:r>
            <w:r w:rsidRPr="005805C2">
              <w:rPr>
                <w:rFonts w:ascii="Times New Roman" w:hAnsi="Times New Roman"/>
              </w:rPr>
              <w:t xml:space="preserve"> </w:t>
            </w:r>
          </w:p>
          <w:p w:rsidR="00E87BED" w:rsidRDefault="00E87BED" w:rsidP="00E87BED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9 шт.; </w:t>
            </w:r>
          </w:p>
          <w:p w:rsidR="00E82A09" w:rsidRDefault="00E82A09" w:rsidP="00E87BED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E87BED" w:rsidRPr="005805C2">
              <w:rPr>
                <w:rFonts w:ascii="Times New Roman" w:hAnsi="Times New Roman"/>
              </w:rPr>
              <w:t>становка</w:t>
            </w:r>
          </w:p>
          <w:p w:rsidR="00E82A09" w:rsidRDefault="00E82A09" w:rsidP="00E87BED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B318E7">
              <w:rPr>
                <w:rFonts w:ascii="Times New Roman" w:hAnsi="Times New Roman"/>
              </w:rPr>
              <w:t xml:space="preserve">стационарных камер </w:t>
            </w:r>
            <w:proofErr w:type="spellStart"/>
            <w:r w:rsidRPr="00B318E7">
              <w:rPr>
                <w:rFonts w:ascii="Times New Roman" w:hAnsi="Times New Roman"/>
              </w:rPr>
              <w:t>фотовидеофикса-ции</w:t>
            </w:r>
            <w:proofErr w:type="spellEnd"/>
            <w:r w:rsidRPr="00B318E7">
              <w:rPr>
                <w:rFonts w:ascii="Times New Roman" w:hAnsi="Times New Roman"/>
              </w:rPr>
              <w:t xml:space="preserve"> нарушений правил </w:t>
            </w:r>
            <w:proofErr w:type="gramStart"/>
            <w:r w:rsidRPr="00B318E7">
              <w:rPr>
                <w:rFonts w:ascii="Times New Roman" w:hAnsi="Times New Roman"/>
              </w:rPr>
              <w:t>дорожного</w:t>
            </w:r>
            <w:proofErr w:type="gramEnd"/>
          </w:p>
          <w:p w:rsidR="00E87BED" w:rsidRDefault="00E87BED" w:rsidP="00E87BED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движения на автомобильных дорогах федерального, регионального или </w:t>
            </w:r>
            <w:proofErr w:type="spellStart"/>
            <w:r w:rsidRPr="005805C2">
              <w:rPr>
                <w:rFonts w:ascii="Times New Roman" w:hAnsi="Times New Roman"/>
              </w:rPr>
              <w:t>межмуниципал</w:t>
            </w:r>
            <w:proofErr w:type="gramStart"/>
            <w:r w:rsidRPr="005805C2">
              <w:rPr>
                <w:rFonts w:ascii="Times New Roman" w:hAnsi="Times New Roman"/>
              </w:rPr>
              <w:t>ь</w:t>
            </w:r>
            <w:proofErr w:type="spellEnd"/>
            <w:r w:rsidRPr="005805C2"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805C2">
              <w:rPr>
                <w:rFonts w:ascii="Times New Roman" w:hAnsi="Times New Roman"/>
              </w:rPr>
              <w:t>ного</w:t>
            </w:r>
            <w:proofErr w:type="spellEnd"/>
            <w:r w:rsidRPr="005805C2">
              <w:rPr>
                <w:rFonts w:ascii="Times New Roman" w:hAnsi="Times New Roman"/>
              </w:rPr>
              <w:t xml:space="preserve">, местного значения до </w:t>
            </w:r>
          </w:p>
          <w:p w:rsidR="00E87BED" w:rsidRPr="005805C2" w:rsidRDefault="00E87BED" w:rsidP="00E82A0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243 шт./311% </w:t>
            </w:r>
          </w:p>
        </w:tc>
      </w:tr>
      <w:tr w:rsidR="00E87BED" w:rsidRPr="005805C2" w:rsidTr="00DD447F">
        <w:trPr>
          <w:cantSplit/>
          <w:trHeight w:val="1246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E87BED" w:rsidRPr="005805C2" w:rsidRDefault="00E87BED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254512,3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E87BED" w:rsidRPr="005805C2" w:rsidTr="00DD447F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87BED" w:rsidRPr="005805C2" w:rsidRDefault="00E87BED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7BED" w:rsidRPr="005805C2" w:rsidRDefault="00E87BED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E87BED" w:rsidRPr="005805C2" w:rsidRDefault="00E87BED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</w:t>
            </w:r>
            <w:r>
              <w:rPr>
                <w:rFonts w:ascii="Times New Roman" w:hAnsi="Times New Roman"/>
              </w:rPr>
              <w:t>,</w:t>
            </w:r>
            <w:r w:rsidRPr="005805C2">
              <w:rPr>
                <w:rFonts w:ascii="Times New Roman" w:hAnsi="Times New Roman"/>
              </w:rPr>
              <w:t xml:space="preserve">      из них:</w:t>
            </w:r>
          </w:p>
          <w:p w:rsidR="00E87BED" w:rsidRPr="005805C2" w:rsidRDefault="00E87BED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87BED" w:rsidRPr="005805C2" w:rsidRDefault="00E87BED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87BED" w:rsidRPr="005805C2" w:rsidRDefault="00E87BED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901500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5805C2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0A119E">
        <w:trPr>
          <w:cantSplit/>
          <w:trHeight w:val="13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0A119E" w:rsidRPr="005805C2" w:rsidRDefault="000A119E" w:rsidP="00C92153">
            <w:pPr>
              <w:ind w:right="-103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5805C2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сооружений на них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266921,70079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7BED">
        <w:trPr>
          <w:cantSplit/>
          <w:trHeight w:val="139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96000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7BED">
        <w:trPr>
          <w:cantSplit/>
          <w:trHeight w:val="14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областной бюджет</w:t>
            </w:r>
            <w:r>
              <w:rPr>
                <w:rFonts w:ascii="Times New Roman" w:hAnsi="Times New Roman"/>
              </w:rPr>
              <w:t>,</w:t>
            </w:r>
            <w:r w:rsidRPr="005805C2">
              <w:rPr>
                <w:rFonts w:ascii="Times New Roman" w:hAnsi="Times New Roman"/>
              </w:rPr>
              <w:t xml:space="preserve">      из них: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170921,70079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7BED">
        <w:trPr>
          <w:cantSplit/>
          <w:trHeight w:val="12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</w:t>
            </w:r>
            <w:r w:rsidRPr="005805C2">
              <w:rPr>
                <w:rFonts w:ascii="Times New Roman" w:hAnsi="Times New Roman"/>
                <w:spacing w:val="-2"/>
              </w:rPr>
              <w:t>ассигнования</w:t>
            </w:r>
            <w:r w:rsidRPr="005805C2">
              <w:rPr>
                <w:rFonts w:ascii="Times New Roman" w:hAnsi="Times New Roman"/>
              </w:rPr>
              <w:t xml:space="preserve"> дорожного фонда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170921,70079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901500">
        <w:trPr>
          <w:cantSplit/>
          <w:trHeight w:val="15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8.4.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на внедрение автоматизированных и роботизированных технологий организации дорожного движения и </w:t>
            </w:r>
            <w:proofErr w:type="gramStart"/>
            <w:r w:rsidRPr="005805C2">
              <w:rPr>
                <w:rFonts w:ascii="Times New Roman" w:hAnsi="Times New Roman"/>
              </w:rPr>
              <w:t>контроля за</w:t>
            </w:r>
            <w:proofErr w:type="gramEnd"/>
            <w:r w:rsidRPr="005805C2">
              <w:rPr>
                <w:rFonts w:ascii="Times New Roman" w:hAnsi="Times New Roman"/>
              </w:rPr>
              <w:t xml:space="preserve"> соблюдением правил дорожного движения 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всего,</w:t>
            </w:r>
          </w:p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2A09">
        <w:trPr>
          <w:cantSplit/>
          <w:trHeight w:val="155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57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(внедрение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человек)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2A09">
        <w:trPr>
          <w:cantSplit/>
          <w:trHeight w:val="1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ИТОГО,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в том числе:</w:t>
            </w: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74120602,14239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hanging="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7038851,46016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9060186,07507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9325388,0468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10437223,13075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17645689,44075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E82A09">
        <w:trPr>
          <w:cantSplit/>
          <w:trHeight w:val="1498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федеральный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бюджет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18559746,74717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2743710,7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2134543,34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1415463,5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1728420,0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6800899,61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5805C2">
        <w:trPr>
          <w:cantSplit/>
          <w:trHeight w:val="14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областной бюджет, 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из них: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55560855,39522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4640781,3327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6925642,73507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7909924,5468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8708803,13075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10844789,83075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A119E" w:rsidRPr="005805C2" w:rsidTr="00544265">
        <w:trPr>
          <w:cantSplit/>
          <w:trHeight w:val="15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119E" w:rsidRPr="005805C2" w:rsidRDefault="000A119E" w:rsidP="00C9215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ind w:right="-108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  <w:p w:rsidR="000A119E" w:rsidRPr="005805C2" w:rsidRDefault="000A119E" w:rsidP="00C9215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54509467,93578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4478583,1327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6780497,98128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7772951,6468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8708803,13075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10844789,83075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A119E" w:rsidRPr="005805C2" w:rsidRDefault="000A119E" w:rsidP="00C9215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9E" w:rsidRPr="005805C2" w:rsidRDefault="000A119E" w:rsidP="00C921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</w:tbl>
    <w:p w:rsidR="000A119E" w:rsidRDefault="000A119E" w:rsidP="00A023A3">
      <w:pPr>
        <w:ind w:left="-142"/>
        <w:jc w:val="both"/>
        <w:rPr>
          <w:rFonts w:ascii="Times New Roman" w:hAnsi="Times New Roman"/>
          <w:sz w:val="6"/>
          <w:szCs w:val="6"/>
          <w:vertAlign w:val="superscript"/>
        </w:rPr>
      </w:pPr>
    </w:p>
    <w:p w:rsidR="002856AA" w:rsidRPr="005805C2" w:rsidRDefault="009960AC" w:rsidP="00A023A3">
      <w:pPr>
        <w:ind w:left="284"/>
        <w:jc w:val="both"/>
        <w:rPr>
          <w:rFonts w:ascii="Times New Roman" w:hAnsi="Times New Roman"/>
        </w:rPr>
      </w:pPr>
      <w:proofErr w:type="gramStart"/>
      <w:r w:rsidRPr="005805C2">
        <w:rPr>
          <w:rFonts w:ascii="Times New Roman" w:hAnsi="Times New Roman"/>
          <w:vertAlign w:val="superscript"/>
        </w:rPr>
        <w:t>1</w:t>
      </w:r>
      <w:r w:rsidR="00D26F51" w:rsidRPr="005805C2">
        <w:rPr>
          <w:rFonts w:ascii="Times New Roman" w:hAnsi="Times New Roman"/>
        </w:rPr>
        <w:t> </w:t>
      </w:r>
      <w:r w:rsidR="00BC2F0E" w:rsidRPr="005805C2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 w:rsidRPr="005805C2">
        <w:rPr>
          <w:rFonts w:ascii="Times New Roman" w:hAnsi="Times New Roman"/>
        </w:rPr>
        <w:t xml:space="preserve"> и федерального</w:t>
      </w:r>
      <w:r w:rsidR="00CC31A1" w:rsidRPr="005805C2">
        <w:rPr>
          <w:rFonts w:ascii="Times New Roman" w:hAnsi="Times New Roman"/>
        </w:rPr>
        <w:t xml:space="preserve"> бюджетов</w:t>
      </w:r>
      <w:r w:rsidR="00BC2F0E" w:rsidRPr="005805C2">
        <w:rPr>
          <w:rFonts w:ascii="Times New Roman" w:hAnsi="Times New Roman"/>
        </w:rPr>
        <w:t>.</w:t>
      </w:r>
      <w:proofErr w:type="gramEnd"/>
    </w:p>
    <w:p w:rsidR="00BC2F0E" w:rsidRPr="005805C2" w:rsidRDefault="009960AC" w:rsidP="00A023A3">
      <w:pPr>
        <w:ind w:left="-142" w:firstLine="42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  <w:vertAlign w:val="superscript"/>
        </w:rPr>
        <w:t>2</w:t>
      </w:r>
      <w:r w:rsidR="00D26F51" w:rsidRPr="005805C2">
        <w:rPr>
          <w:rFonts w:ascii="Times New Roman" w:hAnsi="Times New Roman"/>
        </w:rPr>
        <w:t> </w:t>
      </w:r>
      <w:r w:rsidR="00BC2F0E" w:rsidRPr="005805C2">
        <w:rPr>
          <w:rFonts w:ascii="Times New Roman" w:hAnsi="Times New Roman"/>
        </w:rPr>
        <w:t>Планируемые объемы фи</w:t>
      </w:r>
      <w:r w:rsidR="00B662EF" w:rsidRPr="005805C2">
        <w:rPr>
          <w:rFonts w:ascii="Times New Roman" w:hAnsi="Times New Roman"/>
        </w:rPr>
        <w:t>нансирования приведены в таблиц</w:t>
      </w:r>
      <w:r w:rsidR="0071487E" w:rsidRPr="005805C2">
        <w:rPr>
          <w:rFonts w:ascii="Times New Roman" w:hAnsi="Times New Roman"/>
        </w:rPr>
        <w:t>е</w:t>
      </w:r>
      <w:r w:rsidR="00A131D5" w:rsidRPr="005805C2">
        <w:rPr>
          <w:rFonts w:ascii="Times New Roman" w:hAnsi="Times New Roman"/>
        </w:rPr>
        <w:t xml:space="preserve"> № </w:t>
      </w:r>
      <w:r w:rsidR="00B662EF" w:rsidRPr="005805C2">
        <w:rPr>
          <w:rFonts w:ascii="Times New Roman" w:hAnsi="Times New Roman"/>
        </w:rPr>
        <w:t>2.1</w:t>
      </w:r>
      <w:r w:rsidR="00BC2F0E" w:rsidRPr="005805C2">
        <w:rPr>
          <w:rFonts w:ascii="Times New Roman" w:hAnsi="Times New Roman"/>
        </w:rPr>
        <w:t>.</w:t>
      </w:r>
    </w:p>
    <w:p w:rsidR="00BC2F0E" w:rsidRPr="005805C2" w:rsidRDefault="00A97CB9" w:rsidP="00A023A3">
      <w:pPr>
        <w:spacing w:line="226" w:lineRule="auto"/>
        <w:ind w:left="-142" w:firstLine="42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  <w:vertAlign w:val="superscript"/>
        </w:rPr>
        <w:t>3</w:t>
      </w:r>
      <w:r w:rsidR="00D26F51" w:rsidRPr="005805C2">
        <w:rPr>
          <w:rFonts w:ascii="Times New Roman" w:hAnsi="Times New Roman"/>
        </w:rPr>
        <w:t> </w:t>
      </w:r>
      <w:r w:rsidR="00BC2F0E" w:rsidRPr="005805C2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</w:p>
    <w:p w:rsidR="00E24EE7" w:rsidRPr="005805C2" w:rsidRDefault="00A97CB9" w:rsidP="00A023A3">
      <w:pPr>
        <w:ind w:left="-142" w:firstLine="42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  <w:vertAlign w:val="superscript"/>
        </w:rPr>
        <w:t>4</w:t>
      </w:r>
      <w:r w:rsidR="00D26F51" w:rsidRPr="005805C2">
        <w:rPr>
          <w:rFonts w:ascii="Times New Roman" w:hAnsi="Times New Roman"/>
        </w:rPr>
        <w:t> </w:t>
      </w:r>
      <w:r w:rsidR="00BC2F0E" w:rsidRPr="005805C2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2938B8" w:rsidRPr="005805C2" w:rsidRDefault="00E24EE7" w:rsidP="00A023A3">
      <w:pPr>
        <w:ind w:left="284"/>
        <w:jc w:val="both"/>
        <w:rPr>
          <w:rFonts w:ascii="Times New Roman" w:hAnsi="Times New Roman"/>
        </w:rPr>
      </w:pPr>
      <w:proofErr w:type="gramStart"/>
      <w:r w:rsidRPr="005805C2">
        <w:rPr>
          <w:rFonts w:ascii="Times New Roman" w:hAnsi="Times New Roman"/>
          <w:vertAlign w:val="superscript"/>
        </w:rPr>
        <w:t>5</w:t>
      </w:r>
      <w:r w:rsidR="00D26F51" w:rsidRPr="005805C2">
        <w:rPr>
          <w:rFonts w:ascii="Times New Roman" w:hAnsi="Times New Roman"/>
        </w:rPr>
        <w:t> </w:t>
      </w:r>
      <w:r w:rsidRPr="005805C2">
        <w:rPr>
          <w:rFonts w:ascii="Times New Roman" w:hAnsi="Times New Roman"/>
        </w:rPr>
        <w:t>Средства областного бюджета, источником финансового обеспечения котор</w:t>
      </w:r>
      <w:r w:rsidR="00BE2105" w:rsidRPr="005805C2">
        <w:rPr>
          <w:rFonts w:ascii="Times New Roman" w:hAnsi="Times New Roman"/>
        </w:rPr>
        <w:t>ых</w:t>
      </w:r>
      <w:r w:rsidRPr="005805C2"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 w:rsidRPr="005805C2">
        <w:rPr>
          <w:rFonts w:ascii="Times New Roman" w:hAnsi="Times New Roman"/>
        </w:rPr>
        <w:t>,</w:t>
      </w:r>
      <w:r w:rsidRPr="005805C2">
        <w:rPr>
          <w:rFonts w:ascii="Times New Roman" w:hAnsi="Times New Roman"/>
        </w:rPr>
        <w:t xml:space="preserve"> расходуются на строительство автодороги «Шацк - </w:t>
      </w:r>
      <w:proofErr w:type="spellStart"/>
      <w:r w:rsidRPr="005805C2">
        <w:rPr>
          <w:rFonts w:ascii="Times New Roman" w:hAnsi="Times New Roman"/>
        </w:rPr>
        <w:t>Касимов</w:t>
      </w:r>
      <w:proofErr w:type="spellEnd"/>
      <w:r w:rsidRPr="005805C2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5805C2">
        <w:rPr>
          <w:rFonts w:ascii="Times New Roman" w:hAnsi="Times New Roman"/>
        </w:rPr>
        <w:t>Кадом</w:t>
      </w:r>
      <w:proofErr w:type="spellEnd"/>
      <w:r w:rsidRPr="005805C2">
        <w:rPr>
          <w:rFonts w:ascii="Times New Roman" w:hAnsi="Times New Roman"/>
        </w:rPr>
        <w:t>», 1 очередь</w:t>
      </w:r>
      <w:r w:rsidR="00D26F51" w:rsidRPr="005805C2">
        <w:rPr>
          <w:rFonts w:ascii="Times New Roman" w:hAnsi="Times New Roman"/>
        </w:rPr>
        <w:t xml:space="preserve"> </w:t>
      </w:r>
      <w:r w:rsidRPr="005805C2">
        <w:rPr>
          <w:rFonts w:ascii="Times New Roman" w:hAnsi="Times New Roman"/>
        </w:rPr>
        <w:t>(1 пусковой комплекс)</w:t>
      </w:r>
      <w:r w:rsidR="00BE2105" w:rsidRPr="005805C2">
        <w:rPr>
          <w:rFonts w:ascii="Times New Roman" w:hAnsi="Times New Roman"/>
        </w:rPr>
        <w:t xml:space="preserve"> (подпункт </w:t>
      </w:r>
      <w:r w:rsidRPr="005805C2">
        <w:rPr>
          <w:rFonts w:ascii="Times New Roman" w:hAnsi="Times New Roman"/>
        </w:rPr>
        <w:t>1</w:t>
      </w:r>
      <w:r w:rsidR="00CE6967" w:rsidRPr="005805C2">
        <w:rPr>
          <w:rFonts w:ascii="Times New Roman" w:hAnsi="Times New Roman"/>
        </w:rPr>
        <w:t>2</w:t>
      </w:r>
      <w:r w:rsidRPr="005805C2">
        <w:rPr>
          <w:rFonts w:ascii="Times New Roman" w:hAnsi="Times New Roman"/>
        </w:rPr>
        <w:t>.1 таблицы</w:t>
      </w:r>
      <w:proofErr w:type="gramEnd"/>
      <w:r w:rsidRPr="005805C2">
        <w:rPr>
          <w:rFonts w:ascii="Times New Roman" w:hAnsi="Times New Roman"/>
        </w:rPr>
        <w:t xml:space="preserve"> № 4</w:t>
      </w:r>
      <w:r w:rsidR="00BE2105" w:rsidRPr="005805C2">
        <w:rPr>
          <w:rFonts w:ascii="Times New Roman" w:hAnsi="Times New Roman"/>
        </w:rPr>
        <w:t>)</w:t>
      </w:r>
      <w:r w:rsidRPr="005805C2">
        <w:rPr>
          <w:rFonts w:ascii="Times New Roman" w:hAnsi="Times New Roman"/>
        </w:rPr>
        <w:t>.</w:t>
      </w:r>
    </w:p>
    <w:p w:rsidR="00BC2F0E" w:rsidRPr="005805C2" w:rsidRDefault="002938B8" w:rsidP="00A023A3">
      <w:pPr>
        <w:ind w:left="284"/>
        <w:jc w:val="both"/>
        <w:rPr>
          <w:rFonts w:ascii="Times New Roman" w:hAnsi="Times New Roman"/>
        </w:rPr>
      </w:pPr>
      <w:proofErr w:type="gramStart"/>
      <w:r w:rsidRPr="005805C2">
        <w:rPr>
          <w:rFonts w:ascii="Times New Roman" w:hAnsi="Times New Roman"/>
          <w:vertAlign w:val="superscript"/>
        </w:rPr>
        <w:t>6</w:t>
      </w:r>
      <w:r w:rsidR="00655C8A" w:rsidRPr="005805C2">
        <w:rPr>
          <w:rFonts w:ascii="Times New Roman" w:hAnsi="Times New Roman"/>
        </w:rPr>
        <w:t> Средства областного бюджета, источником финансового обеспечения которых являются иные межбюджетные трансферты</w:t>
      </w:r>
      <w:r w:rsidR="00712E54" w:rsidRPr="005805C2">
        <w:rPr>
          <w:rFonts w:ascii="Times New Roman" w:hAnsi="Times New Roman"/>
        </w:rPr>
        <w:t xml:space="preserve"> из федерального бюджета</w:t>
      </w:r>
      <w:r w:rsidR="00655C8A" w:rsidRPr="005805C2">
        <w:rPr>
          <w:rFonts w:ascii="Times New Roman" w:hAnsi="Times New Roman"/>
        </w:rPr>
        <w:t>, предоставляемые на достижение целевых показателей региональных программ</w:t>
      </w:r>
      <w:r w:rsidR="0045452D" w:rsidRPr="005805C2">
        <w:rPr>
          <w:rFonts w:ascii="Times New Roman" w:hAnsi="Times New Roman"/>
        </w:rPr>
        <w:t>,</w:t>
      </w:r>
      <w:r w:rsidR="00655C8A" w:rsidRPr="005805C2">
        <w:rPr>
          <w:rFonts w:ascii="Times New Roman" w:hAnsi="Times New Roman"/>
        </w:rPr>
        <w:t xml:space="preserve"> </w:t>
      </w:r>
      <w:r w:rsidR="0045452D" w:rsidRPr="005805C2">
        <w:rPr>
          <w:rStyle w:val="fontstyle01"/>
          <w:color w:val="auto"/>
          <w:sz w:val="20"/>
          <w:szCs w:val="20"/>
        </w:rPr>
        <w:t>предусматривающих мероприятия, по строительству, реконструкции, капитальному ремонту и ремонту уникальных искусственных дорожных сооружений</w:t>
      </w:r>
      <w:r w:rsidR="00655C8A" w:rsidRPr="005805C2">
        <w:rPr>
          <w:rFonts w:ascii="Times New Roman" w:hAnsi="Times New Roman"/>
        </w:rPr>
        <w:t xml:space="preserve">, </w:t>
      </w:r>
      <w:r w:rsidR="0045452D" w:rsidRPr="005805C2">
        <w:rPr>
          <w:rFonts w:ascii="Times New Roman" w:hAnsi="Times New Roman"/>
        </w:rPr>
        <w:t>планируется направить</w:t>
      </w:r>
      <w:r w:rsidR="00655C8A" w:rsidRPr="005805C2">
        <w:rPr>
          <w:rFonts w:ascii="Times New Roman" w:hAnsi="Times New Roman"/>
        </w:rPr>
        <w:t xml:space="preserve"> на строительство </w:t>
      </w:r>
      <w:r w:rsidR="0045452D" w:rsidRPr="005805C2">
        <w:rPr>
          <w:rFonts w:ascii="Times New Roman" w:hAnsi="Times New Roman"/>
        </w:rPr>
        <w:t xml:space="preserve">мостового перехода через реку Ока от автодороги Шереметьево - </w:t>
      </w:r>
      <w:proofErr w:type="spellStart"/>
      <w:r w:rsidR="0045452D" w:rsidRPr="005805C2">
        <w:rPr>
          <w:rFonts w:ascii="Times New Roman" w:hAnsi="Times New Roman"/>
        </w:rPr>
        <w:t>Дядьково</w:t>
      </w:r>
      <w:proofErr w:type="spellEnd"/>
      <w:r w:rsidR="0045452D" w:rsidRPr="005805C2">
        <w:rPr>
          <w:rFonts w:ascii="Times New Roman" w:hAnsi="Times New Roman"/>
        </w:rPr>
        <w:t xml:space="preserve"> - Вышгород - Наумово - </w:t>
      </w:r>
      <w:proofErr w:type="spellStart"/>
      <w:r w:rsidR="0045452D" w:rsidRPr="005805C2">
        <w:rPr>
          <w:rFonts w:ascii="Times New Roman" w:hAnsi="Times New Roman"/>
        </w:rPr>
        <w:t>Гавердово</w:t>
      </w:r>
      <w:proofErr w:type="spellEnd"/>
      <w:r w:rsidR="0045452D" w:rsidRPr="005805C2">
        <w:rPr>
          <w:rFonts w:ascii="Times New Roman" w:hAnsi="Times New Roman"/>
        </w:rPr>
        <w:t xml:space="preserve"> до автомобильной дороги Рязань (от села </w:t>
      </w:r>
      <w:proofErr w:type="spellStart"/>
      <w:r w:rsidR="0045452D" w:rsidRPr="005805C2">
        <w:rPr>
          <w:rFonts w:ascii="Times New Roman" w:hAnsi="Times New Roman"/>
        </w:rPr>
        <w:t>Шумашь</w:t>
      </w:r>
      <w:proofErr w:type="spellEnd"/>
      <w:r w:rsidR="0045452D" w:rsidRPr="005805C2">
        <w:rPr>
          <w:rFonts w:ascii="Times New Roman" w:hAnsi="Times New Roman"/>
        </w:rPr>
        <w:t>) - Спасск-Рязанский - Ижевское</w:t>
      </w:r>
      <w:proofErr w:type="gramEnd"/>
      <w:r w:rsidR="0045452D" w:rsidRPr="005805C2">
        <w:rPr>
          <w:rFonts w:ascii="Times New Roman" w:hAnsi="Times New Roman"/>
        </w:rPr>
        <w:t xml:space="preserve"> - Лакаш в Рязанском районе Рязанской области</w:t>
      </w:r>
      <w:r w:rsidR="00E0679C" w:rsidRPr="005805C2">
        <w:rPr>
          <w:rFonts w:ascii="Times New Roman" w:hAnsi="Times New Roman"/>
        </w:rPr>
        <w:t>.</w:t>
      </w:r>
    </w:p>
    <w:p w:rsidR="004C419C" w:rsidRPr="005805C2" w:rsidRDefault="00BE7C21" w:rsidP="00A023A3">
      <w:pPr>
        <w:jc w:val="right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lastRenderedPageBreak/>
        <w:t>Т</w:t>
      </w:r>
      <w:r w:rsidR="005E4735" w:rsidRPr="005805C2">
        <w:rPr>
          <w:rFonts w:ascii="Times New Roman" w:hAnsi="Times New Roman"/>
          <w:sz w:val="28"/>
          <w:szCs w:val="28"/>
        </w:rPr>
        <w:t>аблица № 2.1</w:t>
      </w:r>
    </w:p>
    <w:p w:rsidR="00866788" w:rsidRPr="005805C2" w:rsidRDefault="00866788" w:rsidP="00A023A3">
      <w:pPr>
        <w:jc w:val="center"/>
        <w:rPr>
          <w:rFonts w:ascii="Times New Roman" w:hAnsi="Times New Roman"/>
          <w:sz w:val="28"/>
          <w:szCs w:val="28"/>
        </w:rPr>
      </w:pPr>
    </w:p>
    <w:p w:rsidR="004C419C" w:rsidRPr="005805C2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Планируемые объемы финансирования </w:t>
      </w:r>
    </w:p>
    <w:p w:rsidR="004C419C" w:rsidRPr="005805C2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по содержанию автомобильных дорог общего пользования регионального или  </w:t>
      </w:r>
    </w:p>
    <w:p w:rsidR="004C419C" w:rsidRPr="005805C2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</w:t>
      </w:r>
      <w:r w:rsidR="006250E8" w:rsidRPr="005805C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по муниципальным образованиям Рязанской области </w:t>
      </w:r>
      <w:r w:rsidRPr="005805C2">
        <w:rPr>
          <w:rFonts w:ascii="Times New Roman" w:hAnsi="Times New Roman"/>
          <w:sz w:val="28"/>
          <w:szCs w:val="28"/>
        </w:rPr>
        <w:t>на 2018-202</w:t>
      </w:r>
      <w:r w:rsidR="00FF180A" w:rsidRPr="005805C2">
        <w:rPr>
          <w:rFonts w:ascii="Times New Roman" w:hAnsi="Times New Roman"/>
          <w:sz w:val="28"/>
          <w:szCs w:val="28"/>
        </w:rPr>
        <w:t>0</w:t>
      </w:r>
      <w:r w:rsidRPr="005805C2">
        <w:rPr>
          <w:rFonts w:ascii="Times New Roman" w:hAnsi="Times New Roman"/>
          <w:sz w:val="28"/>
          <w:szCs w:val="28"/>
        </w:rPr>
        <w:t xml:space="preserve"> годы</w:t>
      </w:r>
    </w:p>
    <w:p w:rsidR="004C419C" w:rsidRPr="005805C2" w:rsidRDefault="004C419C" w:rsidP="00A023A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2126"/>
        <w:gridCol w:w="2410"/>
        <w:gridCol w:w="2268"/>
        <w:gridCol w:w="2127"/>
      </w:tblGrid>
      <w:tr w:rsidR="00C0292A" w:rsidRPr="005805C2" w:rsidTr="001E1E28">
        <w:trPr>
          <w:trHeight w:val="427"/>
          <w:tblHeader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5805C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510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Наименование мероприятий и муниципальных образований</w:t>
            </w:r>
          </w:p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8931" w:type="dxa"/>
            <w:gridSpan w:val="4"/>
            <w:shd w:val="clear" w:color="auto" w:fill="auto"/>
            <w:vAlign w:val="center"/>
          </w:tcPr>
          <w:p w:rsidR="00C0292A" w:rsidRPr="005805C2" w:rsidRDefault="00C0292A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C0292A" w:rsidRPr="005805C2" w:rsidTr="001E1E28">
        <w:trPr>
          <w:trHeight w:val="20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80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92A" w:rsidRPr="005805C2" w:rsidRDefault="00C0292A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FF02EB" w:rsidRPr="005805C2" w:rsidTr="001E1E28">
        <w:trPr>
          <w:trHeight w:val="421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</w:tr>
    </w:tbl>
    <w:p w:rsidR="00B30A7E" w:rsidRPr="005805C2" w:rsidRDefault="00B30A7E">
      <w:pPr>
        <w:rPr>
          <w:rFonts w:ascii="Times New Roman" w:hAnsi="Times New Roman"/>
          <w:sz w:val="2"/>
          <w:szCs w:val="2"/>
        </w:rPr>
      </w:pPr>
    </w:p>
    <w:tbl>
      <w:tblPr>
        <w:tblW w:w="146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2126"/>
        <w:gridCol w:w="2410"/>
        <w:gridCol w:w="2268"/>
        <w:gridCol w:w="2129"/>
      </w:tblGrid>
      <w:tr w:rsidR="00FF02EB" w:rsidRPr="005805C2" w:rsidTr="001E1E28">
        <w:trPr>
          <w:trHeight w:val="20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Нормативное содержание и приведение в нормативное состояние автомобильных дорог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6104128,56863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2076289,08697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2160347,95348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1867491,52818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F02EB" w:rsidRPr="005805C2" w:rsidRDefault="00FF02EB" w:rsidP="00A36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36AC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36AC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6104128,56863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36AC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2076289,08697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36AC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2160347,95348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36AC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1867491,52818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61786,86148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58786,86148</w:t>
            </w:r>
          </w:p>
        </w:tc>
      </w:tr>
      <w:tr w:rsidR="00FF02EB" w:rsidRPr="005805C2" w:rsidTr="001E1E28">
        <w:trPr>
          <w:trHeight w:val="552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61786,86148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58786,86148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</w:t>
            </w:r>
            <w:r w:rsidR="001A70A9" w:rsidRPr="005805C2">
              <w:rPr>
                <w:rFonts w:ascii="Times New Roman" w:hAnsi="Times New Roman"/>
                <w:sz w:val="22"/>
                <w:szCs w:val="22"/>
              </w:rPr>
              <w:t>1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49138,457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49138,457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49138,457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49138,457</w:t>
            </w:r>
          </w:p>
        </w:tc>
      </w:tr>
      <w:tr w:rsidR="001A70A9" w:rsidRPr="005805C2" w:rsidTr="001E1E28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Установка новых дорожных знаков</w:t>
            </w:r>
          </w:p>
        </w:tc>
        <w:tc>
          <w:tcPr>
            <w:tcW w:w="2126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901,501</w:t>
            </w:r>
          </w:p>
        </w:tc>
        <w:tc>
          <w:tcPr>
            <w:tcW w:w="2410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901,501</w:t>
            </w:r>
          </w:p>
        </w:tc>
      </w:tr>
      <w:tr w:rsidR="001A70A9" w:rsidRPr="005805C2" w:rsidTr="005805C2">
        <w:trPr>
          <w:trHeight w:val="27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901,501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901,501</w:t>
            </w:r>
          </w:p>
        </w:tc>
      </w:tr>
      <w:tr w:rsidR="001A70A9" w:rsidRPr="005805C2" w:rsidTr="005805C2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Замена устаревших дорожных знаков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934,996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934,996</w:t>
            </w:r>
          </w:p>
        </w:tc>
      </w:tr>
      <w:tr w:rsidR="001A70A9" w:rsidRPr="005805C2" w:rsidTr="005805C2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934,996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934,996</w:t>
            </w:r>
          </w:p>
        </w:tc>
      </w:tr>
      <w:tr w:rsidR="00FF02EB" w:rsidRPr="005805C2" w:rsidTr="001E1E28">
        <w:trPr>
          <w:trHeight w:val="554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</w:t>
            </w:r>
            <w:r w:rsidR="001A70A9" w:rsidRPr="005805C2">
              <w:rPr>
                <w:rFonts w:ascii="Times New Roman" w:hAnsi="Times New Roman"/>
                <w:sz w:val="22"/>
                <w:szCs w:val="22"/>
              </w:rPr>
              <w:t>4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установке элементов обустройства автодорог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5612,47348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2612,47348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5612,47348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2612,47348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Устройство шумовых полос</w:t>
            </w:r>
          </w:p>
        </w:tc>
        <w:tc>
          <w:tcPr>
            <w:tcW w:w="2126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</w:rPr>
              <w:t>5199,434</w:t>
            </w:r>
          </w:p>
        </w:tc>
        <w:tc>
          <w:tcPr>
            <w:tcW w:w="2410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</w:rPr>
              <w:t>5199,434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</w:rPr>
              <w:t>5199,434</w:t>
            </w:r>
          </w:p>
        </w:tc>
        <w:tc>
          <w:tcPr>
            <w:tcW w:w="2410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</w:rPr>
              <w:t>5199,434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Паспортизация автомобильных дорог и искусственных сооружений, разработка проектов организации дорожного движения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</w:rPr>
              <w:t>5821,3866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5821,3866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Содержание искусственных и защитных дорожных сооружений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38144,20022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8702,40633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19441,79389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Содержание линий электроосвещения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260833,58724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50644,54367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90175,29357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120013,75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5000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Прочие работы (в том числе установка недостающих и восстановление существующих систем видеонаблюдения, обслуживание систем видеонаблюдения, установка недостающего оборудования для функционирования систем освещения и метеорологических систем мониторинга и прогнозирования условий движения, диагностика, обследование и оценка технического состояния автомобильных дорог и искусственных сооружений на них, обследование и испытание искусственных сооружений, охрана дорожных сооружений, инженерно-технических средств обеспечения транспортной безопасности, оплата расходов, связанных с</w:t>
            </w:r>
            <w:proofErr w:type="gramEnd"/>
            <w:r w:rsidRPr="005805C2">
              <w:rPr>
                <w:rFonts w:ascii="Times New Roman" w:hAnsi="Times New Roman"/>
                <w:sz w:val="22"/>
                <w:szCs w:val="22"/>
              </w:rPr>
              <w:t xml:space="preserve"> обработкой и рассылкой постановлений органов государственного контроля (надзора), муниципального контроля об административных правонарушениях,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движения)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1A70A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133174,51996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9355,45633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18102,07354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105716,99009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176267,5811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176267,5811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176267,5811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176267,5811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 в границах агломерации*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542662,98242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542662,98242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FF02EB" w:rsidRPr="005805C2" w:rsidTr="001E1E28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6E58E6">
        <w:trPr>
          <w:trHeight w:val="291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71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федерального бюджета, из них: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410" w:type="dxa"/>
            <w:shd w:val="clear" w:color="auto" w:fill="auto"/>
          </w:tcPr>
          <w:p w:rsidR="00FF02EB" w:rsidRPr="005805C2" w:rsidRDefault="00FF02EB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6E58E6">
        <w:trPr>
          <w:trHeight w:val="318"/>
        </w:trPr>
        <w:tc>
          <w:tcPr>
            <w:tcW w:w="567" w:type="dxa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Приобретение передвижной лаборатории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2EB" w:rsidRPr="005805C2" w:rsidRDefault="001A70A9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4905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4905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2EB" w:rsidRPr="005805C2" w:rsidRDefault="001A70A9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7332724,68765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</w:tr>
      <w:tr w:rsidR="00FF02EB" w:rsidRPr="005805C2" w:rsidTr="006E58E6">
        <w:trPr>
          <w:trHeight w:val="277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FF02EB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FF02EB" w:rsidRPr="005805C2" w:rsidRDefault="00FF02EB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2EB" w:rsidRPr="005805C2" w:rsidRDefault="00FF02EB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FF02EB" w:rsidRPr="005805C2" w:rsidRDefault="00FF02EB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E1E28" w:rsidRPr="005805C2" w:rsidTr="006E58E6">
        <w:trPr>
          <w:trHeight w:val="327"/>
        </w:trPr>
        <w:tc>
          <w:tcPr>
            <w:tcW w:w="567" w:type="dxa"/>
            <w:vMerge/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6896089,68765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</w:tr>
      <w:tr w:rsidR="001E1E28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E1E28" w:rsidRPr="005805C2" w:rsidRDefault="001E1E28" w:rsidP="00F1128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F1128A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F1128A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6896089,68765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F1128A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F1128A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2277327,72692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F1128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2182177,31024</w:t>
            </w:r>
          </w:p>
        </w:tc>
      </w:tr>
      <w:tr w:rsidR="001E1E28" w:rsidRPr="005805C2" w:rsidTr="001E1E28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BE2105" w:rsidRPr="005805C2" w:rsidTr="00B30A7E">
        <w:trPr>
          <w:trHeight w:val="611"/>
        </w:trPr>
        <w:tc>
          <w:tcPr>
            <w:tcW w:w="1460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F7234" w:rsidRPr="005805C2" w:rsidRDefault="00BE2105" w:rsidP="00A023A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BE2105" w:rsidRPr="005805C2" w:rsidRDefault="00DF7234" w:rsidP="00A023A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="00BE2105" w:rsidRPr="005805C2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«Дорожная сеть»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E1E28" w:rsidRPr="005805C2" w:rsidTr="006E58E6">
        <w:trPr>
          <w:trHeight w:val="3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54822,95055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10778,49234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</w:tr>
      <w:tr w:rsidR="001E1E28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E1E28" w:rsidRPr="005805C2" w:rsidRDefault="001E1E28" w:rsidP="00A023A3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11.1.</w:t>
            </w:r>
          </w:p>
          <w:p w:rsidR="001E1E28" w:rsidRPr="005805C2" w:rsidRDefault="001E1E28" w:rsidP="00A023A3">
            <w:pPr>
              <w:ind w:right="-1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Нанесение 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горизонтальной</w:t>
            </w:r>
            <w:proofErr w:type="gramEnd"/>
          </w:p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разметки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23257,02431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10778,49234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12478,53197</w:t>
            </w:r>
          </w:p>
        </w:tc>
      </w:tr>
      <w:tr w:rsidR="001E1E28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E1E28" w:rsidRPr="005805C2" w:rsidTr="006E58E6">
        <w:trPr>
          <w:trHeight w:val="311"/>
        </w:trPr>
        <w:tc>
          <w:tcPr>
            <w:tcW w:w="567" w:type="dxa"/>
            <w:vMerge/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17166,36231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4687,83034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12478,53197</w:t>
            </w:r>
          </w:p>
        </w:tc>
      </w:tr>
      <w:tr w:rsidR="001E1E28" w:rsidRPr="005805C2" w:rsidTr="006E58E6">
        <w:trPr>
          <w:trHeight w:val="27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E1E28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E1E28" w:rsidRPr="005805C2" w:rsidRDefault="001E1E28" w:rsidP="00A023A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11.2.</w:t>
            </w: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E28" w:rsidRPr="005805C2" w:rsidRDefault="001A70A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31565,92624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31565,92624</w:t>
            </w:r>
          </w:p>
        </w:tc>
      </w:tr>
      <w:tr w:rsidR="001E1E28" w:rsidRPr="005805C2" w:rsidTr="001E1E28">
        <w:trPr>
          <w:trHeight w:val="506"/>
        </w:trPr>
        <w:tc>
          <w:tcPr>
            <w:tcW w:w="567" w:type="dxa"/>
            <w:vMerge/>
            <w:shd w:val="clear" w:color="auto" w:fill="auto"/>
          </w:tcPr>
          <w:p w:rsidR="001E1E28" w:rsidRPr="005805C2" w:rsidRDefault="001E1E28" w:rsidP="00A023A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1E1E28" w:rsidRPr="005805C2" w:rsidRDefault="001E1E2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2126" w:type="dxa"/>
            <w:shd w:val="clear" w:color="auto" w:fill="auto"/>
          </w:tcPr>
          <w:p w:rsidR="001E1E28" w:rsidRPr="005805C2" w:rsidRDefault="001A70A9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31565,92624</w:t>
            </w:r>
          </w:p>
        </w:tc>
        <w:tc>
          <w:tcPr>
            <w:tcW w:w="2410" w:type="dxa"/>
            <w:shd w:val="clear" w:color="auto" w:fill="auto"/>
          </w:tcPr>
          <w:p w:rsidR="001E1E28" w:rsidRPr="005805C2" w:rsidRDefault="001E1E2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E1E28" w:rsidRPr="005805C2" w:rsidRDefault="001E1E28" w:rsidP="00A023A3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1E1E28" w:rsidRPr="005805C2" w:rsidRDefault="001E1E2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31565,92624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54822,95055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10778,49234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</w:tr>
      <w:tr w:rsidR="001A70A9" w:rsidRPr="005805C2" w:rsidTr="001E1E28">
        <w:trPr>
          <w:trHeight w:val="344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48732,28855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4687,83034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</w:tr>
      <w:tr w:rsidR="001A70A9" w:rsidRPr="005805C2" w:rsidTr="001E1E28">
        <w:trPr>
          <w:trHeight w:val="361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A70A9" w:rsidRPr="005805C2" w:rsidTr="00AB63EB">
        <w:trPr>
          <w:trHeight w:val="961"/>
        </w:trPr>
        <w:tc>
          <w:tcPr>
            <w:tcW w:w="1460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«Общесистемные меры развития дорожного хозяйства (Рязанская область)»,</w:t>
            </w:r>
          </w:p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«Общесистемные меры развития дорожного хозяйства»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Установка элементов интеллектуальных транспортных систем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385BC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</w:tr>
      <w:tr w:rsidR="001A70A9" w:rsidRPr="005805C2" w:rsidTr="006E58E6">
        <w:trPr>
          <w:trHeight w:val="56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2126" w:type="dxa"/>
            <w:shd w:val="clear" w:color="auto" w:fill="auto"/>
          </w:tcPr>
          <w:p w:rsidR="001A70A9" w:rsidRPr="005805C2" w:rsidRDefault="00385BC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  <w:tc>
          <w:tcPr>
            <w:tcW w:w="2410" w:type="dxa"/>
            <w:shd w:val="clear" w:color="auto" w:fill="auto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lastRenderedPageBreak/>
              <w:t>13.</w:t>
            </w: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Установка пунктов 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5805C2">
              <w:rPr>
                <w:rFonts w:ascii="Times New Roman" w:hAnsi="Times New Roman"/>
                <w:sz w:val="22"/>
                <w:szCs w:val="22"/>
              </w:rPr>
              <w:t xml:space="preserve"> дорожным движением - стационарных камер фото-</w:t>
            </w:r>
            <w:proofErr w:type="spellStart"/>
            <w:r w:rsidRPr="005805C2">
              <w:rPr>
                <w:rFonts w:ascii="Times New Roman" w:hAnsi="Times New Roman"/>
                <w:sz w:val="22"/>
                <w:szCs w:val="22"/>
              </w:rPr>
              <w:t>видеофиксации</w:t>
            </w:r>
            <w:proofErr w:type="spellEnd"/>
            <w:r w:rsidRPr="005805C2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 регионального или межмуниципального значения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</w:tr>
      <w:tr w:rsidR="00385BCA" w:rsidRPr="005805C2" w:rsidTr="001E1E28">
        <w:trPr>
          <w:trHeight w:val="20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385BCA" w:rsidRPr="005805C2" w:rsidRDefault="00385BCA" w:rsidP="00385B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385BCA" w:rsidRPr="005805C2" w:rsidRDefault="00385BCA" w:rsidP="00385BCA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188512,3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5BCA" w:rsidRPr="005805C2" w:rsidRDefault="00385BCA" w:rsidP="00385BCA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188512,3</w:t>
            </w:r>
          </w:p>
        </w:tc>
      </w:tr>
      <w:tr w:rsidR="00385BCA" w:rsidRPr="005805C2" w:rsidTr="001E1E28">
        <w:trPr>
          <w:trHeight w:val="20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385BCA" w:rsidRPr="005805C2" w:rsidRDefault="00385BCA" w:rsidP="00385BC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385BCA" w:rsidRPr="005805C2" w:rsidRDefault="00385BCA" w:rsidP="00385BCA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5BCA" w:rsidRPr="005805C2" w:rsidRDefault="00385BCA" w:rsidP="00385BCA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385BCA" w:rsidRPr="005805C2" w:rsidRDefault="00385BCA" w:rsidP="00385BC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605E64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605E64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385BC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7576059,9382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2288106,21926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2414734,06845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385BC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7082821,9762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2282015,55726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2364221,76845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385BC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7082821,9762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2282015,55726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2364221,76845</w:t>
            </w:r>
          </w:p>
        </w:tc>
      </w:tr>
      <w:tr w:rsidR="001A70A9" w:rsidRPr="005805C2" w:rsidTr="001E1E28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106027,98242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48732,28855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4687,83034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44044,45821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138000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AE579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493237,962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</w:rPr>
              <w:t>436635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6090,662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1A70A9" w:rsidRPr="005805C2" w:rsidTr="00AE579A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auto"/>
          </w:tcPr>
          <w:p w:rsidR="001A70A9" w:rsidRPr="005805C2" w:rsidRDefault="001A70A9" w:rsidP="001A70A9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70A9" w:rsidRPr="005805C2" w:rsidRDefault="00AE579A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</w:t>
            </w:r>
            <w:r w:rsidR="001A70A9" w:rsidRPr="005805C2">
              <w:rPr>
                <w:rFonts w:ascii="Times New Roman" w:hAnsi="Times New Roman"/>
              </w:rPr>
              <w:t>512,3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70A9" w:rsidRPr="005805C2" w:rsidRDefault="001A70A9" w:rsidP="001A70A9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A70A9" w:rsidRPr="005805C2" w:rsidRDefault="001A70A9" w:rsidP="001A70A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50512,3</w:t>
            </w:r>
          </w:p>
        </w:tc>
      </w:tr>
    </w:tbl>
    <w:p w:rsidR="004C419C" w:rsidRPr="005805C2" w:rsidRDefault="004C419C" w:rsidP="00A023A3">
      <w:pPr>
        <w:rPr>
          <w:rFonts w:ascii="Times New Roman" w:hAnsi="Times New Roman"/>
          <w:sz w:val="10"/>
          <w:szCs w:val="10"/>
        </w:rPr>
      </w:pPr>
    </w:p>
    <w:p w:rsidR="00A131D5" w:rsidRPr="005805C2" w:rsidRDefault="004C419C" w:rsidP="00A023A3">
      <w:pPr>
        <w:ind w:firstLine="426"/>
        <w:rPr>
          <w:rFonts w:ascii="Times New Roman" w:hAnsi="Times New Roman"/>
          <w:sz w:val="22"/>
          <w:szCs w:val="22"/>
        </w:rPr>
      </w:pPr>
      <w:r w:rsidRPr="005805C2">
        <w:rPr>
          <w:rFonts w:ascii="Times New Roman" w:hAnsi="Times New Roman"/>
          <w:sz w:val="22"/>
          <w:szCs w:val="22"/>
        </w:rPr>
        <w:t>*</w:t>
      </w:r>
      <w:r w:rsidR="00A131D5" w:rsidRPr="005805C2">
        <w:rPr>
          <w:rFonts w:ascii="Times New Roman" w:hAnsi="Times New Roman"/>
          <w:sz w:val="22"/>
          <w:szCs w:val="22"/>
        </w:rPr>
        <w:t>Агломерация – Рязанская агломерация.</w:t>
      </w:r>
    </w:p>
    <w:p w:rsidR="002F76B7" w:rsidRPr="005805C2" w:rsidRDefault="00EE0639" w:rsidP="00A023A3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5805C2">
        <w:rPr>
          <w:rFonts w:ascii="Times New Roman" w:hAnsi="Times New Roman"/>
          <w:sz w:val="22"/>
          <w:szCs w:val="22"/>
        </w:rPr>
        <w:t>**</w:t>
      </w:r>
      <w:r w:rsidR="004C419C" w:rsidRPr="005805C2">
        <w:rPr>
          <w:rFonts w:ascii="Times New Roman" w:hAnsi="Times New Roman"/>
          <w:sz w:val="22"/>
          <w:szCs w:val="22"/>
        </w:rPr>
        <w:t xml:space="preserve">Средства направляются на финансовое обеспечение дорожной деятельности в рамках </w:t>
      </w:r>
      <w:r w:rsidR="00864C6F" w:rsidRPr="005805C2">
        <w:rPr>
          <w:rFonts w:ascii="Times New Roman" w:hAnsi="Times New Roman"/>
          <w:sz w:val="22"/>
          <w:szCs w:val="22"/>
        </w:rPr>
        <w:t xml:space="preserve">приоритетного </w:t>
      </w:r>
      <w:r w:rsidR="004C419C" w:rsidRPr="005805C2">
        <w:rPr>
          <w:rFonts w:ascii="Times New Roman" w:hAnsi="Times New Roman"/>
          <w:sz w:val="22"/>
          <w:szCs w:val="22"/>
        </w:rPr>
        <w:t>проект</w:t>
      </w:r>
      <w:r w:rsidR="00864C6F" w:rsidRPr="005805C2">
        <w:rPr>
          <w:rFonts w:ascii="Times New Roman" w:hAnsi="Times New Roman"/>
          <w:sz w:val="22"/>
          <w:szCs w:val="22"/>
        </w:rPr>
        <w:t>а</w:t>
      </w:r>
      <w:r w:rsidR="004C419C" w:rsidRPr="005805C2">
        <w:rPr>
          <w:rFonts w:ascii="Times New Roman" w:hAnsi="Times New Roman"/>
          <w:sz w:val="22"/>
          <w:szCs w:val="22"/>
        </w:rPr>
        <w:t xml:space="preserve"> «Безопасные и качественные дороги» государственной программы Российской Федерации «Развитие транспортной системы»</w:t>
      </w:r>
      <w:proofErr w:type="gramStart"/>
      <w:r w:rsidR="0008619D" w:rsidRPr="005805C2">
        <w:rPr>
          <w:rFonts w:ascii="Times New Roman" w:hAnsi="Times New Roman"/>
          <w:sz w:val="22"/>
          <w:szCs w:val="22"/>
        </w:rPr>
        <w:t>.</w:t>
      </w:r>
      <w:r w:rsidR="00772658" w:rsidRPr="005805C2">
        <w:rPr>
          <w:rFonts w:ascii="Times New Roman" w:hAnsi="Times New Roman"/>
          <w:sz w:val="22"/>
          <w:szCs w:val="22"/>
        </w:rPr>
        <w:t>»</w:t>
      </w:r>
      <w:proofErr w:type="gramEnd"/>
      <w:r w:rsidR="00772658" w:rsidRPr="005805C2">
        <w:rPr>
          <w:rFonts w:ascii="Times New Roman" w:hAnsi="Times New Roman"/>
          <w:sz w:val="22"/>
          <w:szCs w:val="22"/>
        </w:rPr>
        <w:t>.</w:t>
      </w:r>
    </w:p>
    <w:p w:rsidR="00D22FB3" w:rsidRPr="005805C2" w:rsidRDefault="00D22FB3" w:rsidP="00A023A3">
      <w:pPr>
        <w:jc w:val="both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0A3D93" w:rsidRPr="005805C2" w:rsidRDefault="000A3D93" w:rsidP="00FC0B00">
      <w:pPr>
        <w:ind w:firstLine="709"/>
        <w:rPr>
          <w:rFonts w:ascii="Times New Roman" w:hAnsi="Times New Roman"/>
          <w:sz w:val="28"/>
          <w:szCs w:val="28"/>
        </w:rPr>
      </w:pPr>
    </w:p>
    <w:p w:rsidR="0033595F" w:rsidRPr="005805C2" w:rsidRDefault="00FC0B00" w:rsidP="00FC0B00">
      <w:pPr>
        <w:ind w:firstLine="709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lastRenderedPageBreak/>
        <w:t>2. </w:t>
      </w:r>
      <w:r w:rsidR="0033595F" w:rsidRPr="005805C2">
        <w:rPr>
          <w:rFonts w:ascii="Times New Roman" w:hAnsi="Times New Roman"/>
          <w:sz w:val="28"/>
          <w:szCs w:val="28"/>
        </w:rPr>
        <w:t xml:space="preserve">Дополнить таблицей </w:t>
      </w:r>
      <w:r w:rsidRPr="005805C2">
        <w:rPr>
          <w:rFonts w:ascii="Times New Roman" w:hAnsi="Times New Roman"/>
          <w:sz w:val="28"/>
          <w:szCs w:val="28"/>
        </w:rPr>
        <w:t xml:space="preserve">№ </w:t>
      </w:r>
      <w:r w:rsidR="0033595F" w:rsidRPr="005805C2">
        <w:rPr>
          <w:rFonts w:ascii="Times New Roman" w:hAnsi="Times New Roman"/>
          <w:sz w:val="28"/>
          <w:szCs w:val="28"/>
        </w:rPr>
        <w:t>2.2 следующего содержания:</w:t>
      </w:r>
    </w:p>
    <w:p w:rsidR="00FF02EB" w:rsidRPr="005805C2" w:rsidRDefault="00FF02EB" w:rsidP="00FF02EB">
      <w:pPr>
        <w:jc w:val="right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«Таблица № 2.2</w:t>
      </w:r>
    </w:p>
    <w:p w:rsidR="00FF02EB" w:rsidRPr="005805C2" w:rsidRDefault="00FF02EB" w:rsidP="00FF02EB">
      <w:pPr>
        <w:jc w:val="center"/>
        <w:rPr>
          <w:rFonts w:ascii="Times New Roman" w:hAnsi="Times New Roman"/>
          <w:sz w:val="28"/>
          <w:szCs w:val="28"/>
        </w:rPr>
      </w:pPr>
    </w:p>
    <w:p w:rsidR="00FF02EB" w:rsidRPr="005805C2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Планируемые объемы финансирования </w:t>
      </w:r>
    </w:p>
    <w:p w:rsidR="00FF02EB" w:rsidRPr="005805C2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по содержанию автомобильных дорог общего пользования регионального или  </w:t>
      </w:r>
    </w:p>
    <w:p w:rsidR="00FF02EB" w:rsidRPr="005805C2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                                                                                               на 20</w:t>
      </w:r>
      <w:r w:rsidR="00157AC7" w:rsidRPr="005805C2">
        <w:rPr>
          <w:rFonts w:ascii="Times New Roman" w:hAnsi="Times New Roman"/>
          <w:sz w:val="28"/>
          <w:szCs w:val="28"/>
        </w:rPr>
        <w:t>21</w:t>
      </w:r>
      <w:r w:rsidRPr="005805C2">
        <w:rPr>
          <w:rFonts w:ascii="Times New Roman" w:hAnsi="Times New Roman"/>
          <w:sz w:val="28"/>
          <w:szCs w:val="28"/>
        </w:rPr>
        <w:t>-202</w:t>
      </w:r>
      <w:r w:rsidR="00157AC7" w:rsidRPr="005805C2">
        <w:rPr>
          <w:rFonts w:ascii="Times New Roman" w:hAnsi="Times New Roman"/>
          <w:sz w:val="28"/>
          <w:szCs w:val="28"/>
        </w:rPr>
        <w:t>4</w:t>
      </w:r>
      <w:r w:rsidRPr="005805C2">
        <w:rPr>
          <w:rFonts w:ascii="Times New Roman" w:hAnsi="Times New Roman"/>
          <w:sz w:val="28"/>
          <w:szCs w:val="28"/>
        </w:rPr>
        <w:t xml:space="preserve"> годы</w:t>
      </w:r>
    </w:p>
    <w:p w:rsidR="00FF02EB" w:rsidRPr="005805C2" w:rsidRDefault="00FF02EB" w:rsidP="00FF02EB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43"/>
        <w:gridCol w:w="1701"/>
        <w:gridCol w:w="1701"/>
        <w:gridCol w:w="1701"/>
        <w:gridCol w:w="1417"/>
      </w:tblGrid>
      <w:tr w:rsidR="00FF02EB" w:rsidRPr="005805C2" w:rsidTr="00510302">
        <w:trPr>
          <w:trHeight w:val="427"/>
          <w:tblHeader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5805C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552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6E58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363" w:type="dxa"/>
            <w:gridSpan w:val="5"/>
            <w:shd w:val="clear" w:color="auto" w:fill="auto"/>
            <w:vAlign w:val="center"/>
          </w:tcPr>
          <w:p w:rsidR="00FF02EB" w:rsidRPr="005805C2" w:rsidRDefault="00FF02EB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FF02EB" w:rsidRPr="005805C2" w:rsidTr="00510302">
        <w:trPr>
          <w:trHeight w:val="20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921243" w:rsidRPr="005805C2" w:rsidTr="00510302">
        <w:trPr>
          <w:trHeight w:val="421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FF02EB" w:rsidRPr="005805C2" w:rsidRDefault="00FF02EB" w:rsidP="00FF02EB">
      <w:pPr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1702"/>
        <w:gridCol w:w="1701"/>
        <w:gridCol w:w="1701"/>
        <w:gridCol w:w="1417"/>
      </w:tblGrid>
      <w:tr w:rsidR="00921243" w:rsidRPr="005805C2" w:rsidTr="00510302">
        <w:trPr>
          <w:trHeight w:val="20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6E58E6" w:rsidRPr="005805C2" w:rsidTr="00510302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6E58E6" w:rsidRPr="005805C2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529" w:type="dxa"/>
            <w:vMerge w:val="restart"/>
            <w:shd w:val="clear" w:color="auto" w:fill="auto"/>
          </w:tcPr>
          <w:p w:rsidR="006E58E6" w:rsidRPr="005805C2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Нормативное содержание и приведение в нормативное состояние автомобильных дорог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E58E6" w:rsidRPr="005805C2" w:rsidRDefault="00876963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8550158,6047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E58E6" w:rsidRPr="005805C2" w:rsidRDefault="00876963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1804433,48114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2401649,43832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3331319,11524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58E6" w:rsidRPr="005805C2" w:rsidRDefault="006E58E6" w:rsidP="00C6295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1012756,57</w:t>
            </w:r>
          </w:p>
        </w:tc>
      </w:tr>
      <w:tr w:rsidR="006E58E6" w:rsidRPr="005805C2" w:rsidTr="00372E40">
        <w:trPr>
          <w:trHeight w:val="29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6E58E6" w:rsidRPr="005805C2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:rsidR="006E58E6" w:rsidRPr="005805C2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E58E6" w:rsidRPr="005805C2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58E6" w:rsidRPr="005805C2" w:rsidRDefault="006E58E6" w:rsidP="00C6295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</w:tr>
      <w:tr w:rsidR="00921243" w:rsidRPr="005805C2" w:rsidTr="00372E40">
        <w:trPr>
          <w:trHeight w:val="559"/>
        </w:trPr>
        <w:tc>
          <w:tcPr>
            <w:tcW w:w="567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921243" w:rsidRPr="005805C2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842" w:type="dxa"/>
            <w:shd w:val="clear" w:color="auto" w:fill="auto"/>
          </w:tcPr>
          <w:p w:rsidR="00921243" w:rsidRPr="005805C2" w:rsidRDefault="00510302" w:rsidP="00C62955">
            <w:pPr>
              <w:jc w:val="center"/>
              <w:rPr>
                <w:rFonts w:ascii="Times New Roman" w:hAnsi="Times New Roman"/>
                <w:bCs/>
              </w:rPr>
            </w:pPr>
            <w:r w:rsidRPr="005805C2">
              <w:rPr>
                <w:rFonts w:ascii="Times New Roman" w:hAnsi="Times New Roman"/>
                <w:bCs/>
              </w:rPr>
              <w:t>32428</w:t>
            </w:r>
          </w:p>
        </w:tc>
        <w:tc>
          <w:tcPr>
            <w:tcW w:w="1702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</w:t>
            </w:r>
          </w:p>
        </w:tc>
        <w:tc>
          <w:tcPr>
            <w:tcW w:w="1701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</w:t>
            </w:r>
          </w:p>
        </w:tc>
        <w:tc>
          <w:tcPr>
            <w:tcW w:w="1701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11214</w:t>
            </w:r>
          </w:p>
        </w:tc>
        <w:tc>
          <w:tcPr>
            <w:tcW w:w="1417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11214</w:t>
            </w:r>
          </w:p>
        </w:tc>
      </w:tr>
      <w:tr w:rsidR="00921243" w:rsidRPr="005805C2" w:rsidTr="00372E40">
        <w:trPr>
          <w:trHeight w:val="41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921243" w:rsidRPr="005805C2" w:rsidRDefault="00921243" w:rsidP="00C6295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Прочие работы по содержанию автомобильных дорог</w:t>
            </w:r>
          </w:p>
        </w:tc>
        <w:tc>
          <w:tcPr>
            <w:tcW w:w="1842" w:type="dxa"/>
            <w:shd w:val="clear" w:color="auto" w:fill="auto"/>
          </w:tcPr>
          <w:p w:rsidR="00921243" w:rsidRPr="005805C2" w:rsidRDefault="0087696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1130800,08947</w:t>
            </w:r>
          </w:p>
        </w:tc>
        <w:tc>
          <w:tcPr>
            <w:tcW w:w="1702" w:type="dxa"/>
            <w:shd w:val="clear" w:color="auto" w:fill="auto"/>
          </w:tcPr>
          <w:p w:rsidR="00921243" w:rsidRPr="005805C2" w:rsidRDefault="00876963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420478,08947</w:t>
            </w:r>
          </w:p>
        </w:tc>
        <w:tc>
          <w:tcPr>
            <w:tcW w:w="1701" w:type="dxa"/>
            <w:shd w:val="clear" w:color="auto" w:fill="auto"/>
          </w:tcPr>
          <w:p w:rsidR="00921243" w:rsidRPr="005805C2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371000</w:t>
            </w:r>
          </w:p>
        </w:tc>
        <w:tc>
          <w:tcPr>
            <w:tcW w:w="1701" w:type="dxa"/>
            <w:shd w:val="clear" w:color="auto" w:fill="auto"/>
          </w:tcPr>
          <w:p w:rsidR="00921243" w:rsidRPr="005805C2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237911</w:t>
            </w:r>
          </w:p>
        </w:tc>
        <w:tc>
          <w:tcPr>
            <w:tcW w:w="1417" w:type="dxa"/>
            <w:shd w:val="clear" w:color="auto" w:fill="auto"/>
          </w:tcPr>
          <w:p w:rsidR="00921243" w:rsidRPr="005805C2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101411</w:t>
            </w:r>
          </w:p>
        </w:tc>
      </w:tr>
      <w:tr w:rsidR="00921243" w:rsidRPr="005805C2" w:rsidTr="00372E40">
        <w:trPr>
          <w:trHeight w:val="559"/>
        </w:trPr>
        <w:tc>
          <w:tcPr>
            <w:tcW w:w="567" w:type="dxa"/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921243" w:rsidRPr="005805C2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Приобретение техники и оборудования для осуществления дорожной деятельности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5805C2" w:rsidRDefault="00510302" w:rsidP="00C6295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11445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11445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6E58E6" w:rsidRPr="005805C2" w:rsidTr="00372E40">
        <w:trPr>
          <w:trHeight w:val="269"/>
        </w:trPr>
        <w:tc>
          <w:tcPr>
            <w:tcW w:w="567" w:type="dxa"/>
            <w:vMerge w:val="restart"/>
            <w:shd w:val="clear" w:color="auto" w:fill="auto"/>
          </w:tcPr>
          <w:p w:rsidR="006E58E6" w:rsidRPr="005805C2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6E58E6" w:rsidRPr="005805C2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E58E6" w:rsidRPr="005805C2" w:rsidRDefault="00876963" w:rsidP="00C6295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9724831,69417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E58E6" w:rsidRPr="005805C2" w:rsidRDefault="00876963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58E6" w:rsidRPr="005805C2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58E6" w:rsidRPr="005805C2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58E6" w:rsidRPr="005805C2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876963" w:rsidRPr="005805C2" w:rsidTr="00372E40">
        <w:trPr>
          <w:trHeight w:val="416"/>
        </w:trPr>
        <w:tc>
          <w:tcPr>
            <w:tcW w:w="567" w:type="dxa"/>
            <w:vMerge/>
            <w:shd w:val="clear" w:color="auto" w:fill="auto"/>
          </w:tcPr>
          <w:p w:rsidR="00876963" w:rsidRPr="005805C2" w:rsidRDefault="00876963" w:rsidP="00876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876963" w:rsidRPr="005805C2" w:rsidRDefault="00876963" w:rsidP="0087696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9724831,69417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876963" w:rsidRPr="005805C2" w:rsidTr="00372E40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876963" w:rsidRPr="005805C2" w:rsidRDefault="00876963" w:rsidP="008769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876963" w:rsidRPr="005805C2" w:rsidRDefault="00876963" w:rsidP="0087696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805C2">
              <w:rPr>
                <w:rFonts w:ascii="Times New Roman" w:hAnsi="Times New Roman"/>
                <w:bCs/>
                <w:spacing w:val="-4"/>
              </w:rPr>
              <w:t>9724831,69417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2241356,57061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FF02EB" w:rsidRPr="005805C2" w:rsidTr="00510302">
        <w:trPr>
          <w:trHeight w:val="976"/>
        </w:trPr>
        <w:tc>
          <w:tcPr>
            <w:tcW w:w="1445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2EB" w:rsidRPr="005805C2" w:rsidRDefault="00FF02EB" w:rsidP="00C6295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FF02EB" w:rsidRPr="005805C2" w:rsidRDefault="00FF02EB" w:rsidP="00C6295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«Дорожная сеть»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921243" w:rsidRPr="005805C2" w:rsidTr="00233878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921243" w:rsidRPr="005805C2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529" w:type="dxa"/>
            <w:shd w:val="clear" w:color="auto" w:fill="auto"/>
          </w:tcPr>
          <w:p w:rsidR="00921243" w:rsidRPr="005805C2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Мероприятия по </w:t>
            </w:r>
            <w:r w:rsidR="005B5E42" w:rsidRPr="005805C2">
              <w:rPr>
                <w:rFonts w:ascii="Times New Roman" w:hAnsi="Times New Roman"/>
                <w:sz w:val="22"/>
                <w:szCs w:val="22"/>
              </w:rPr>
              <w:t xml:space="preserve">обеспечению 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безопасности</w:t>
            </w:r>
            <w:r w:rsidR="005B5E42" w:rsidRPr="005805C2">
              <w:rPr>
                <w:rFonts w:ascii="Times New Roman" w:hAnsi="Times New Roman"/>
                <w:sz w:val="22"/>
                <w:szCs w:val="22"/>
              </w:rPr>
              <w:t xml:space="preserve"> дорожного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 xml:space="preserve"> движения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5805C2" w:rsidRDefault="00510302" w:rsidP="00C62955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5805C2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23387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233878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316"/>
        </w:trPr>
        <w:tc>
          <w:tcPr>
            <w:tcW w:w="567" w:type="dxa"/>
            <w:vMerge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316"/>
        </w:trPr>
        <w:tc>
          <w:tcPr>
            <w:tcW w:w="567" w:type="dxa"/>
            <w:vMerge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858"/>
        </w:trPr>
        <w:tc>
          <w:tcPr>
            <w:tcW w:w="144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«Общесистемные меры развития дорожного хозяйства (Рязанская область)»,</w:t>
            </w:r>
          </w:p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«Общесистемные меры развития дорожного хозяйства»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233878" w:rsidRPr="005805C2" w:rsidTr="0051030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Установка элементов интеллектуальных транспортных систем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AC1EFE">
        <w:trPr>
          <w:trHeight w:val="5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823C13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823C13">
        <w:trPr>
          <w:trHeight w:val="32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78" w:rsidRPr="005805C2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876963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10028831,69417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876963" w:rsidP="0023387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2391356,57061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2881649,43832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3630444,11524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233878" w:rsidRPr="005805C2" w:rsidTr="00510302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876963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9824831,69417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876963" w:rsidP="0023387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2291356,57061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2827649,43832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876963" w:rsidRPr="005805C2" w:rsidTr="00510302">
        <w:trPr>
          <w:trHeight w:val="285"/>
        </w:trPr>
        <w:tc>
          <w:tcPr>
            <w:tcW w:w="567" w:type="dxa"/>
            <w:vMerge/>
            <w:shd w:val="clear" w:color="auto" w:fill="auto"/>
          </w:tcPr>
          <w:p w:rsidR="00876963" w:rsidRPr="005805C2" w:rsidRDefault="00876963" w:rsidP="00876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876963" w:rsidRPr="005805C2" w:rsidRDefault="00876963" w:rsidP="00876963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9824831,69417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2291356,57061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2827649,43832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963" w:rsidRPr="005805C2" w:rsidRDefault="00876963" w:rsidP="008769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1125381,57</w:t>
            </w:r>
          </w:p>
        </w:tc>
      </w:tr>
      <w:tr w:rsidR="00233878" w:rsidRPr="005805C2" w:rsidTr="00510302">
        <w:trPr>
          <w:trHeight w:val="309"/>
        </w:trPr>
        <w:tc>
          <w:tcPr>
            <w:tcW w:w="567" w:type="dxa"/>
            <w:vMerge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BE57A2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272"/>
        </w:trPr>
        <w:tc>
          <w:tcPr>
            <w:tcW w:w="567" w:type="dxa"/>
            <w:vMerge/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BE57A2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BE57A2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</w:t>
            </w:r>
          </w:p>
        </w:tc>
      </w:tr>
      <w:tr w:rsidR="00233878" w:rsidRPr="005805C2" w:rsidTr="00510302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3878" w:rsidRPr="005805C2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5805C2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5805C2" w:rsidRDefault="00BE57A2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204000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5805C2" w:rsidRDefault="00BE57A2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100000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54000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5805C2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</w:rPr>
              <w:t>-»</w:t>
            </w:r>
          </w:p>
        </w:tc>
      </w:tr>
    </w:tbl>
    <w:p w:rsidR="00FF02EB" w:rsidRPr="005805C2" w:rsidRDefault="00FF02EB" w:rsidP="00FF02EB">
      <w:pPr>
        <w:rPr>
          <w:rFonts w:ascii="Times New Roman" w:hAnsi="Times New Roman"/>
          <w:sz w:val="10"/>
          <w:szCs w:val="10"/>
        </w:rPr>
      </w:pPr>
    </w:p>
    <w:p w:rsidR="00FF02EB" w:rsidRPr="005805C2" w:rsidRDefault="00FF02EB" w:rsidP="00A023A3">
      <w:pPr>
        <w:jc w:val="both"/>
        <w:rPr>
          <w:rFonts w:ascii="Times New Roman" w:hAnsi="Times New Roman"/>
          <w:sz w:val="22"/>
          <w:szCs w:val="22"/>
        </w:rPr>
      </w:pPr>
    </w:p>
    <w:p w:rsidR="00372E40" w:rsidRPr="005805C2" w:rsidRDefault="00372E40" w:rsidP="00A023A3">
      <w:pPr>
        <w:jc w:val="both"/>
        <w:rPr>
          <w:rFonts w:ascii="Times New Roman" w:hAnsi="Times New Roman"/>
          <w:sz w:val="22"/>
          <w:szCs w:val="22"/>
        </w:rPr>
      </w:pPr>
    </w:p>
    <w:p w:rsidR="00547507" w:rsidRPr="005805C2" w:rsidRDefault="00547507" w:rsidP="00A023A3">
      <w:pPr>
        <w:jc w:val="both"/>
        <w:rPr>
          <w:rFonts w:ascii="Times New Roman" w:hAnsi="Times New Roman"/>
          <w:sz w:val="22"/>
          <w:szCs w:val="22"/>
        </w:rPr>
      </w:pPr>
    </w:p>
    <w:p w:rsidR="006A7679" w:rsidRPr="005805C2" w:rsidRDefault="006A7679" w:rsidP="00A023A3">
      <w:pPr>
        <w:jc w:val="both"/>
        <w:rPr>
          <w:rFonts w:ascii="Times New Roman" w:hAnsi="Times New Roman"/>
          <w:sz w:val="22"/>
          <w:szCs w:val="22"/>
        </w:rPr>
      </w:pPr>
    </w:p>
    <w:p w:rsidR="003E428D" w:rsidRPr="005805C2" w:rsidRDefault="003E428D" w:rsidP="00464920">
      <w:pPr>
        <w:jc w:val="both"/>
        <w:rPr>
          <w:rFonts w:ascii="Times New Roman" w:hAnsi="Times New Roman"/>
          <w:sz w:val="22"/>
          <w:szCs w:val="22"/>
        </w:rPr>
        <w:sectPr w:rsidR="003E428D" w:rsidRPr="005805C2" w:rsidSect="0050541D">
          <w:headerReference w:type="default" r:id="rId12"/>
          <w:type w:val="continuous"/>
          <w:pgSz w:w="16834" w:h="11907" w:orient="landscape" w:code="9"/>
          <w:pgMar w:top="1134" w:right="674" w:bottom="1134" w:left="1701" w:header="272" w:footer="397" w:gutter="0"/>
          <w:cols w:space="720"/>
          <w:formProt w:val="0"/>
          <w:titlePg/>
          <w:docGrid w:linePitch="272"/>
        </w:sectPr>
      </w:pPr>
    </w:p>
    <w:p w:rsidR="005805C2" w:rsidRDefault="005805C2" w:rsidP="00381102">
      <w:pPr>
        <w:spacing w:line="192" w:lineRule="auto"/>
        <w:ind w:left="993" w:hanging="426"/>
        <w:rPr>
          <w:rFonts w:ascii="Times New Roman" w:hAnsi="Times New Roman"/>
          <w:sz w:val="28"/>
          <w:szCs w:val="28"/>
        </w:rPr>
      </w:pPr>
    </w:p>
    <w:p w:rsidR="00381102" w:rsidRPr="005805C2" w:rsidRDefault="00D90F8A" w:rsidP="00381102">
      <w:pPr>
        <w:spacing w:line="192" w:lineRule="auto"/>
        <w:ind w:left="993" w:hanging="426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4</w:t>
      </w:r>
      <w:r w:rsidR="00260977" w:rsidRPr="005805C2">
        <w:rPr>
          <w:rFonts w:ascii="Times New Roman" w:hAnsi="Times New Roman"/>
          <w:sz w:val="28"/>
          <w:szCs w:val="28"/>
        </w:rPr>
        <w:t>.</w:t>
      </w:r>
      <w:r w:rsidR="00381102" w:rsidRPr="005805C2">
        <w:rPr>
          <w:rFonts w:ascii="Times New Roman" w:hAnsi="Times New Roman"/>
          <w:sz w:val="28"/>
          <w:szCs w:val="28"/>
        </w:rPr>
        <w:t> Таблицы № 5, 6 изложить в следующей редакции:</w:t>
      </w:r>
    </w:p>
    <w:p w:rsidR="00381102" w:rsidRPr="005805C2" w:rsidRDefault="00381102" w:rsidP="00381102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E92260" w:rsidRPr="005805C2" w:rsidRDefault="00E92260" w:rsidP="00381102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381102" w:rsidRPr="005805C2" w:rsidRDefault="00381102" w:rsidP="00381102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«Таблица № 5</w:t>
      </w:r>
    </w:p>
    <w:p w:rsidR="00381102" w:rsidRPr="005805C2" w:rsidRDefault="00381102" w:rsidP="00381102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381102" w:rsidRPr="005805C2" w:rsidRDefault="00381102" w:rsidP="00381102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Распределение объемов субсидий муниципальным образованиям Рязанской области  </w:t>
      </w:r>
    </w:p>
    <w:p w:rsidR="00381102" w:rsidRPr="005805C2" w:rsidRDefault="00381102" w:rsidP="00381102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 xml:space="preserve">на </w:t>
      </w:r>
      <w:r w:rsidRPr="005805C2">
        <w:rPr>
          <w:rFonts w:ascii="Times New Roman" w:hAnsi="Times New Roman"/>
          <w:bCs/>
          <w:sz w:val="28"/>
          <w:szCs w:val="28"/>
        </w:rPr>
        <w:t>строительство, реконструкцию, капитальный ремонт, ремонт и содержание автомобильных дорог</w:t>
      </w:r>
    </w:p>
    <w:p w:rsidR="00247619" w:rsidRPr="005805C2" w:rsidRDefault="00381102" w:rsidP="00E92260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05C2">
        <w:rPr>
          <w:rFonts w:ascii="Times New Roman" w:hAnsi="Times New Roman"/>
          <w:bCs/>
          <w:sz w:val="28"/>
          <w:szCs w:val="28"/>
        </w:rPr>
        <w:t>местного значения, объемов иных межбюджетных трансфертов из федерального бюджета</w:t>
      </w:r>
    </w:p>
    <w:p w:rsidR="00381102" w:rsidRPr="005805C2" w:rsidRDefault="00381102" w:rsidP="003811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4F7B81" w:rsidRPr="005805C2" w:rsidTr="003C45D8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5805C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4F7B81" w:rsidRPr="005805C2" w:rsidTr="003C45D8">
        <w:trPr>
          <w:trHeight w:val="2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E92260" w:rsidRPr="005805C2" w:rsidTr="003C45D8">
        <w:trPr>
          <w:trHeight w:val="3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272CD8" w:rsidRPr="005805C2" w:rsidRDefault="00272CD8">
      <w:pPr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E92260" w:rsidRPr="005805C2" w:rsidTr="00272CD8">
        <w:trPr>
          <w:trHeight w:val="26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E92260" w:rsidRPr="005805C2" w:rsidTr="00272CD8">
        <w:trPr>
          <w:cantSplit/>
          <w:trHeight w:val="1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B81" w:rsidRPr="005805C2" w:rsidRDefault="004F7B81" w:rsidP="004F7B81">
            <w:pPr>
              <w:spacing w:line="23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B81" w:rsidRPr="005805C2" w:rsidRDefault="004F7B81" w:rsidP="001A2BE6">
            <w:pPr>
              <w:spacing w:line="235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F36551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85604,549</w:t>
            </w:r>
            <w:r w:rsidR="004F7B81" w:rsidRPr="005805C2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18800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B81" w:rsidRPr="005805C2" w:rsidRDefault="00F3655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2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12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F7B81" w:rsidRPr="005805C2" w:rsidRDefault="004F7B81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F36551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85604,549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18800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B81" w:rsidRPr="005805C2" w:rsidRDefault="00F3655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B81" w:rsidRPr="005805C2" w:rsidRDefault="004F7B81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E92260" w:rsidRPr="005805C2" w:rsidRDefault="00E92260" w:rsidP="003C45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60" w:rsidRPr="005805C2" w:rsidRDefault="00E92260" w:rsidP="00E9226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социально значимых объектов – автомобильных дорог общего пользования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2623136,48222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E92260" w:rsidRPr="005805C2" w:rsidTr="00272CD8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25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55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2623136,48222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E92260" w:rsidRPr="005805C2" w:rsidTr="00272CD8">
        <w:trPr>
          <w:cantSplit/>
          <w:trHeight w:val="15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  <w:r w:rsidR="00272CD8" w:rsidRPr="005805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727262,00258***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135628,9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284647,08258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306986,02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41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448778,79717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40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278483,20541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48703,32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91313,66541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138466,22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Иные межбюджетные трансферты из федерального бюджета бюджету муниципального образования – городской округ город Рязань на реализацию мероприятий по решению неотложных задач по приведению в нормативное состояние автомобильных дорог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7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90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2791213,33484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701618,96262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776578,64692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E92260" w:rsidRPr="005805C2" w:rsidTr="00272CD8">
        <w:trPr>
          <w:cantSplit/>
          <w:trHeight w:val="27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2791213,33484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701618,96262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776578,64692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E92260" w:rsidRPr="005805C2" w:rsidTr="00100007">
        <w:trPr>
          <w:cantSplit/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бюджетам муниципальных образований Рязанской области на 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строительство и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255354,8***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255354,8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27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2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98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3C45D8">
            <w:pPr>
              <w:autoSpaceDE w:val="0"/>
              <w:autoSpaceDN w:val="0"/>
              <w:adjustRightInd w:val="0"/>
              <w:spacing w:line="228" w:lineRule="auto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</w:t>
            </w:r>
            <w:r w:rsidR="00272CD8" w:rsidRPr="005805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образований Рязанской области на строительство (реконструкцию), капитальный ремонт и ремонт 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F36551" w:rsidP="00E9226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64739,962</w:t>
            </w:r>
            <w:r w:rsidR="00E92260" w:rsidRPr="005805C2">
              <w:rPr>
                <w:rFonts w:ascii="Times New Roman" w:hAnsi="Times New Roman"/>
                <w:sz w:val="22"/>
                <w:szCs w:val="22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F36551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64739,962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94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F36551">
        <w:trPr>
          <w:cantSplit/>
          <w:trHeight w:val="101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F36551" w:rsidP="00F365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2271,762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F36551" w:rsidP="00F365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2271,762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F36551">
        <w:trPr>
          <w:cantSplit/>
          <w:trHeight w:val="1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260" w:rsidRPr="005805C2" w:rsidRDefault="003C45D8" w:rsidP="003C45D8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  <w:r w:rsidR="00272CD8" w:rsidRPr="005805C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бюджетам муниципальных образований Рязанской области на </w:t>
            </w:r>
            <w:r w:rsidR="00204686"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реализацию мероприятий по </w:t>
            </w: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развити</w:t>
            </w:r>
            <w:r w:rsidR="00204686" w:rsidRPr="005805C2">
              <w:rPr>
                <w:rFonts w:ascii="Times New Roman" w:hAnsi="Times New Roman"/>
                <w:bCs/>
                <w:sz w:val="22"/>
                <w:szCs w:val="22"/>
              </w:rPr>
              <w:t>ю</w:t>
            </w: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 транспортной инфраструктуры на сельских территориях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123330,7***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1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260" w:rsidRPr="005805C2" w:rsidTr="00272CD8">
        <w:trPr>
          <w:cantSplit/>
          <w:trHeight w:val="10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92260" w:rsidRPr="005805C2" w:rsidTr="00272CD8">
        <w:trPr>
          <w:cantSplit/>
          <w:trHeight w:val="98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60" w:rsidRPr="005805C2" w:rsidRDefault="00E92260" w:rsidP="00E9226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2260" w:rsidRPr="005805C2" w:rsidRDefault="00E92260" w:rsidP="00E9226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98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9.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spacing w:line="235" w:lineRule="auto"/>
              <w:ind w:right="-103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805C2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образований Рязанской области на реконструкцию,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B0041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AB3C9F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B0041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AB3C9F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color w:val="FFFFFF" w:themeColor="background1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B3C9F" w:rsidRPr="005805C2" w:rsidTr="00BA71F1">
        <w:trPr>
          <w:cantSplit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C9F" w:rsidRPr="005805C2" w:rsidRDefault="00AB3C9F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C9F" w:rsidRPr="005805C2" w:rsidRDefault="00AB3C9F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3C9F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BA71F1">
        <w:trPr>
          <w:cantSplit/>
          <w:trHeight w:val="98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9671F0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AB3C9F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9671F0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AB3C9F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B3C9F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Бюджетные ассигнования на финансирование фактически выполненных и не оплаченных работ в 2015 году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B0041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7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2</w:t>
            </w:r>
            <w:r w:rsidR="001B6451" w:rsidRPr="00114DB3">
              <w:rPr>
                <w:rFonts w:ascii="Times New Roman" w:hAnsi="Times New Roman"/>
                <w:sz w:val="22"/>
                <w:szCs w:val="22"/>
              </w:rPr>
              <w:t>7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7916,17717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975773,76262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114DB3" w:rsidRDefault="00B0041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9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6</w:t>
            </w:r>
            <w:r w:rsidR="00AD322C" w:rsidRPr="00114DB3">
              <w:rPr>
                <w:rFonts w:ascii="Times New Roman" w:hAnsi="Times New Roman"/>
                <w:sz w:val="22"/>
                <w:szCs w:val="22"/>
              </w:rPr>
              <w:t>5689,61906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378148,2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5B2B07">
        <w:trPr>
          <w:cantSplit/>
          <w:trHeight w:val="9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941762">
        <w:trPr>
          <w:cantSplit/>
          <w:trHeight w:val="159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941762">
        <w:trPr>
          <w:cantSplit/>
          <w:trHeight w:val="124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1F0">
              <w:rPr>
                <w:rFonts w:ascii="Times New Roman" w:hAnsi="Times New Roman"/>
                <w:sz w:val="22"/>
                <w:szCs w:val="22"/>
              </w:rPr>
              <w:t>649932,49717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1F0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941762">
        <w:trPr>
          <w:cantSplit/>
          <w:trHeight w:val="1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B0041C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6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2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7983,68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114DB3" w:rsidRDefault="00B0041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9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0</w:t>
            </w:r>
            <w:r w:rsidR="00AD322C" w:rsidRPr="00114DB3">
              <w:rPr>
                <w:rFonts w:ascii="Times New Roman" w:hAnsi="Times New Roman"/>
                <w:sz w:val="22"/>
                <w:szCs w:val="22"/>
              </w:rPr>
              <w:t>3221,41906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610C61">
        <w:trPr>
          <w:cantSplit/>
          <w:trHeight w:val="14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835F4D" w:rsidP="00B0041C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6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27983,68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114DB3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114DB3" w:rsidRDefault="00B0041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9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03221,41906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610C61">
        <w:trPr>
          <w:cantSplit/>
          <w:trHeight w:val="1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E15976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 xml:space="preserve">Мероприятия по реализации регионального проекта «Дорожная сеть (Рязанская область)», </w:t>
            </w:r>
          </w:p>
          <w:p w:rsidR="00AD322C" w:rsidRPr="005805C2" w:rsidRDefault="00AD322C" w:rsidP="00E15976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 xml:space="preserve">направленные на достижение результатов реализации федерального проекта «Дорожная сеть» </w:t>
            </w:r>
          </w:p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AD322C" w:rsidRPr="005805C2" w:rsidTr="00BA71F1">
        <w:trPr>
          <w:cantSplit/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реконструкцию, капитальный ремонт, ремонт и содержание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1724869,09191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335169,09191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126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Президента Российской Федерации, 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содержащих</w:t>
            </w:r>
            <w:proofErr w:type="gramEnd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 указание на их реализацию</w:t>
            </w: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BA71F1">
        <w:trPr>
          <w:cantSplit/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E15976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E1597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BA71F1">
        <w:trPr>
          <w:cantSplit/>
          <w:trHeight w:val="1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1724869,09191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335169,09191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5805C2">
              <w:rPr>
                <w:rFonts w:ascii="Times New Roman" w:eastAsia="MS Mincho" w:hAnsi="Times New Roman"/>
                <w:sz w:val="22"/>
                <w:szCs w:val="22"/>
              </w:rPr>
              <w:t>11.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eastAsia="MS Mincho" w:hAnsi="Times New Roman"/>
                <w:sz w:val="22"/>
                <w:szCs w:val="22"/>
              </w:rPr>
              <w:t xml:space="preserve">Субсидии </w:t>
            </w: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5805C2">
              <w:rPr>
                <w:rFonts w:ascii="Times New Roman" w:eastAsia="MS Mincho" w:hAnsi="Times New Roman"/>
                <w:sz w:val="22"/>
                <w:szCs w:val="22"/>
              </w:rPr>
              <w:t xml:space="preserve">на отдельные мероприятия по модернизации дорожной инфраструктуры в городских агломерациях, </w:t>
            </w:r>
            <w:proofErr w:type="gramStart"/>
            <w:r w:rsidRPr="005805C2">
              <w:rPr>
                <w:rFonts w:ascii="Times New Roman" w:eastAsia="MS Mincho" w:hAnsi="Times New Roman"/>
                <w:sz w:val="22"/>
                <w:szCs w:val="22"/>
              </w:rPr>
              <w:t>осуществляемые</w:t>
            </w:r>
            <w:proofErr w:type="gramEnd"/>
            <w:r w:rsidRPr="005805C2">
              <w:rPr>
                <w:rFonts w:ascii="Times New Roman" w:eastAsia="MS Mincho" w:hAnsi="Times New Roman"/>
                <w:sz w:val="22"/>
                <w:szCs w:val="22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</w:t>
            </w:r>
            <w:r w:rsidR="00835F4D" w:rsidRPr="005805C2">
              <w:rPr>
                <w:rFonts w:ascii="Times New Roman" w:hAnsi="Times New Roman"/>
                <w:sz w:val="22"/>
                <w:szCs w:val="22"/>
              </w:rPr>
              <w:t>1</w:t>
            </w:r>
            <w:r w:rsidRPr="005805C2">
              <w:rPr>
                <w:rFonts w:ascii="Times New Roman" w:hAnsi="Times New Roman"/>
                <w:sz w:val="22"/>
                <w:szCs w:val="22"/>
              </w:rPr>
              <w:t>47105,906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</w:t>
            </w:r>
            <w:r w:rsidR="00AD322C" w:rsidRPr="005805C2">
              <w:rPr>
                <w:rFonts w:ascii="Times New Roman" w:hAnsi="Times New Roman"/>
                <w:sz w:val="22"/>
                <w:szCs w:val="22"/>
              </w:rPr>
              <w:t>80605,906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9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 w:rsidRPr="005805C2">
              <w:rPr>
                <w:rFonts w:ascii="Times New Roman" w:eastAsia="MS Mincho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5F4D" w:rsidRPr="005805C2" w:rsidTr="005B2B07">
        <w:trPr>
          <w:cantSplit/>
          <w:trHeight w:val="122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35F4D" w:rsidRPr="005805C2" w:rsidRDefault="00835F4D" w:rsidP="00AD322C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F4D" w:rsidRPr="005805C2" w:rsidRDefault="00835F4D" w:rsidP="00AD322C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 w:rsidRPr="005805C2">
              <w:rPr>
                <w:rFonts w:ascii="Times New Roman" w:eastAsia="MS Mincho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1147105,906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180605,906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35F4D" w:rsidRPr="005805C2" w:rsidTr="00BA71F1">
        <w:trPr>
          <w:cantSplit/>
          <w:trHeight w:val="29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4D" w:rsidRPr="005805C2" w:rsidRDefault="00835F4D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F4D" w:rsidRPr="005805C2" w:rsidRDefault="00835F4D" w:rsidP="00AD322C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A42D2A">
        <w:trPr>
          <w:cantSplit/>
          <w:trHeight w:val="10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B0041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2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4830,90809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B0041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5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AD322C" w:rsidRPr="00114DB3">
              <w:rPr>
                <w:rFonts w:ascii="Times New Roman" w:hAnsi="Times New Roman"/>
                <w:sz w:val="22"/>
                <w:szCs w:val="22"/>
              </w:rPr>
              <w:t>4830,90809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A42D2A">
        <w:trPr>
          <w:cantSplit/>
          <w:trHeight w:val="30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5F4D" w:rsidRPr="005805C2" w:rsidTr="00A42D2A">
        <w:trPr>
          <w:cantSplit/>
          <w:trHeight w:val="165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4D" w:rsidRPr="005805C2" w:rsidRDefault="00835F4D" w:rsidP="00835F4D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F4D" w:rsidRPr="005805C2" w:rsidRDefault="00835F4D" w:rsidP="00835F4D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9671F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2</w:t>
            </w:r>
            <w:r w:rsidR="009671F0"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14830,90809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B0041C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5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14830,90809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B0041C" w:rsidP="00B0041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49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8</w:t>
            </w:r>
            <w:r w:rsidR="00AD322C" w:rsidRPr="00114DB3">
              <w:rPr>
                <w:rFonts w:ascii="Times New Roman" w:hAnsi="Times New Roman"/>
                <w:sz w:val="22"/>
                <w:szCs w:val="22"/>
              </w:rPr>
              <w:t>6805,906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1106200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1250000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B0041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1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0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0605,906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835F4D">
        <w:trPr>
          <w:cantSplit/>
          <w:trHeight w:val="17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BA71F1">
        <w:trPr>
          <w:cantSplit/>
          <w:trHeight w:val="132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1147105,906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180605,906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833B79">
        <w:trPr>
          <w:cantSplit/>
          <w:trHeight w:val="1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B0041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8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114DB3" w:rsidRDefault="00B0041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35F4D" w:rsidRPr="005805C2" w:rsidTr="00591535">
        <w:trPr>
          <w:cantSplit/>
          <w:trHeight w:val="113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4D" w:rsidRPr="005805C2" w:rsidRDefault="00835F4D" w:rsidP="00835F4D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F4D" w:rsidRPr="005805C2" w:rsidRDefault="00835F4D" w:rsidP="00835F4D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B0041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3</w:t>
            </w:r>
            <w:r w:rsidR="00B0041C" w:rsidRPr="00114DB3">
              <w:rPr>
                <w:rFonts w:ascii="Times New Roman" w:hAnsi="Times New Roman"/>
                <w:sz w:val="22"/>
                <w:szCs w:val="22"/>
              </w:rPr>
              <w:t>8</w:t>
            </w:r>
            <w:r w:rsidRPr="00114DB3">
              <w:rPr>
                <w:rFonts w:ascii="Times New Roman" w:hAnsi="Times New Roman"/>
                <w:sz w:val="22"/>
                <w:szCs w:val="22"/>
              </w:rPr>
              <w:t>39700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835F4D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114DB3" w:rsidRDefault="009671F0" w:rsidP="00835F4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</w:t>
            </w:r>
            <w:r w:rsidR="00835F4D" w:rsidRPr="00114DB3">
              <w:rPr>
                <w:rFonts w:ascii="Times New Roman" w:hAnsi="Times New Roman"/>
                <w:sz w:val="22"/>
                <w:szCs w:val="22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F4D" w:rsidRPr="005805C2" w:rsidRDefault="00835F4D" w:rsidP="00835F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>Мероприятия по реализации регионального проекта «</w:t>
            </w:r>
            <w:r w:rsidRPr="005805C2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5805C2"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4"/>
                <w:szCs w:val="24"/>
              </w:rPr>
              <w:t>направленные на достижение результатов реализации федерального проекта «</w:t>
            </w:r>
            <w:r w:rsidRPr="005805C2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5805C2">
              <w:rPr>
                <w:rFonts w:ascii="Times New Roman" w:hAnsi="Times New Roman"/>
                <w:sz w:val="24"/>
                <w:szCs w:val="24"/>
              </w:rPr>
              <w:t>» в рамках национального проекта «Безопасные и качественные автомобильные дороги»</w:t>
            </w:r>
          </w:p>
        </w:tc>
      </w:tr>
      <w:tr w:rsidR="00AD322C" w:rsidRPr="005805C2" w:rsidTr="00BA71F1">
        <w:trPr>
          <w:cantSplit/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образований Рязанской области на капитальный ремонт, ремонт и содержание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272CD8">
        <w:trPr>
          <w:cantSplit/>
          <w:trHeight w:val="10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272CD8">
        <w:trPr>
          <w:cantSplit/>
          <w:trHeight w:val="10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бюджетам муниципальных образований Рязанской области на внедрение автоматизированных и роботизированных технологий организации дорожного движения и </w:t>
            </w:r>
            <w:proofErr w:type="gramStart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контроля за</w:t>
            </w:r>
            <w:proofErr w:type="gramEnd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 соблюдением правил дорожного движения (внедрение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272CD8">
        <w:trPr>
          <w:cantSplit/>
          <w:trHeight w:val="2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272CD8">
        <w:trPr>
          <w:cantSplit/>
          <w:trHeight w:val="83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272CD8">
        <w:trPr>
          <w:cantSplit/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129487,7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272CD8">
        <w:trPr>
          <w:cantSplit/>
          <w:trHeight w:val="24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322C" w:rsidRPr="005805C2" w:rsidTr="00272CD8">
        <w:trPr>
          <w:cantSplit/>
          <w:trHeight w:val="112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129487,7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12394209,78317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1618132,89974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2295261,46262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2016295,52506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1636578,64692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1198148,2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DB5EB7">
        <w:trPr>
          <w:cantSplit/>
          <w:trHeight w:val="27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D322C" w:rsidRPr="005805C2" w:rsidTr="005B2B07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2226526,10317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263074,106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5805C2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1926526,10317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263074,106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5805C2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5B2B07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1276593,606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619487,7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200605,906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BA71F1">
        <w:trPr>
          <w:cantSplit/>
          <w:trHeight w:val="169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E002E7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10167683,68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1753221,41906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BA71F1">
        <w:trPr>
          <w:cantSplit/>
          <w:trHeight w:val="17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10167683,68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1753221,41906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D322C" w:rsidRPr="005805C2" w:rsidTr="00DB5EB7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D322C" w:rsidRPr="005805C2" w:rsidTr="00272CD8">
        <w:trPr>
          <w:cantSplit/>
          <w:trHeight w:val="126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22C" w:rsidRPr="00E002E7" w:rsidRDefault="00AD322C" w:rsidP="00AD322C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3989700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9671F0" w:rsidP="00AD32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4DB3">
              <w:rPr>
                <w:rFonts w:ascii="Times New Roman" w:hAnsi="Times New Roman"/>
                <w:sz w:val="22"/>
                <w:szCs w:val="22"/>
              </w:rPr>
              <w:t>850000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322C" w:rsidRPr="00E002E7" w:rsidRDefault="00AD322C" w:rsidP="00AD32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2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381102" w:rsidRPr="005805C2" w:rsidRDefault="00381102" w:rsidP="00381102">
      <w:pPr>
        <w:tabs>
          <w:tab w:val="left" w:pos="142"/>
        </w:tabs>
        <w:ind w:left="142" w:right="-94"/>
        <w:jc w:val="both"/>
        <w:rPr>
          <w:rFonts w:ascii="Times New Roman" w:hAnsi="Times New Roman"/>
          <w:sz w:val="6"/>
          <w:szCs w:val="6"/>
        </w:rPr>
      </w:pPr>
    </w:p>
    <w:p w:rsidR="00381102" w:rsidRPr="005805C2" w:rsidRDefault="00381102" w:rsidP="00381102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</w:rPr>
        <w:t>* Средства будут распределены по муниципальным образованиям Рязанской области до 1 июня года предоставления субсидий.</w:t>
      </w:r>
    </w:p>
    <w:p w:rsidR="00381102" w:rsidRPr="005805C2" w:rsidRDefault="00381102" w:rsidP="00381102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</w:rPr>
        <w:t>** Средства направляются на финансовое обеспечение дорожной деятельности в рамках приоритетного проекта «Безопасные и качественные дороги» государственной программы Российской Федерации «Развитие транспортной системы».</w:t>
      </w:r>
    </w:p>
    <w:p w:rsidR="00381102" w:rsidRPr="005805C2" w:rsidRDefault="00381102" w:rsidP="00381102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5805C2">
        <w:rPr>
          <w:rFonts w:ascii="Times New Roman" w:hAnsi="Times New Roman"/>
        </w:rPr>
        <w:t>*** Средства будут распределены по муниципальным образованиям Рязанской области после заключения соглашения с Федеральным дорожным агентством.</w:t>
      </w:r>
    </w:p>
    <w:p w:rsidR="004F7B81" w:rsidRPr="005805C2" w:rsidRDefault="004F7B81" w:rsidP="003C45D8">
      <w:pPr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BA71F1" w:rsidRPr="005805C2" w:rsidRDefault="00BA71F1" w:rsidP="00381102">
      <w:pPr>
        <w:jc w:val="right"/>
        <w:rPr>
          <w:rFonts w:ascii="Times New Roman" w:hAnsi="Times New Roman"/>
          <w:sz w:val="28"/>
          <w:szCs w:val="28"/>
        </w:rPr>
      </w:pPr>
    </w:p>
    <w:p w:rsidR="00381102" w:rsidRPr="005805C2" w:rsidRDefault="00381102" w:rsidP="00381102">
      <w:pPr>
        <w:jc w:val="right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lastRenderedPageBreak/>
        <w:t>Таблица № 6</w:t>
      </w:r>
    </w:p>
    <w:p w:rsidR="00381102" w:rsidRPr="005805C2" w:rsidRDefault="00381102" w:rsidP="00381102">
      <w:pPr>
        <w:jc w:val="right"/>
        <w:rPr>
          <w:rFonts w:ascii="Times New Roman" w:hAnsi="Times New Roman"/>
          <w:sz w:val="28"/>
          <w:szCs w:val="28"/>
        </w:rPr>
      </w:pPr>
    </w:p>
    <w:p w:rsidR="00381102" w:rsidRPr="005805C2" w:rsidRDefault="00381102" w:rsidP="003811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Распределение объемов финансирования по обеспечению реализации мероприятий</w:t>
      </w:r>
    </w:p>
    <w:p w:rsidR="00381102" w:rsidRPr="005805C2" w:rsidRDefault="00381102" w:rsidP="003811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5805C2">
        <w:rPr>
          <w:rFonts w:ascii="Times New Roman" w:hAnsi="Times New Roman"/>
          <w:sz w:val="28"/>
          <w:szCs w:val="28"/>
        </w:rPr>
        <w:t>в области дорожного хозяйства в Рязанской области</w:t>
      </w:r>
    </w:p>
    <w:p w:rsidR="00381102" w:rsidRPr="005805C2" w:rsidRDefault="00381102" w:rsidP="003811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381102" w:rsidRPr="005805C2" w:rsidTr="001A2BE6">
        <w:trPr>
          <w:trHeight w:val="2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381102" w:rsidRPr="005805C2" w:rsidTr="001A2BE6">
        <w:trPr>
          <w:trHeight w:val="2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381102" w:rsidRPr="005805C2" w:rsidTr="001A2BE6">
        <w:trPr>
          <w:trHeight w:val="3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381102" w:rsidRPr="005805C2" w:rsidRDefault="00381102" w:rsidP="00381102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381102" w:rsidRPr="005805C2" w:rsidTr="001A2BE6">
        <w:trPr>
          <w:trHeight w:val="26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381102" w:rsidRPr="005805C2" w:rsidTr="001A2BE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Ремонт и техобслуживание лабораторного оборудования</w:t>
            </w: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1542,97701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149,97701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</w:tr>
      <w:tr w:rsidR="00381102" w:rsidRPr="005805C2" w:rsidTr="001A2BE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Услуги сторонних организаций</w:t>
            </w: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16584,38896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3532,26941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1142,2726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5002,64695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</w:tr>
      <w:tr w:rsidR="00381102" w:rsidRPr="005805C2" w:rsidTr="001A2BE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Приобретение лабораторного оборудования, геодезических и измерительных приборов</w:t>
            </w: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9404,78189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1044,695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6903,56689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385,52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81102" w:rsidRPr="005805C2" w:rsidTr="001A2BE6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пользования, оценкой земельных участков, выполнением </w:t>
            </w:r>
            <w:proofErr w:type="spellStart"/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6879,64858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4114,75358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2764,895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81102" w:rsidRPr="005805C2" w:rsidTr="001A2BE6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 и (или) государственной регистрации права на земельные участки и автомобильные дороги общего пользования, оценкой земельных участков, выполнением </w:t>
            </w:r>
            <w:proofErr w:type="spellStart"/>
            <w:r w:rsidRPr="005805C2">
              <w:rPr>
                <w:rFonts w:ascii="Times New Roman" w:hAnsi="Times New Roman"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AD0DA6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21673,43605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1411,48388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4233,68578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6155,26639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</w:tr>
      <w:tr w:rsidR="00381102" w:rsidRPr="005805C2" w:rsidTr="001A2BE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Иные расходы, связанные с управлением дорожным хозяйством и выполнением функций заказчика</w:t>
            </w: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961142,22695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146704,95942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153823,105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130111,8519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124763,09018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122061,32045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136972,9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</w:tr>
      <w:tr w:rsidR="00381102" w:rsidRPr="005805C2" w:rsidTr="001A2BE6">
        <w:trPr>
          <w:cantSplit/>
          <w:trHeight w:val="8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Закупка иных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32410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81102" w:rsidRPr="005805C2" w:rsidTr="001A2BE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1102" w:rsidRPr="005805C2" w:rsidRDefault="00381102" w:rsidP="001A2BE6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805C2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81102" w:rsidRPr="005805C2" w:rsidRDefault="00381102" w:rsidP="001A2BE6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1049637,45944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145144,75379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136972,9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1102" w:rsidRPr="005805C2" w:rsidRDefault="008C3BBE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1102" w:rsidRPr="005805C2" w:rsidRDefault="00381102" w:rsidP="001A2B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05C2">
              <w:rPr>
                <w:rFonts w:ascii="Times New Roman" w:hAnsi="Times New Roman"/>
                <w:sz w:val="22"/>
                <w:szCs w:val="22"/>
              </w:rPr>
              <w:t>157305»</w:t>
            </w:r>
          </w:p>
        </w:tc>
      </w:tr>
    </w:tbl>
    <w:p w:rsidR="00381102" w:rsidRPr="005805C2" w:rsidRDefault="00381102" w:rsidP="00381102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A5717D" w:rsidRPr="005805C2" w:rsidRDefault="00A5717D" w:rsidP="009468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420DD" w:rsidRPr="005805C2" w:rsidRDefault="00D420DD" w:rsidP="009468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7679" w:rsidRPr="005805C2" w:rsidRDefault="006A7679" w:rsidP="006A7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05C2">
        <w:rPr>
          <w:rFonts w:ascii="Times New Roman" w:hAnsi="Times New Roman" w:cs="Times New Roman"/>
          <w:sz w:val="28"/>
          <w:szCs w:val="28"/>
        </w:rPr>
        <w:t>__________________</w:t>
      </w:r>
    </w:p>
    <w:p w:rsidR="006A7679" w:rsidRPr="005805C2" w:rsidRDefault="006A7679" w:rsidP="006A7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A7679" w:rsidRPr="005805C2" w:rsidSect="0050541D">
      <w:pgSz w:w="16834" w:h="11907" w:orient="landscape" w:code="9"/>
      <w:pgMar w:top="1134" w:right="851" w:bottom="1134" w:left="1701" w:header="272" w:footer="397" w:gutter="0"/>
      <w:pgNumType w:start="162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FB" w:rsidRDefault="006D48FB">
      <w:r>
        <w:separator/>
      </w:r>
    </w:p>
  </w:endnote>
  <w:endnote w:type="continuationSeparator" w:id="0">
    <w:p w:rsidR="006D48FB" w:rsidRDefault="006D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901500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901500" w:rsidRDefault="00901500">
          <w:pPr>
            <w:pStyle w:val="a8"/>
          </w:pPr>
          <w:r>
            <w:rPr>
              <w:noProof/>
            </w:rPr>
            <w:drawing>
              <wp:inline distT="0" distB="0" distL="0" distR="0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901500" w:rsidRPr="00963E33" w:rsidRDefault="00901500" w:rsidP="00963E3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901500" w:rsidRPr="00963E33" w:rsidRDefault="0050541D" w:rsidP="00963E3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53747  27.04.2021 15:58:28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901500" w:rsidRPr="00F16F07" w:rsidRDefault="00901500" w:rsidP="00963E3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901500" w:rsidRPr="00963E33" w:rsidRDefault="00901500" w:rsidP="00963E3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901500" w:rsidRPr="009573D3" w:rsidRDefault="00901500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901500" w:rsidRPr="00963E33" w:rsidTr="00963E33">
      <w:tc>
        <w:tcPr>
          <w:tcW w:w="2538" w:type="dxa"/>
        </w:tcPr>
        <w:p w:rsidR="00901500" w:rsidRPr="00963E33" w:rsidRDefault="00901500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901500" w:rsidRPr="00963E33" w:rsidRDefault="00901500" w:rsidP="00963E3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901500" w:rsidRPr="00963E33" w:rsidRDefault="00901500" w:rsidP="00963E3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901500" w:rsidRPr="00963E33" w:rsidRDefault="00901500" w:rsidP="00963E3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901500" w:rsidRDefault="00901500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FB" w:rsidRDefault="006D48FB">
      <w:r>
        <w:separator/>
      </w:r>
    </w:p>
  </w:footnote>
  <w:footnote w:type="continuationSeparator" w:id="0">
    <w:p w:rsidR="006D48FB" w:rsidRDefault="006D4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500" w:rsidRDefault="00173D09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0150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01500">
      <w:rPr>
        <w:rStyle w:val="ac"/>
        <w:noProof/>
      </w:rPr>
      <w:t>1</w:t>
    </w:r>
    <w:r>
      <w:rPr>
        <w:rStyle w:val="ac"/>
      </w:rPr>
      <w:fldChar w:fldCharType="end"/>
    </w:r>
  </w:p>
  <w:p w:rsidR="00901500" w:rsidRDefault="009015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500" w:rsidRPr="00481B88" w:rsidRDefault="00901500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901500" w:rsidRPr="005805C2" w:rsidRDefault="00173D09" w:rsidP="005805C2">
    <w:pPr>
      <w:jc w:val="center"/>
      <w:rPr>
        <w:rFonts w:ascii="Times New Roman" w:hAnsi="Times New Roman"/>
        <w:sz w:val="28"/>
        <w:szCs w:val="28"/>
      </w:rPr>
    </w:pPr>
    <w:r w:rsidRPr="005805C2">
      <w:rPr>
        <w:rFonts w:ascii="Times New Roman" w:hAnsi="Times New Roman"/>
        <w:sz w:val="28"/>
        <w:szCs w:val="28"/>
      </w:rPr>
      <w:fldChar w:fldCharType="begin"/>
    </w:r>
    <w:r w:rsidR="00901500" w:rsidRPr="005805C2">
      <w:rPr>
        <w:rFonts w:ascii="Times New Roman" w:hAnsi="Times New Roman"/>
        <w:sz w:val="28"/>
        <w:szCs w:val="28"/>
      </w:rPr>
      <w:instrText xml:space="preserve">PAGE  </w:instrText>
    </w:r>
    <w:r w:rsidRPr="005805C2">
      <w:rPr>
        <w:rFonts w:ascii="Times New Roman" w:hAnsi="Times New Roman"/>
        <w:sz w:val="28"/>
        <w:szCs w:val="28"/>
      </w:rPr>
      <w:fldChar w:fldCharType="separate"/>
    </w:r>
    <w:r w:rsidR="005E11F3">
      <w:rPr>
        <w:rFonts w:ascii="Times New Roman" w:hAnsi="Times New Roman"/>
        <w:noProof/>
        <w:sz w:val="28"/>
        <w:szCs w:val="28"/>
      </w:rPr>
      <w:t>175</w:t>
    </w:r>
    <w:r w:rsidRPr="005805C2">
      <w:rPr>
        <w:rFonts w:ascii="Times New Roman" w:hAnsi="Times New Roman"/>
        <w:sz w:val="28"/>
        <w:szCs w:val="28"/>
      </w:rPr>
      <w:fldChar w:fldCharType="end"/>
    </w:r>
  </w:p>
  <w:p w:rsidR="00901500" w:rsidRPr="00E37801" w:rsidRDefault="00901500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2.45pt;height:11.6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+v05dTkow4xrtskTsGdEs4Z0WsiY5+dttuH9/cpYAiZBcv5/ikOuOfdAotJmKgBSP/LgWltByqrEPxIdTrVfQ==" w:salt="dUYH6ZheG68VneXZ02k5P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22E"/>
    <w:rsid w:val="0001360F"/>
    <w:rsid w:val="000150ED"/>
    <w:rsid w:val="0001550D"/>
    <w:rsid w:val="0002612F"/>
    <w:rsid w:val="00030339"/>
    <w:rsid w:val="000312EC"/>
    <w:rsid w:val="00031322"/>
    <w:rsid w:val="0003205B"/>
    <w:rsid w:val="000323AD"/>
    <w:rsid w:val="00032AA7"/>
    <w:rsid w:val="000331B3"/>
    <w:rsid w:val="00033403"/>
    <w:rsid w:val="00033413"/>
    <w:rsid w:val="00033D03"/>
    <w:rsid w:val="00034C5A"/>
    <w:rsid w:val="00035213"/>
    <w:rsid w:val="00036499"/>
    <w:rsid w:val="00037C0C"/>
    <w:rsid w:val="0004027C"/>
    <w:rsid w:val="000412A6"/>
    <w:rsid w:val="00042395"/>
    <w:rsid w:val="00046C4D"/>
    <w:rsid w:val="000502A3"/>
    <w:rsid w:val="00050B0C"/>
    <w:rsid w:val="00051B8C"/>
    <w:rsid w:val="00053E54"/>
    <w:rsid w:val="00055206"/>
    <w:rsid w:val="000561E2"/>
    <w:rsid w:val="0005644C"/>
    <w:rsid w:val="000565E8"/>
    <w:rsid w:val="0005677F"/>
    <w:rsid w:val="000569F1"/>
    <w:rsid w:val="00056DEB"/>
    <w:rsid w:val="000574CD"/>
    <w:rsid w:val="00057516"/>
    <w:rsid w:val="000621EF"/>
    <w:rsid w:val="00062A18"/>
    <w:rsid w:val="00062E3F"/>
    <w:rsid w:val="00066AB8"/>
    <w:rsid w:val="000702F5"/>
    <w:rsid w:val="00073A7A"/>
    <w:rsid w:val="00074523"/>
    <w:rsid w:val="00076D5E"/>
    <w:rsid w:val="00081E3A"/>
    <w:rsid w:val="00082B60"/>
    <w:rsid w:val="00084C9B"/>
    <w:rsid w:val="00084DD3"/>
    <w:rsid w:val="0008619D"/>
    <w:rsid w:val="00086D66"/>
    <w:rsid w:val="00090FAC"/>
    <w:rsid w:val="000917C0"/>
    <w:rsid w:val="00091C33"/>
    <w:rsid w:val="000A119E"/>
    <w:rsid w:val="000A275F"/>
    <w:rsid w:val="000A36C5"/>
    <w:rsid w:val="000A3D93"/>
    <w:rsid w:val="000A4F3A"/>
    <w:rsid w:val="000A595F"/>
    <w:rsid w:val="000B01CD"/>
    <w:rsid w:val="000B0736"/>
    <w:rsid w:val="000B591F"/>
    <w:rsid w:val="000C37E8"/>
    <w:rsid w:val="000C5A4E"/>
    <w:rsid w:val="000D34F7"/>
    <w:rsid w:val="000D3521"/>
    <w:rsid w:val="000D5521"/>
    <w:rsid w:val="000D7623"/>
    <w:rsid w:val="000D7C8D"/>
    <w:rsid w:val="000E5D16"/>
    <w:rsid w:val="000E71BB"/>
    <w:rsid w:val="000E72A5"/>
    <w:rsid w:val="000F1075"/>
    <w:rsid w:val="000F1857"/>
    <w:rsid w:val="000F5DBE"/>
    <w:rsid w:val="000F73F7"/>
    <w:rsid w:val="00100007"/>
    <w:rsid w:val="001047D1"/>
    <w:rsid w:val="00105711"/>
    <w:rsid w:val="001059CB"/>
    <w:rsid w:val="00105EC8"/>
    <w:rsid w:val="00107BC0"/>
    <w:rsid w:val="001145D8"/>
    <w:rsid w:val="00114DB3"/>
    <w:rsid w:val="00114E32"/>
    <w:rsid w:val="00122CF1"/>
    <w:rsid w:val="00122CFD"/>
    <w:rsid w:val="00127025"/>
    <w:rsid w:val="0013331E"/>
    <w:rsid w:val="00133F08"/>
    <w:rsid w:val="00135556"/>
    <w:rsid w:val="00137B79"/>
    <w:rsid w:val="00141C6B"/>
    <w:rsid w:val="001434E3"/>
    <w:rsid w:val="00145E00"/>
    <w:rsid w:val="001467F8"/>
    <w:rsid w:val="001470B9"/>
    <w:rsid w:val="001473C4"/>
    <w:rsid w:val="00147808"/>
    <w:rsid w:val="00147E70"/>
    <w:rsid w:val="00151370"/>
    <w:rsid w:val="00157AC7"/>
    <w:rsid w:val="00162E72"/>
    <w:rsid w:val="00163E29"/>
    <w:rsid w:val="0016463D"/>
    <w:rsid w:val="00165EF5"/>
    <w:rsid w:val="00167EC7"/>
    <w:rsid w:val="00170451"/>
    <w:rsid w:val="00172498"/>
    <w:rsid w:val="00173D09"/>
    <w:rsid w:val="001749E5"/>
    <w:rsid w:val="00175ABA"/>
    <w:rsid w:val="00175BE5"/>
    <w:rsid w:val="00177F67"/>
    <w:rsid w:val="00181957"/>
    <w:rsid w:val="00183235"/>
    <w:rsid w:val="0018509D"/>
    <w:rsid w:val="001850F4"/>
    <w:rsid w:val="00186D26"/>
    <w:rsid w:val="00190A74"/>
    <w:rsid w:val="00190FF9"/>
    <w:rsid w:val="00191A67"/>
    <w:rsid w:val="00192086"/>
    <w:rsid w:val="001935E8"/>
    <w:rsid w:val="00193C0D"/>
    <w:rsid w:val="001942B9"/>
    <w:rsid w:val="001946AB"/>
    <w:rsid w:val="001947BE"/>
    <w:rsid w:val="001A2BE6"/>
    <w:rsid w:val="001A4959"/>
    <w:rsid w:val="001A5193"/>
    <w:rsid w:val="001A560F"/>
    <w:rsid w:val="001A5E05"/>
    <w:rsid w:val="001A70A9"/>
    <w:rsid w:val="001A78C3"/>
    <w:rsid w:val="001B0982"/>
    <w:rsid w:val="001B140D"/>
    <w:rsid w:val="001B1E20"/>
    <w:rsid w:val="001B32BA"/>
    <w:rsid w:val="001B3FB3"/>
    <w:rsid w:val="001B6451"/>
    <w:rsid w:val="001B6899"/>
    <w:rsid w:val="001B6B7B"/>
    <w:rsid w:val="001C16D8"/>
    <w:rsid w:val="001C2213"/>
    <w:rsid w:val="001C22E1"/>
    <w:rsid w:val="001C24ED"/>
    <w:rsid w:val="001C2D5C"/>
    <w:rsid w:val="001C616D"/>
    <w:rsid w:val="001C6FF2"/>
    <w:rsid w:val="001D05EF"/>
    <w:rsid w:val="001D0AB1"/>
    <w:rsid w:val="001D20FB"/>
    <w:rsid w:val="001D47D3"/>
    <w:rsid w:val="001E0317"/>
    <w:rsid w:val="001E0EF8"/>
    <w:rsid w:val="001E1881"/>
    <w:rsid w:val="001E1E28"/>
    <w:rsid w:val="001E20F1"/>
    <w:rsid w:val="001E6A6E"/>
    <w:rsid w:val="001E7658"/>
    <w:rsid w:val="001F0E91"/>
    <w:rsid w:val="001F12E8"/>
    <w:rsid w:val="001F1528"/>
    <w:rsid w:val="001F228C"/>
    <w:rsid w:val="001F414F"/>
    <w:rsid w:val="001F64B8"/>
    <w:rsid w:val="001F6870"/>
    <w:rsid w:val="001F6B4C"/>
    <w:rsid w:val="001F6D5F"/>
    <w:rsid w:val="001F7C83"/>
    <w:rsid w:val="0020084F"/>
    <w:rsid w:val="00202955"/>
    <w:rsid w:val="00202EA0"/>
    <w:rsid w:val="00203046"/>
    <w:rsid w:val="00204686"/>
    <w:rsid w:val="00205AB5"/>
    <w:rsid w:val="00212AAE"/>
    <w:rsid w:val="0021332F"/>
    <w:rsid w:val="00215182"/>
    <w:rsid w:val="0021534D"/>
    <w:rsid w:val="00215EC3"/>
    <w:rsid w:val="00216D23"/>
    <w:rsid w:val="00217DD6"/>
    <w:rsid w:val="00217E64"/>
    <w:rsid w:val="002239D6"/>
    <w:rsid w:val="00223F5C"/>
    <w:rsid w:val="00224DBA"/>
    <w:rsid w:val="00225ABA"/>
    <w:rsid w:val="00227AA8"/>
    <w:rsid w:val="00231F1C"/>
    <w:rsid w:val="0023286A"/>
    <w:rsid w:val="002332CD"/>
    <w:rsid w:val="00233878"/>
    <w:rsid w:val="002352B1"/>
    <w:rsid w:val="00235F91"/>
    <w:rsid w:val="002365C0"/>
    <w:rsid w:val="00236D1C"/>
    <w:rsid w:val="002377DA"/>
    <w:rsid w:val="00240DE7"/>
    <w:rsid w:val="00241D77"/>
    <w:rsid w:val="00242DDB"/>
    <w:rsid w:val="00244431"/>
    <w:rsid w:val="00244C8D"/>
    <w:rsid w:val="00245A9C"/>
    <w:rsid w:val="00245E27"/>
    <w:rsid w:val="00246A06"/>
    <w:rsid w:val="00247619"/>
    <w:rsid w:val="002479A2"/>
    <w:rsid w:val="00251673"/>
    <w:rsid w:val="002525B9"/>
    <w:rsid w:val="00253945"/>
    <w:rsid w:val="002560F2"/>
    <w:rsid w:val="00256541"/>
    <w:rsid w:val="0026058F"/>
    <w:rsid w:val="0026078A"/>
    <w:rsid w:val="0026087E"/>
    <w:rsid w:val="00260977"/>
    <w:rsid w:val="002610F6"/>
    <w:rsid w:val="0026141C"/>
    <w:rsid w:val="002618FD"/>
    <w:rsid w:val="00261DE0"/>
    <w:rsid w:val="00263F90"/>
    <w:rsid w:val="00264C3D"/>
    <w:rsid w:val="00265420"/>
    <w:rsid w:val="00265C2D"/>
    <w:rsid w:val="00270905"/>
    <w:rsid w:val="002716B1"/>
    <w:rsid w:val="002717B7"/>
    <w:rsid w:val="00272CD8"/>
    <w:rsid w:val="002732EC"/>
    <w:rsid w:val="0027369E"/>
    <w:rsid w:val="00274E14"/>
    <w:rsid w:val="00275260"/>
    <w:rsid w:val="00275C8C"/>
    <w:rsid w:val="00275D18"/>
    <w:rsid w:val="002804B7"/>
    <w:rsid w:val="00280A6D"/>
    <w:rsid w:val="002820CF"/>
    <w:rsid w:val="0028334B"/>
    <w:rsid w:val="00284A49"/>
    <w:rsid w:val="00284BA7"/>
    <w:rsid w:val="002856AA"/>
    <w:rsid w:val="002864AA"/>
    <w:rsid w:val="00286559"/>
    <w:rsid w:val="002869E4"/>
    <w:rsid w:val="00286ECA"/>
    <w:rsid w:val="0028788C"/>
    <w:rsid w:val="002938B8"/>
    <w:rsid w:val="002953B6"/>
    <w:rsid w:val="002973C6"/>
    <w:rsid w:val="00297DDB"/>
    <w:rsid w:val="002A0F5A"/>
    <w:rsid w:val="002A1E33"/>
    <w:rsid w:val="002A4369"/>
    <w:rsid w:val="002A53B7"/>
    <w:rsid w:val="002A565F"/>
    <w:rsid w:val="002B06C7"/>
    <w:rsid w:val="002B0876"/>
    <w:rsid w:val="002B0C6F"/>
    <w:rsid w:val="002B1E52"/>
    <w:rsid w:val="002B1EF0"/>
    <w:rsid w:val="002B2B44"/>
    <w:rsid w:val="002B2E6A"/>
    <w:rsid w:val="002B42FF"/>
    <w:rsid w:val="002B4FB0"/>
    <w:rsid w:val="002B7A59"/>
    <w:rsid w:val="002C1247"/>
    <w:rsid w:val="002C2C5E"/>
    <w:rsid w:val="002C3FBD"/>
    <w:rsid w:val="002C4E60"/>
    <w:rsid w:val="002C6B4B"/>
    <w:rsid w:val="002C730D"/>
    <w:rsid w:val="002D0480"/>
    <w:rsid w:val="002D175C"/>
    <w:rsid w:val="002D2647"/>
    <w:rsid w:val="002D28C6"/>
    <w:rsid w:val="002D2FFE"/>
    <w:rsid w:val="002D369E"/>
    <w:rsid w:val="002D7AC0"/>
    <w:rsid w:val="002E1205"/>
    <w:rsid w:val="002E2A85"/>
    <w:rsid w:val="002E3B6A"/>
    <w:rsid w:val="002E51A7"/>
    <w:rsid w:val="002E5A5F"/>
    <w:rsid w:val="002E7C35"/>
    <w:rsid w:val="002F1D75"/>
    <w:rsid w:val="002F1E81"/>
    <w:rsid w:val="002F2A37"/>
    <w:rsid w:val="002F35DC"/>
    <w:rsid w:val="002F50DD"/>
    <w:rsid w:val="002F67D4"/>
    <w:rsid w:val="002F76B7"/>
    <w:rsid w:val="002F786C"/>
    <w:rsid w:val="00302370"/>
    <w:rsid w:val="00304939"/>
    <w:rsid w:val="00306697"/>
    <w:rsid w:val="00310D92"/>
    <w:rsid w:val="00310EC1"/>
    <w:rsid w:val="00311FA9"/>
    <w:rsid w:val="0031356F"/>
    <w:rsid w:val="003143FD"/>
    <w:rsid w:val="00314988"/>
    <w:rsid w:val="00315A48"/>
    <w:rsid w:val="00315F23"/>
    <w:rsid w:val="003160CB"/>
    <w:rsid w:val="00320079"/>
    <w:rsid w:val="00321ACC"/>
    <w:rsid w:val="003222A3"/>
    <w:rsid w:val="0032251E"/>
    <w:rsid w:val="00322747"/>
    <w:rsid w:val="0032647C"/>
    <w:rsid w:val="00326BB7"/>
    <w:rsid w:val="003300C1"/>
    <w:rsid w:val="0033197A"/>
    <w:rsid w:val="00333A89"/>
    <w:rsid w:val="0033595F"/>
    <w:rsid w:val="003374BA"/>
    <w:rsid w:val="00337E0B"/>
    <w:rsid w:val="00342785"/>
    <w:rsid w:val="003429D3"/>
    <w:rsid w:val="003436B2"/>
    <w:rsid w:val="0034594A"/>
    <w:rsid w:val="003546EC"/>
    <w:rsid w:val="003565EF"/>
    <w:rsid w:val="00360A3F"/>
    <w:rsid w:val="00360A40"/>
    <w:rsid w:val="00364C07"/>
    <w:rsid w:val="0036544E"/>
    <w:rsid w:val="003673FB"/>
    <w:rsid w:val="00372E40"/>
    <w:rsid w:val="0037361A"/>
    <w:rsid w:val="003739D7"/>
    <w:rsid w:val="00373A5A"/>
    <w:rsid w:val="00375C57"/>
    <w:rsid w:val="00375CF3"/>
    <w:rsid w:val="00376043"/>
    <w:rsid w:val="00376D50"/>
    <w:rsid w:val="00377A79"/>
    <w:rsid w:val="00377B3C"/>
    <w:rsid w:val="00381102"/>
    <w:rsid w:val="003813C4"/>
    <w:rsid w:val="00383B53"/>
    <w:rsid w:val="003852D2"/>
    <w:rsid w:val="00385BCA"/>
    <w:rsid w:val="00386BF6"/>
    <w:rsid w:val="00386EAD"/>
    <w:rsid w:val="003870C2"/>
    <w:rsid w:val="0039067C"/>
    <w:rsid w:val="00395F00"/>
    <w:rsid w:val="003A2791"/>
    <w:rsid w:val="003A2B76"/>
    <w:rsid w:val="003A48D6"/>
    <w:rsid w:val="003B188E"/>
    <w:rsid w:val="003B3C1D"/>
    <w:rsid w:val="003B4012"/>
    <w:rsid w:val="003B4C5A"/>
    <w:rsid w:val="003C0600"/>
    <w:rsid w:val="003C0C1E"/>
    <w:rsid w:val="003C2936"/>
    <w:rsid w:val="003C45D8"/>
    <w:rsid w:val="003C70C1"/>
    <w:rsid w:val="003D1992"/>
    <w:rsid w:val="003D1B79"/>
    <w:rsid w:val="003D3B8A"/>
    <w:rsid w:val="003D3BF8"/>
    <w:rsid w:val="003D54F8"/>
    <w:rsid w:val="003D659B"/>
    <w:rsid w:val="003E38E0"/>
    <w:rsid w:val="003E3F82"/>
    <w:rsid w:val="003E428D"/>
    <w:rsid w:val="003E663F"/>
    <w:rsid w:val="003E6CA9"/>
    <w:rsid w:val="003F0F2E"/>
    <w:rsid w:val="003F3FC3"/>
    <w:rsid w:val="003F4F5E"/>
    <w:rsid w:val="003F53A6"/>
    <w:rsid w:val="003F65AA"/>
    <w:rsid w:val="003F7C41"/>
    <w:rsid w:val="00400906"/>
    <w:rsid w:val="00402347"/>
    <w:rsid w:val="0040345E"/>
    <w:rsid w:val="00414151"/>
    <w:rsid w:val="00416FC7"/>
    <w:rsid w:val="00417D9C"/>
    <w:rsid w:val="00417DCD"/>
    <w:rsid w:val="004214BA"/>
    <w:rsid w:val="0042264D"/>
    <w:rsid w:val="004235CA"/>
    <w:rsid w:val="004250B3"/>
    <w:rsid w:val="00425300"/>
    <w:rsid w:val="0042590E"/>
    <w:rsid w:val="00426855"/>
    <w:rsid w:val="00430ED2"/>
    <w:rsid w:val="00433C24"/>
    <w:rsid w:val="004355C6"/>
    <w:rsid w:val="004357F0"/>
    <w:rsid w:val="00436B6C"/>
    <w:rsid w:val="00437F65"/>
    <w:rsid w:val="0044314C"/>
    <w:rsid w:val="004437E6"/>
    <w:rsid w:val="00444F1D"/>
    <w:rsid w:val="00445091"/>
    <w:rsid w:val="00445860"/>
    <w:rsid w:val="00447296"/>
    <w:rsid w:val="00450941"/>
    <w:rsid w:val="00451698"/>
    <w:rsid w:val="00451960"/>
    <w:rsid w:val="004528FA"/>
    <w:rsid w:val="0045452D"/>
    <w:rsid w:val="00454F44"/>
    <w:rsid w:val="00457019"/>
    <w:rsid w:val="004600FD"/>
    <w:rsid w:val="0046050A"/>
    <w:rsid w:val="00460FB7"/>
    <w:rsid w:val="00460FEA"/>
    <w:rsid w:val="00463585"/>
    <w:rsid w:val="0046439A"/>
    <w:rsid w:val="00464920"/>
    <w:rsid w:val="00466BB7"/>
    <w:rsid w:val="00466BC3"/>
    <w:rsid w:val="0046765A"/>
    <w:rsid w:val="00467792"/>
    <w:rsid w:val="0047203B"/>
    <w:rsid w:val="004721CC"/>
    <w:rsid w:val="004734B7"/>
    <w:rsid w:val="00477BBD"/>
    <w:rsid w:val="00481B88"/>
    <w:rsid w:val="00483B25"/>
    <w:rsid w:val="004851CF"/>
    <w:rsid w:val="0048535E"/>
    <w:rsid w:val="00485B4F"/>
    <w:rsid w:val="004862D1"/>
    <w:rsid w:val="0049752A"/>
    <w:rsid w:val="004A2ECB"/>
    <w:rsid w:val="004A5861"/>
    <w:rsid w:val="004A5C16"/>
    <w:rsid w:val="004A7A79"/>
    <w:rsid w:val="004B2D44"/>
    <w:rsid w:val="004B2D5A"/>
    <w:rsid w:val="004B3196"/>
    <w:rsid w:val="004B36AD"/>
    <w:rsid w:val="004B6ED7"/>
    <w:rsid w:val="004C3539"/>
    <w:rsid w:val="004C419C"/>
    <w:rsid w:val="004C56E3"/>
    <w:rsid w:val="004C7485"/>
    <w:rsid w:val="004D0DB7"/>
    <w:rsid w:val="004D1AB5"/>
    <w:rsid w:val="004D20FA"/>
    <w:rsid w:val="004D293D"/>
    <w:rsid w:val="004D4D20"/>
    <w:rsid w:val="004E2515"/>
    <w:rsid w:val="004E2B3A"/>
    <w:rsid w:val="004E2E39"/>
    <w:rsid w:val="004E527F"/>
    <w:rsid w:val="004F06DE"/>
    <w:rsid w:val="004F0A49"/>
    <w:rsid w:val="004F36EA"/>
    <w:rsid w:val="004F44FE"/>
    <w:rsid w:val="004F7B81"/>
    <w:rsid w:val="00500DAD"/>
    <w:rsid w:val="00501816"/>
    <w:rsid w:val="00501FEB"/>
    <w:rsid w:val="00503FAA"/>
    <w:rsid w:val="0050541D"/>
    <w:rsid w:val="005055C3"/>
    <w:rsid w:val="00505F6F"/>
    <w:rsid w:val="00510302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37ACB"/>
    <w:rsid w:val="005401FE"/>
    <w:rsid w:val="005410D9"/>
    <w:rsid w:val="00543241"/>
    <w:rsid w:val="00543C38"/>
    <w:rsid w:val="00543C6E"/>
    <w:rsid w:val="00543D2D"/>
    <w:rsid w:val="00544265"/>
    <w:rsid w:val="005450D1"/>
    <w:rsid w:val="00545A3D"/>
    <w:rsid w:val="00545F92"/>
    <w:rsid w:val="00546DBB"/>
    <w:rsid w:val="00547507"/>
    <w:rsid w:val="00551C20"/>
    <w:rsid w:val="00553405"/>
    <w:rsid w:val="0055377E"/>
    <w:rsid w:val="0055627F"/>
    <w:rsid w:val="00557A21"/>
    <w:rsid w:val="005601C4"/>
    <w:rsid w:val="00560BED"/>
    <w:rsid w:val="0056174A"/>
    <w:rsid w:val="0056187B"/>
    <w:rsid w:val="005618E0"/>
    <w:rsid w:val="00561A5B"/>
    <w:rsid w:val="005638C0"/>
    <w:rsid w:val="00564E75"/>
    <w:rsid w:val="00567F70"/>
    <w:rsid w:val="0057074C"/>
    <w:rsid w:val="00570BF5"/>
    <w:rsid w:val="00573FBF"/>
    <w:rsid w:val="00574FF3"/>
    <w:rsid w:val="00575F67"/>
    <w:rsid w:val="00577C2C"/>
    <w:rsid w:val="005805C2"/>
    <w:rsid w:val="00581FC2"/>
    <w:rsid w:val="00582538"/>
    <w:rsid w:val="00582B88"/>
    <w:rsid w:val="005838DE"/>
    <w:rsid w:val="005838EA"/>
    <w:rsid w:val="00584175"/>
    <w:rsid w:val="00585EE1"/>
    <w:rsid w:val="00590C0E"/>
    <w:rsid w:val="00591535"/>
    <w:rsid w:val="0059158B"/>
    <w:rsid w:val="005939E6"/>
    <w:rsid w:val="00593E29"/>
    <w:rsid w:val="005958E0"/>
    <w:rsid w:val="005A110F"/>
    <w:rsid w:val="005A25BF"/>
    <w:rsid w:val="005A2A31"/>
    <w:rsid w:val="005A4227"/>
    <w:rsid w:val="005A53D1"/>
    <w:rsid w:val="005A63CB"/>
    <w:rsid w:val="005A6F13"/>
    <w:rsid w:val="005B229B"/>
    <w:rsid w:val="005B2B07"/>
    <w:rsid w:val="005B3518"/>
    <w:rsid w:val="005B48DE"/>
    <w:rsid w:val="005B5E42"/>
    <w:rsid w:val="005C3228"/>
    <w:rsid w:val="005C39D3"/>
    <w:rsid w:val="005C450F"/>
    <w:rsid w:val="005C49D9"/>
    <w:rsid w:val="005C56AE"/>
    <w:rsid w:val="005C590A"/>
    <w:rsid w:val="005C5D0E"/>
    <w:rsid w:val="005C6184"/>
    <w:rsid w:val="005C7449"/>
    <w:rsid w:val="005D00C6"/>
    <w:rsid w:val="005D098F"/>
    <w:rsid w:val="005D25E2"/>
    <w:rsid w:val="005D2938"/>
    <w:rsid w:val="005D3823"/>
    <w:rsid w:val="005D5FBF"/>
    <w:rsid w:val="005D66EC"/>
    <w:rsid w:val="005E11F3"/>
    <w:rsid w:val="005E15F2"/>
    <w:rsid w:val="005E4120"/>
    <w:rsid w:val="005E4735"/>
    <w:rsid w:val="005E54BD"/>
    <w:rsid w:val="005E5724"/>
    <w:rsid w:val="005E5942"/>
    <w:rsid w:val="005E6D99"/>
    <w:rsid w:val="005F2396"/>
    <w:rsid w:val="005F2A21"/>
    <w:rsid w:val="005F2ADD"/>
    <w:rsid w:val="005F2C49"/>
    <w:rsid w:val="005F4260"/>
    <w:rsid w:val="005F4747"/>
    <w:rsid w:val="005F53E2"/>
    <w:rsid w:val="005F5E89"/>
    <w:rsid w:val="006013EB"/>
    <w:rsid w:val="00602AC7"/>
    <w:rsid w:val="00602D9E"/>
    <w:rsid w:val="00602F7C"/>
    <w:rsid w:val="0060353F"/>
    <w:rsid w:val="0060479E"/>
    <w:rsid w:val="00604BE7"/>
    <w:rsid w:val="00605E64"/>
    <w:rsid w:val="006073A1"/>
    <w:rsid w:val="00610C61"/>
    <w:rsid w:val="006128C5"/>
    <w:rsid w:val="00616270"/>
    <w:rsid w:val="00616AED"/>
    <w:rsid w:val="00617F87"/>
    <w:rsid w:val="00622B37"/>
    <w:rsid w:val="006235F0"/>
    <w:rsid w:val="0062408D"/>
    <w:rsid w:val="006250E8"/>
    <w:rsid w:val="00625810"/>
    <w:rsid w:val="00626BC2"/>
    <w:rsid w:val="00632A4F"/>
    <w:rsid w:val="00632B56"/>
    <w:rsid w:val="0063437C"/>
    <w:rsid w:val="006351E3"/>
    <w:rsid w:val="00635639"/>
    <w:rsid w:val="00635A10"/>
    <w:rsid w:val="00641306"/>
    <w:rsid w:val="006423B4"/>
    <w:rsid w:val="00643652"/>
    <w:rsid w:val="00644236"/>
    <w:rsid w:val="006471E5"/>
    <w:rsid w:val="00651B67"/>
    <w:rsid w:val="006555A6"/>
    <w:rsid w:val="00655C8A"/>
    <w:rsid w:val="00655D90"/>
    <w:rsid w:val="0065606D"/>
    <w:rsid w:val="00656E52"/>
    <w:rsid w:val="00663D7E"/>
    <w:rsid w:val="00665D0F"/>
    <w:rsid w:val="00671392"/>
    <w:rsid w:val="006713DB"/>
    <w:rsid w:val="00671D3B"/>
    <w:rsid w:val="00672657"/>
    <w:rsid w:val="00674D38"/>
    <w:rsid w:val="00674DAC"/>
    <w:rsid w:val="00681B20"/>
    <w:rsid w:val="00684A5B"/>
    <w:rsid w:val="00685EB1"/>
    <w:rsid w:val="006863F6"/>
    <w:rsid w:val="00686C84"/>
    <w:rsid w:val="00690063"/>
    <w:rsid w:val="00691D0C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006C"/>
    <w:rsid w:val="006B6AB0"/>
    <w:rsid w:val="006B6DDD"/>
    <w:rsid w:val="006B725F"/>
    <w:rsid w:val="006C33D0"/>
    <w:rsid w:val="006C6B02"/>
    <w:rsid w:val="006D103D"/>
    <w:rsid w:val="006D16F2"/>
    <w:rsid w:val="006D48FB"/>
    <w:rsid w:val="006E134A"/>
    <w:rsid w:val="006E2205"/>
    <w:rsid w:val="006E35F7"/>
    <w:rsid w:val="006E38A7"/>
    <w:rsid w:val="006E42A0"/>
    <w:rsid w:val="006E58E6"/>
    <w:rsid w:val="006F2435"/>
    <w:rsid w:val="006F26C5"/>
    <w:rsid w:val="006F328B"/>
    <w:rsid w:val="006F3444"/>
    <w:rsid w:val="006F4A92"/>
    <w:rsid w:val="006F5886"/>
    <w:rsid w:val="006F7462"/>
    <w:rsid w:val="0070027C"/>
    <w:rsid w:val="00700531"/>
    <w:rsid w:val="007018B7"/>
    <w:rsid w:val="007045A3"/>
    <w:rsid w:val="00705B03"/>
    <w:rsid w:val="00706AFE"/>
    <w:rsid w:val="00707734"/>
    <w:rsid w:val="00707DCC"/>
    <w:rsid w:val="00707E19"/>
    <w:rsid w:val="007102F2"/>
    <w:rsid w:val="00712191"/>
    <w:rsid w:val="00712E54"/>
    <w:rsid w:val="00712F7C"/>
    <w:rsid w:val="00712FB1"/>
    <w:rsid w:val="0071487E"/>
    <w:rsid w:val="00715A5E"/>
    <w:rsid w:val="00715A8C"/>
    <w:rsid w:val="0071639E"/>
    <w:rsid w:val="00716972"/>
    <w:rsid w:val="00716F3E"/>
    <w:rsid w:val="00717CFC"/>
    <w:rsid w:val="007207F3"/>
    <w:rsid w:val="0072328A"/>
    <w:rsid w:val="0072381F"/>
    <w:rsid w:val="00730B39"/>
    <w:rsid w:val="00735794"/>
    <w:rsid w:val="00736785"/>
    <w:rsid w:val="007377B5"/>
    <w:rsid w:val="00737D75"/>
    <w:rsid w:val="00743039"/>
    <w:rsid w:val="00743816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473"/>
    <w:rsid w:val="007646F0"/>
    <w:rsid w:val="00765600"/>
    <w:rsid w:val="007676F2"/>
    <w:rsid w:val="0077009C"/>
    <w:rsid w:val="00770AE9"/>
    <w:rsid w:val="007712BB"/>
    <w:rsid w:val="00771721"/>
    <w:rsid w:val="00772658"/>
    <w:rsid w:val="007726EE"/>
    <w:rsid w:val="007731C2"/>
    <w:rsid w:val="00773D4D"/>
    <w:rsid w:val="00777B81"/>
    <w:rsid w:val="00782A68"/>
    <w:rsid w:val="00782F1B"/>
    <w:rsid w:val="007851F2"/>
    <w:rsid w:val="007917C2"/>
    <w:rsid w:val="00791C9F"/>
    <w:rsid w:val="00792AAB"/>
    <w:rsid w:val="007930DE"/>
    <w:rsid w:val="00793B47"/>
    <w:rsid w:val="00793E37"/>
    <w:rsid w:val="00797800"/>
    <w:rsid w:val="007A1D0C"/>
    <w:rsid w:val="007A1EBB"/>
    <w:rsid w:val="007A2A7B"/>
    <w:rsid w:val="007A32A8"/>
    <w:rsid w:val="007A360E"/>
    <w:rsid w:val="007A73ED"/>
    <w:rsid w:val="007B11EA"/>
    <w:rsid w:val="007B3AE0"/>
    <w:rsid w:val="007B4498"/>
    <w:rsid w:val="007B61B7"/>
    <w:rsid w:val="007B65B0"/>
    <w:rsid w:val="007B6C41"/>
    <w:rsid w:val="007B6DA1"/>
    <w:rsid w:val="007D0396"/>
    <w:rsid w:val="007D14C5"/>
    <w:rsid w:val="007D2E00"/>
    <w:rsid w:val="007D4132"/>
    <w:rsid w:val="007D4925"/>
    <w:rsid w:val="007D6774"/>
    <w:rsid w:val="007D7398"/>
    <w:rsid w:val="007E1DFE"/>
    <w:rsid w:val="007E22FA"/>
    <w:rsid w:val="007E3AEC"/>
    <w:rsid w:val="007E4534"/>
    <w:rsid w:val="007E61BA"/>
    <w:rsid w:val="007E7233"/>
    <w:rsid w:val="007F0C8A"/>
    <w:rsid w:val="007F11AB"/>
    <w:rsid w:val="007F18CB"/>
    <w:rsid w:val="007F6327"/>
    <w:rsid w:val="008034D1"/>
    <w:rsid w:val="0080487D"/>
    <w:rsid w:val="00807BA5"/>
    <w:rsid w:val="00807EDF"/>
    <w:rsid w:val="008143CB"/>
    <w:rsid w:val="0081451C"/>
    <w:rsid w:val="0081614B"/>
    <w:rsid w:val="00820BBE"/>
    <w:rsid w:val="00821343"/>
    <w:rsid w:val="00823C13"/>
    <w:rsid w:val="00823CA1"/>
    <w:rsid w:val="00826AAD"/>
    <w:rsid w:val="00826CEC"/>
    <w:rsid w:val="00827AD1"/>
    <w:rsid w:val="00832847"/>
    <w:rsid w:val="00833B79"/>
    <w:rsid w:val="00835F4D"/>
    <w:rsid w:val="00840FFE"/>
    <w:rsid w:val="00841E7A"/>
    <w:rsid w:val="008472AA"/>
    <w:rsid w:val="008513B9"/>
    <w:rsid w:val="00851DD0"/>
    <w:rsid w:val="00852B71"/>
    <w:rsid w:val="00853831"/>
    <w:rsid w:val="00860A4D"/>
    <w:rsid w:val="00864C6F"/>
    <w:rsid w:val="00866788"/>
    <w:rsid w:val="008702D3"/>
    <w:rsid w:val="00870F29"/>
    <w:rsid w:val="00876034"/>
    <w:rsid w:val="00876963"/>
    <w:rsid w:val="00877A7F"/>
    <w:rsid w:val="0088033A"/>
    <w:rsid w:val="00882064"/>
    <w:rsid w:val="008825FB"/>
    <w:rsid w:val="008827E7"/>
    <w:rsid w:val="00884152"/>
    <w:rsid w:val="0088759E"/>
    <w:rsid w:val="00887F1B"/>
    <w:rsid w:val="00890AAE"/>
    <w:rsid w:val="00890F3F"/>
    <w:rsid w:val="00891305"/>
    <w:rsid w:val="00892D10"/>
    <w:rsid w:val="00893778"/>
    <w:rsid w:val="00893EC0"/>
    <w:rsid w:val="008945F7"/>
    <w:rsid w:val="008968EA"/>
    <w:rsid w:val="008A0DA9"/>
    <w:rsid w:val="008A1696"/>
    <w:rsid w:val="008A1BE4"/>
    <w:rsid w:val="008A2FAC"/>
    <w:rsid w:val="008A45B8"/>
    <w:rsid w:val="008A45E7"/>
    <w:rsid w:val="008A4D0F"/>
    <w:rsid w:val="008A73F8"/>
    <w:rsid w:val="008B28D9"/>
    <w:rsid w:val="008B429E"/>
    <w:rsid w:val="008B4345"/>
    <w:rsid w:val="008B4F03"/>
    <w:rsid w:val="008B66AD"/>
    <w:rsid w:val="008C342C"/>
    <w:rsid w:val="008C3AC7"/>
    <w:rsid w:val="008C3BBE"/>
    <w:rsid w:val="008C55BD"/>
    <w:rsid w:val="008C58FE"/>
    <w:rsid w:val="008D064E"/>
    <w:rsid w:val="008D3F7B"/>
    <w:rsid w:val="008D4F05"/>
    <w:rsid w:val="008D7536"/>
    <w:rsid w:val="008E0433"/>
    <w:rsid w:val="008E2BE7"/>
    <w:rsid w:val="008E5CEF"/>
    <w:rsid w:val="008E6C41"/>
    <w:rsid w:val="008E7F2D"/>
    <w:rsid w:val="008E7F54"/>
    <w:rsid w:val="008F0816"/>
    <w:rsid w:val="008F6BB7"/>
    <w:rsid w:val="00900BD5"/>
    <w:rsid w:val="00900F42"/>
    <w:rsid w:val="00901500"/>
    <w:rsid w:val="0090151E"/>
    <w:rsid w:val="00901D73"/>
    <w:rsid w:val="00902776"/>
    <w:rsid w:val="00903A42"/>
    <w:rsid w:val="0090414E"/>
    <w:rsid w:val="00904350"/>
    <w:rsid w:val="0091024B"/>
    <w:rsid w:val="0091198F"/>
    <w:rsid w:val="00912A16"/>
    <w:rsid w:val="00920670"/>
    <w:rsid w:val="00921243"/>
    <w:rsid w:val="009316C1"/>
    <w:rsid w:val="00932E3C"/>
    <w:rsid w:val="00933A97"/>
    <w:rsid w:val="00933CCE"/>
    <w:rsid w:val="00941762"/>
    <w:rsid w:val="0094202E"/>
    <w:rsid w:val="009433A0"/>
    <w:rsid w:val="00943460"/>
    <w:rsid w:val="009468C4"/>
    <w:rsid w:val="009530C1"/>
    <w:rsid w:val="00955560"/>
    <w:rsid w:val="009573D3"/>
    <w:rsid w:val="009577D5"/>
    <w:rsid w:val="009609F4"/>
    <w:rsid w:val="00962461"/>
    <w:rsid w:val="00962872"/>
    <w:rsid w:val="00963E33"/>
    <w:rsid w:val="00965319"/>
    <w:rsid w:val="009671F0"/>
    <w:rsid w:val="00967212"/>
    <w:rsid w:val="00971AF1"/>
    <w:rsid w:val="00972D16"/>
    <w:rsid w:val="0097362A"/>
    <w:rsid w:val="009751F7"/>
    <w:rsid w:val="00976570"/>
    <w:rsid w:val="00982BBE"/>
    <w:rsid w:val="0098365D"/>
    <w:rsid w:val="00985C93"/>
    <w:rsid w:val="0098684F"/>
    <w:rsid w:val="00987F2E"/>
    <w:rsid w:val="00991D48"/>
    <w:rsid w:val="00993540"/>
    <w:rsid w:val="0099387F"/>
    <w:rsid w:val="00994AC0"/>
    <w:rsid w:val="009952BC"/>
    <w:rsid w:val="0099541D"/>
    <w:rsid w:val="009960AC"/>
    <w:rsid w:val="00996548"/>
    <w:rsid w:val="00996A85"/>
    <w:rsid w:val="009977FF"/>
    <w:rsid w:val="009A0155"/>
    <w:rsid w:val="009A085B"/>
    <w:rsid w:val="009A241C"/>
    <w:rsid w:val="009B0F1A"/>
    <w:rsid w:val="009B109F"/>
    <w:rsid w:val="009B5951"/>
    <w:rsid w:val="009B6127"/>
    <w:rsid w:val="009C0027"/>
    <w:rsid w:val="009C01BC"/>
    <w:rsid w:val="009C0783"/>
    <w:rsid w:val="009C1DE6"/>
    <w:rsid w:val="009C1F0E"/>
    <w:rsid w:val="009C283B"/>
    <w:rsid w:val="009C5423"/>
    <w:rsid w:val="009C55EB"/>
    <w:rsid w:val="009C6AF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3B72"/>
    <w:rsid w:val="009F6ACA"/>
    <w:rsid w:val="009F74AB"/>
    <w:rsid w:val="00A023A3"/>
    <w:rsid w:val="00A06428"/>
    <w:rsid w:val="00A1314B"/>
    <w:rsid w:val="00A13160"/>
    <w:rsid w:val="00A131D5"/>
    <w:rsid w:val="00A137D3"/>
    <w:rsid w:val="00A17B1F"/>
    <w:rsid w:val="00A20732"/>
    <w:rsid w:val="00A21366"/>
    <w:rsid w:val="00A2401D"/>
    <w:rsid w:val="00A25DD8"/>
    <w:rsid w:val="00A31915"/>
    <w:rsid w:val="00A331F5"/>
    <w:rsid w:val="00A35B16"/>
    <w:rsid w:val="00A36AC3"/>
    <w:rsid w:val="00A373A3"/>
    <w:rsid w:val="00A421E1"/>
    <w:rsid w:val="00A42D2A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558C7"/>
    <w:rsid w:val="00A5717D"/>
    <w:rsid w:val="00A61CB8"/>
    <w:rsid w:val="00A6712D"/>
    <w:rsid w:val="00A7176A"/>
    <w:rsid w:val="00A73998"/>
    <w:rsid w:val="00A74FAF"/>
    <w:rsid w:val="00A76FFD"/>
    <w:rsid w:val="00A83732"/>
    <w:rsid w:val="00A853D3"/>
    <w:rsid w:val="00A8593C"/>
    <w:rsid w:val="00A86DF1"/>
    <w:rsid w:val="00A90080"/>
    <w:rsid w:val="00A90707"/>
    <w:rsid w:val="00A95D01"/>
    <w:rsid w:val="00A9610D"/>
    <w:rsid w:val="00A96F84"/>
    <w:rsid w:val="00A97A19"/>
    <w:rsid w:val="00A97CB9"/>
    <w:rsid w:val="00AA0523"/>
    <w:rsid w:val="00AA1295"/>
    <w:rsid w:val="00AA3010"/>
    <w:rsid w:val="00AA7658"/>
    <w:rsid w:val="00AB0CDD"/>
    <w:rsid w:val="00AB3938"/>
    <w:rsid w:val="00AB3C9F"/>
    <w:rsid w:val="00AB4004"/>
    <w:rsid w:val="00AB4331"/>
    <w:rsid w:val="00AB63EB"/>
    <w:rsid w:val="00AB79C2"/>
    <w:rsid w:val="00AC1EFE"/>
    <w:rsid w:val="00AC3953"/>
    <w:rsid w:val="00AC59FB"/>
    <w:rsid w:val="00AC6D23"/>
    <w:rsid w:val="00AC7150"/>
    <w:rsid w:val="00AD0DA6"/>
    <w:rsid w:val="00AD1E00"/>
    <w:rsid w:val="00AD322C"/>
    <w:rsid w:val="00AD5A54"/>
    <w:rsid w:val="00AD6E3A"/>
    <w:rsid w:val="00AE14BB"/>
    <w:rsid w:val="00AE1DCA"/>
    <w:rsid w:val="00AE272E"/>
    <w:rsid w:val="00AE5545"/>
    <w:rsid w:val="00AE55C9"/>
    <w:rsid w:val="00AE579A"/>
    <w:rsid w:val="00AE6C18"/>
    <w:rsid w:val="00AE7DFF"/>
    <w:rsid w:val="00AF05B5"/>
    <w:rsid w:val="00AF244E"/>
    <w:rsid w:val="00AF498D"/>
    <w:rsid w:val="00AF5F7C"/>
    <w:rsid w:val="00AF73C3"/>
    <w:rsid w:val="00AF7B11"/>
    <w:rsid w:val="00AF7CA3"/>
    <w:rsid w:val="00B0041C"/>
    <w:rsid w:val="00B02186"/>
    <w:rsid w:val="00B02207"/>
    <w:rsid w:val="00B03403"/>
    <w:rsid w:val="00B04AE5"/>
    <w:rsid w:val="00B04BE5"/>
    <w:rsid w:val="00B063FA"/>
    <w:rsid w:val="00B10324"/>
    <w:rsid w:val="00B10933"/>
    <w:rsid w:val="00B11CB6"/>
    <w:rsid w:val="00B122FF"/>
    <w:rsid w:val="00B152CF"/>
    <w:rsid w:val="00B15E6A"/>
    <w:rsid w:val="00B20AB2"/>
    <w:rsid w:val="00B22BE5"/>
    <w:rsid w:val="00B262FD"/>
    <w:rsid w:val="00B30154"/>
    <w:rsid w:val="00B30382"/>
    <w:rsid w:val="00B30A7E"/>
    <w:rsid w:val="00B318E7"/>
    <w:rsid w:val="00B34368"/>
    <w:rsid w:val="00B376B1"/>
    <w:rsid w:val="00B4114E"/>
    <w:rsid w:val="00B42ABB"/>
    <w:rsid w:val="00B4433D"/>
    <w:rsid w:val="00B45AC5"/>
    <w:rsid w:val="00B52684"/>
    <w:rsid w:val="00B55911"/>
    <w:rsid w:val="00B56260"/>
    <w:rsid w:val="00B620D9"/>
    <w:rsid w:val="00B621B0"/>
    <w:rsid w:val="00B633DB"/>
    <w:rsid w:val="00B639ED"/>
    <w:rsid w:val="00B662EF"/>
    <w:rsid w:val="00B66A8C"/>
    <w:rsid w:val="00B67FA6"/>
    <w:rsid w:val="00B71C1A"/>
    <w:rsid w:val="00B7416B"/>
    <w:rsid w:val="00B75E26"/>
    <w:rsid w:val="00B7607F"/>
    <w:rsid w:val="00B771C3"/>
    <w:rsid w:val="00B8061C"/>
    <w:rsid w:val="00B815A0"/>
    <w:rsid w:val="00B81815"/>
    <w:rsid w:val="00B83BA2"/>
    <w:rsid w:val="00B849DE"/>
    <w:rsid w:val="00B853AA"/>
    <w:rsid w:val="00B875BF"/>
    <w:rsid w:val="00B90788"/>
    <w:rsid w:val="00B91F62"/>
    <w:rsid w:val="00B9256A"/>
    <w:rsid w:val="00B93974"/>
    <w:rsid w:val="00B93E23"/>
    <w:rsid w:val="00B93FCC"/>
    <w:rsid w:val="00B969A7"/>
    <w:rsid w:val="00B9718D"/>
    <w:rsid w:val="00B97B91"/>
    <w:rsid w:val="00BA1EE3"/>
    <w:rsid w:val="00BA52CD"/>
    <w:rsid w:val="00BA71F1"/>
    <w:rsid w:val="00BB139F"/>
    <w:rsid w:val="00BB194A"/>
    <w:rsid w:val="00BB29F5"/>
    <w:rsid w:val="00BB2C98"/>
    <w:rsid w:val="00BB2F1C"/>
    <w:rsid w:val="00BB4903"/>
    <w:rsid w:val="00BC0196"/>
    <w:rsid w:val="00BC1ADF"/>
    <w:rsid w:val="00BC27A1"/>
    <w:rsid w:val="00BC2F0E"/>
    <w:rsid w:val="00BC5BD3"/>
    <w:rsid w:val="00BC5CD3"/>
    <w:rsid w:val="00BD0B82"/>
    <w:rsid w:val="00BD33C3"/>
    <w:rsid w:val="00BD66DC"/>
    <w:rsid w:val="00BD7CE3"/>
    <w:rsid w:val="00BE15EC"/>
    <w:rsid w:val="00BE2105"/>
    <w:rsid w:val="00BE3198"/>
    <w:rsid w:val="00BE384E"/>
    <w:rsid w:val="00BE57A2"/>
    <w:rsid w:val="00BE5C9D"/>
    <w:rsid w:val="00BE6997"/>
    <w:rsid w:val="00BE7C21"/>
    <w:rsid w:val="00BF3E23"/>
    <w:rsid w:val="00BF4F5F"/>
    <w:rsid w:val="00BF5D68"/>
    <w:rsid w:val="00C00219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5146"/>
    <w:rsid w:val="00C1527E"/>
    <w:rsid w:val="00C17A23"/>
    <w:rsid w:val="00C17E61"/>
    <w:rsid w:val="00C21B6A"/>
    <w:rsid w:val="00C2202B"/>
    <w:rsid w:val="00C24049"/>
    <w:rsid w:val="00C25F89"/>
    <w:rsid w:val="00C266E0"/>
    <w:rsid w:val="00C27F1D"/>
    <w:rsid w:val="00C314F6"/>
    <w:rsid w:val="00C32073"/>
    <w:rsid w:val="00C32295"/>
    <w:rsid w:val="00C32E27"/>
    <w:rsid w:val="00C333E9"/>
    <w:rsid w:val="00C34718"/>
    <w:rsid w:val="00C35E95"/>
    <w:rsid w:val="00C375F2"/>
    <w:rsid w:val="00C37695"/>
    <w:rsid w:val="00C42A0C"/>
    <w:rsid w:val="00C46D42"/>
    <w:rsid w:val="00C50C32"/>
    <w:rsid w:val="00C5173C"/>
    <w:rsid w:val="00C53546"/>
    <w:rsid w:val="00C55AFD"/>
    <w:rsid w:val="00C57CB7"/>
    <w:rsid w:val="00C60178"/>
    <w:rsid w:val="00C613AC"/>
    <w:rsid w:val="00C61760"/>
    <w:rsid w:val="00C62955"/>
    <w:rsid w:val="00C62B07"/>
    <w:rsid w:val="00C63C63"/>
    <w:rsid w:val="00C63CD6"/>
    <w:rsid w:val="00C65C64"/>
    <w:rsid w:val="00C65FC3"/>
    <w:rsid w:val="00C72943"/>
    <w:rsid w:val="00C72E9B"/>
    <w:rsid w:val="00C75D83"/>
    <w:rsid w:val="00C76FFB"/>
    <w:rsid w:val="00C80829"/>
    <w:rsid w:val="00C842AE"/>
    <w:rsid w:val="00C87D95"/>
    <w:rsid w:val="00C9077A"/>
    <w:rsid w:val="00C91A5D"/>
    <w:rsid w:val="00C91C9E"/>
    <w:rsid w:val="00C92153"/>
    <w:rsid w:val="00C95CD2"/>
    <w:rsid w:val="00C963DA"/>
    <w:rsid w:val="00C973E2"/>
    <w:rsid w:val="00CA033E"/>
    <w:rsid w:val="00CA051B"/>
    <w:rsid w:val="00CA09D1"/>
    <w:rsid w:val="00CA42B5"/>
    <w:rsid w:val="00CA42BE"/>
    <w:rsid w:val="00CA4D55"/>
    <w:rsid w:val="00CA5AC8"/>
    <w:rsid w:val="00CB0321"/>
    <w:rsid w:val="00CB0E76"/>
    <w:rsid w:val="00CB2386"/>
    <w:rsid w:val="00CB330C"/>
    <w:rsid w:val="00CB3CBE"/>
    <w:rsid w:val="00CB3FE7"/>
    <w:rsid w:val="00CC0A2F"/>
    <w:rsid w:val="00CC153F"/>
    <w:rsid w:val="00CC2AD7"/>
    <w:rsid w:val="00CC2B55"/>
    <w:rsid w:val="00CC31A1"/>
    <w:rsid w:val="00CD14F9"/>
    <w:rsid w:val="00CD1E77"/>
    <w:rsid w:val="00CD2AB4"/>
    <w:rsid w:val="00CD60DB"/>
    <w:rsid w:val="00CE0C4E"/>
    <w:rsid w:val="00CE1F4D"/>
    <w:rsid w:val="00CE2D8B"/>
    <w:rsid w:val="00CE3CB0"/>
    <w:rsid w:val="00CE4F98"/>
    <w:rsid w:val="00CE601B"/>
    <w:rsid w:val="00CE6967"/>
    <w:rsid w:val="00CE7CE7"/>
    <w:rsid w:val="00CF03D8"/>
    <w:rsid w:val="00CF627E"/>
    <w:rsid w:val="00CF6AA8"/>
    <w:rsid w:val="00D015D5"/>
    <w:rsid w:val="00D03D68"/>
    <w:rsid w:val="00D11B91"/>
    <w:rsid w:val="00D12AC1"/>
    <w:rsid w:val="00D179B7"/>
    <w:rsid w:val="00D22263"/>
    <w:rsid w:val="00D22FB3"/>
    <w:rsid w:val="00D2401F"/>
    <w:rsid w:val="00D2603A"/>
    <w:rsid w:val="00D266DD"/>
    <w:rsid w:val="00D26F51"/>
    <w:rsid w:val="00D27BA4"/>
    <w:rsid w:val="00D32B04"/>
    <w:rsid w:val="00D374E7"/>
    <w:rsid w:val="00D41037"/>
    <w:rsid w:val="00D420DD"/>
    <w:rsid w:val="00D4215D"/>
    <w:rsid w:val="00D42752"/>
    <w:rsid w:val="00D42A57"/>
    <w:rsid w:val="00D437E2"/>
    <w:rsid w:val="00D461AF"/>
    <w:rsid w:val="00D474CF"/>
    <w:rsid w:val="00D52D3C"/>
    <w:rsid w:val="00D53F87"/>
    <w:rsid w:val="00D55750"/>
    <w:rsid w:val="00D55842"/>
    <w:rsid w:val="00D56D9A"/>
    <w:rsid w:val="00D57EAE"/>
    <w:rsid w:val="00D62DE5"/>
    <w:rsid w:val="00D6322B"/>
    <w:rsid w:val="00D63949"/>
    <w:rsid w:val="00D63AC3"/>
    <w:rsid w:val="00D652E7"/>
    <w:rsid w:val="00D6680B"/>
    <w:rsid w:val="00D70ED9"/>
    <w:rsid w:val="00D72D42"/>
    <w:rsid w:val="00D73BAE"/>
    <w:rsid w:val="00D75BAF"/>
    <w:rsid w:val="00D77BCF"/>
    <w:rsid w:val="00D80C9B"/>
    <w:rsid w:val="00D822D3"/>
    <w:rsid w:val="00D84394"/>
    <w:rsid w:val="00D860BF"/>
    <w:rsid w:val="00D87800"/>
    <w:rsid w:val="00D90F8A"/>
    <w:rsid w:val="00D92779"/>
    <w:rsid w:val="00D929C4"/>
    <w:rsid w:val="00D93B96"/>
    <w:rsid w:val="00D94078"/>
    <w:rsid w:val="00D942C0"/>
    <w:rsid w:val="00D94745"/>
    <w:rsid w:val="00D95E55"/>
    <w:rsid w:val="00DA0BDC"/>
    <w:rsid w:val="00DA13BC"/>
    <w:rsid w:val="00DA281D"/>
    <w:rsid w:val="00DA37F9"/>
    <w:rsid w:val="00DA55B3"/>
    <w:rsid w:val="00DA578C"/>
    <w:rsid w:val="00DA5E29"/>
    <w:rsid w:val="00DA75E6"/>
    <w:rsid w:val="00DA77C9"/>
    <w:rsid w:val="00DB139D"/>
    <w:rsid w:val="00DB14A8"/>
    <w:rsid w:val="00DB1B0D"/>
    <w:rsid w:val="00DB1C00"/>
    <w:rsid w:val="00DB3664"/>
    <w:rsid w:val="00DB4603"/>
    <w:rsid w:val="00DB5A81"/>
    <w:rsid w:val="00DB5EB7"/>
    <w:rsid w:val="00DB6151"/>
    <w:rsid w:val="00DB61E3"/>
    <w:rsid w:val="00DC16FB"/>
    <w:rsid w:val="00DC326A"/>
    <w:rsid w:val="00DC368B"/>
    <w:rsid w:val="00DC3CA9"/>
    <w:rsid w:val="00DC4A65"/>
    <w:rsid w:val="00DC4F66"/>
    <w:rsid w:val="00DC54DC"/>
    <w:rsid w:val="00DC6E36"/>
    <w:rsid w:val="00DC6E49"/>
    <w:rsid w:val="00DC7116"/>
    <w:rsid w:val="00DD0A70"/>
    <w:rsid w:val="00DD20F1"/>
    <w:rsid w:val="00DD4DAB"/>
    <w:rsid w:val="00DD69DD"/>
    <w:rsid w:val="00DE4863"/>
    <w:rsid w:val="00DE567D"/>
    <w:rsid w:val="00DE61A7"/>
    <w:rsid w:val="00DE671B"/>
    <w:rsid w:val="00DE6B8D"/>
    <w:rsid w:val="00DE7ECB"/>
    <w:rsid w:val="00DF0747"/>
    <w:rsid w:val="00DF7234"/>
    <w:rsid w:val="00E002B9"/>
    <w:rsid w:val="00E002E7"/>
    <w:rsid w:val="00E00764"/>
    <w:rsid w:val="00E01102"/>
    <w:rsid w:val="00E01B65"/>
    <w:rsid w:val="00E04D0E"/>
    <w:rsid w:val="00E060C2"/>
    <w:rsid w:val="00E0679C"/>
    <w:rsid w:val="00E06C25"/>
    <w:rsid w:val="00E10515"/>
    <w:rsid w:val="00E10B44"/>
    <w:rsid w:val="00E11959"/>
    <w:rsid w:val="00E11F02"/>
    <w:rsid w:val="00E134D2"/>
    <w:rsid w:val="00E13567"/>
    <w:rsid w:val="00E15976"/>
    <w:rsid w:val="00E161DF"/>
    <w:rsid w:val="00E20D1D"/>
    <w:rsid w:val="00E218B1"/>
    <w:rsid w:val="00E24EE7"/>
    <w:rsid w:val="00E25754"/>
    <w:rsid w:val="00E27167"/>
    <w:rsid w:val="00E2726B"/>
    <w:rsid w:val="00E33247"/>
    <w:rsid w:val="00E353A0"/>
    <w:rsid w:val="00E36C6C"/>
    <w:rsid w:val="00E37801"/>
    <w:rsid w:val="00E37B4A"/>
    <w:rsid w:val="00E37D88"/>
    <w:rsid w:val="00E41693"/>
    <w:rsid w:val="00E43AD6"/>
    <w:rsid w:val="00E44D99"/>
    <w:rsid w:val="00E46AE8"/>
    <w:rsid w:val="00E46EAA"/>
    <w:rsid w:val="00E5038C"/>
    <w:rsid w:val="00E50A62"/>
    <w:rsid w:val="00E50B69"/>
    <w:rsid w:val="00E51076"/>
    <w:rsid w:val="00E5298B"/>
    <w:rsid w:val="00E56EFB"/>
    <w:rsid w:val="00E60044"/>
    <w:rsid w:val="00E64542"/>
    <w:rsid w:val="00E6458F"/>
    <w:rsid w:val="00E67384"/>
    <w:rsid w:val="00E7190F"/>
    <w:rsid w:val="00E7242D"/>
    <w:rsid w:val="00E74C76"/>
    <w:rsid w:val="00E74F71"/>
    <w:rsid w:val="00E76D0C"/>
    <w:rsid w:val="00E77421"/>
    <w:rsid w:val="00E81414"/>
    <w:rsid w:val="00E815C9"/>
    <w:rsid w:val="00E82A09"/>
    <w:rsid w:val="00E84D5D"/>
    <w:rsid w:val="00E87BED"/>
    <w:rsid w:val="00E87E25"/>
    <w:rsid w:val="00E92260"/>
    <w:rsid w:val="00E93A4D"/>
    <w:rsid w:val="00E93F44"/>
    <w:rsid w:val="00E94294"/>
    <w:rsid w:val="00E97724"/>
    <w:rsid w:val="00EA04F1"/>
    <w:rsid w:val="00EA12B5"/>
    <w:rsid w:val="00EA1796"/>
    <w:rsid w:val="00EA2FD3"/>
    <w:rsid w:val="00EA3134"/>
    <w:rsid w:val="00EA5D88"/>
    <w:rsid w:val="00EA5FF0"/>
    <w:rsid w:val="00EB397F"/>
    <w:rsid w:val="00EB78F5"/>
    <w:rsid w:val="00EB7CE9"/>
    <w:rsid w:val="00EC09DA"/>
    <w:rsid w:val="00EC2B83"/>
    <w:rsid w:val="00EC433F"/>
    <w:rsid w:val="00EC68A2"/>
    <w:rsid w:val="00EC73AD"/>
    <w:rsid w:val="00ED18AA"/>
    <w:rsid w:val="00ED1FDE"/>
    <w:rsid w:val="00ED2C91"/>
    <w:rsid w:val="00ED4993"/>
    <w:rsid w:val="00ED4D53"/>
    <w:rsid w:val="00ED67EF"/>
    <w:rsid w:val="00EE0639"/>
    <w:rsid w:val="00EE4B20"/>
    <w:rsid w:val="00EE6234"/>
    <w:rsid w:val="00EE76D1"/>
    <w:rsid w:val="00EE7CAC"/>
    <w:rsid w:val="00EF0AF1"/>
    <w:rsid w:val="00EF1661"/>
    <w:rsid w:val="00EF5C06"/>
    <w:rsid w:val="00F0071A"/>
    <w:rsid w:val="00F008CC"/>
    <w:rsid w:val="00F0229A"/>
    <w:rsid w:val="00F05BF5"/>
    <w:rsid w:val="00F06EFB"/>
    <w:rsid w:val="00F07A1E"/>
    <w:rsid w:val="00F1128A"/>
    <w:rsid w:val="00F113BA"/>
    <w:rsid w:val="00F13631"/>
    <w:rsid w:val="00F1529E"/>
    <w:rsid w:val="00F16140"/>
    <w:rsid w:val="00F16F07"/>
    <w:rsid w:val="00F2378A"/>
    <w:rsid w:val="00F2417F"/>
    <w:rsid w:val="00F24829"/>
    <w:rsid w:val="00F26EA1"/>
    <w:rsid w:val="00F26FF3"/>
    <w:rsid w:val="00F31B32"/>
    <w:rsid w:val="00F32B74"/>
    <w:rsid w:val="00F32C91"/>
    <w:rsid w:val="00F33C05"/>
    <w:rsid w:val="00F34AF4"/>
    <w:rsid w:val="00F36012"/>
    <w:rsid w:val="00F36551"/>
    <w:rsid w:val="00F40BFC"/>
    <w:rsid w:val="00F4106A"/>
    <w:rsid w:val="00F42866"/>
    <w:rsid w:val="00F45975"/>
    <w:rsid w:val="00F45B7C"/>
    <w:rsid w:val="00F45FCE"/>
    <w:rsid w:val="00F50364"/>
    <w:rsid w:val="00F5240F"/>
    <w:rsid w:val="00F579F0"/>
    <w:rsid w:val="00F6097D"/>
    <w:rsid w:val="00F627CE"/>
    <w:rsid w:val="00F6369F"/>
    <w:rsid w:val="00F637C3"/>
    <w:rsid w:val="00F65559"/>
    <w:rsid w:val="00F72EBC"/>
    <w:rsid w:val="00F73A08"/>
    <w:rsid w:val="00F75D42"/>
    <w:rsid w:val="00F76BE4"/>
    <w:rsid w:val="00F818E1"/>
    <w:rsid w:val="00F82D6B"/>
    <w:rsid w:val="00F82DC1"/>
    <w:rsid w:val="00F842FF"/>
    <w:rsid w:val="00F852D6"/>
    <w:rsid w:val="00F8754B"/>
    <w:rsid w:val="00F92F3A"/>
    <w:rsid w:val="00F9334F"/>
    <w:rsid w:val="00F9696A"/>
    <w:rsid w:val="00F97D7F"/>
    <w:rsid w:val="00FA122C"/>
    <w:rsid w:val="00FA31C7"/>
    <w:rsid w:val="00FA3536"/>
    <w:rsid w:val="00FA3B95"/>
    <w:rsid w:val="00FA3CAE"/>
    <w:rsid w:val="00FA62A1"/>
    <w:rsid w:val="00FA7B44"/>
    <w:rsid w:val="00FB36B3"/>
    <w:rsid w:val="00FC0B00"/>
    <w:rsid w:val="00FC1278"/>
    <w:rsid w:val="00FC12DF"/>
    <w:rsid w:val="00FC438C"/>
    <w:rsid w:val="00FC6677"/>
    <w:rsid w:val="00FC705D"/>
    <w:rsid w:val="00FC7222"/>
    <w:rsid w:val="00FD125E"/>
    <w:rsid w:val="00FD1B65"/>
    <w:rsid w:val="00FD3E8F"/>
    <w:rsid w:val="00FD576C"/>
    <w:rsid w:val="00FE6ADF"/>
    <w:rsid w:val="00FE7735"/>
    <w:rsid w:val="00FF02EB"/>
    <w:rsid w:val="00FF09C4"/>
    <w:rsid w:val="00FF180A"/>
    <w:rsid w:val="00FF1CD5"/>
    <w:rsid w:val="00FF1E3F"/>
    <w:rsid w:val="00FF2B66"/>
    <w:rsid w:val="00FF320D"/>
    <w:rsid w:val="00FF3B22"/>
    <w:rsid w:val="00FF5109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F73A08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F73A0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F73A08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F73A08"/>
  </w:style>
  <w:style w:type="table" w:styleId="ad">
    <w:name w:val="Table Grid"/>
    <w:basedOn w:val="a1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f2">
    <w:name w:val="Основной текст_"/>
    <w:link w:val="21"/>
    <w:locked/>
    <w:rsid w:val="005601C4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2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f3">
    <w:name w:val="No Spacing"/>
    <w:uiPriority w:val="1"/>
    <w:qFormat/>
    <w:rsid w:val="00202955"/>
    <w:rPr>
      <w:rFonts w:ascii="TimesET" w:hAnsi="TimesET"/>
    </w:rPr>
  </w:style>
  <w:style w:type="character" w:customStyle="1" w:styleId="fontstyle01">
    <w:name w:val="fontstyle01"/>
    <w:basedOn w:val="a0"/>
    <w:rsid w:val="002938B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47619"/>
    <w:rPr>
      <w:sz w:val="32"/>
    </w:rPr>
  </w:style>
  <w:style w:type="character" w:customStyle="1" w:styleId="20">
    <w:name w:val="Заголовок 2 Знак"/>
    <w:basedOn w:val="a0"/>
    <w:link w:val="2"/>
    <w:rsid w:val="00247619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247619"/>
    <w:rPr>
      <w:sz w:val="28"/>
    </w:rPr>
  </w:style>
  <w:style w:type="character" w:customStyle="1" w:styleId="a7">
    <w:name w:val="Верхний колонтитул Знак"/>
    <w:basedOn w:val="a0"/>
    <w:link w:val="a6"/>
    <w:rsid w:val="00247619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247619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247619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247619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0D769-58C5-46B3-93FF-482A34E1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17</TotalTime>
  <Pages>47</Pages>
  <Words>8737</Words>
  <Characters>49801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58422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Лёксина М.А.</cp:lastModifiedBy>
  <cp:revision>11</cp:revision>
  <cp:lastPrinted>2021-04-28T06:25:00Z</cp:lastPrinted>
  <dcterms:created xsi:type="dcterms:W3CDTF">2021-04-27T08:33:00Z</dcterms:created>
  <dcterms:modified xsi:type="dcterms:W3CDTF">2021-04-28T07:18:00Z</dcterms:modified>
</cp:coreProperties>
</file>